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9E5247" w:rsidRPr="008D6199" w:rsidRDefault="008D6199" w:rsidP="008D6199">
      <w:pPr>
        <w:jc w:val="center"/>
        <w:rPr>
          <w:sz w:val="36"/>
          <w:szCs w:val="36"/>
        </w:rPr>
      </w:pPr>
      <w:r w:rsidRPr="008D6199">
        <w:rPr>
          <w:sz w:val="36"/>
          <w:szCs w:val="36"/>
        </w:rPr>
        <w:t>PROTOKÓŁ ODBIORU PRAC</w:t>
      </w:r>
      <w:r w:rsidR="00632DCE">
        <w:rPr>
          <w:sz w:val="36"/>
          <w:szCs w:val="36"/>
        </w:rPr>
        <w:t xml:space="preserve"> DROGOWYCH</w:t>
      </w:r>
    </w:p>
    <w:p w:rsidR="008D6199" w:rsidRDefault="008D6199" w:rsidP="008D6199">
      <w:pPr>
        <w:jc w:val="center"/>
      </w:pPr>
      <w:r>
        <w:t xml:space="preserve">(DOTYCZY </w:t>
      </w:r>
      <w:r w:rsidR="00632DCE">
        <w:t>WYKONANIA PRAC W ZAKRESIE RÓWNANIA RÓWNIARKĄ SAMOJEZDNĄ SZLAKÓW KOMUNIKACYJNYCH Nadleśnictwa Gidle</w:t>
      </w:r>
      <w:r>
        <w:t>)</w:t>
      </w:r>
    </w:p>
    <w:p w:rsidR="002C0F33" w:rsidRDefault="002C0F33" w:rsidP="006905C5">
      <w:pPr>
        <w:jc w:val="center"/>
      </w:pPr>
      <w:r>
        <w:t xml:space="preserve">z dnia </w:t>
      </w:r>
      <w:r w:rsidR="00632DCE">
        <w:t>………………….</w:t>
      </w:r>
    </w:p>
    <w:p w:rsidR="006905C5" w:rsidRDefault="006905C5" w:rsidP="006905C5">
      <w:pPr>
        <w:jc w:val="center"/>
      </w:pPr>
    </w:p>
    <w:p w:rsidR="002C0F33" w:rsidRDefault="006C42BB" w:rsidP="008D6199">
      <w:r>
        <w:t>Przyjmujący zamówienie</w:t>
      </w:r>
      <w:r w:rsidR="008D6199">
        <w:t xml:space="preserve">: </w:t>
      </w:r>
      <w:r w:rsidR="006E50CB">
        <w:t>…………………………..</w:t>
      </w:r>
    </w:p>
    <w:p w:rsidR="008D6199" w:rsidRDefault="002C0F33" w:rsidP="008D6199">
      <w:r>
        <w:t xml:space="preserve">Umowa: </w:t>
      </w:r>
      <w:r w:rsidR="00EA36A3">
        <w:t>…………….</w:t>
      </w:r>
      <w:r>
        <w:t xml:space="preserve"> z dnia </w:t>
      </w:r>
      <w:r w:rsidR="00EA36A3">
        <w:t>………………..</w:t>
      </w:r>
      <w:r w:rsidR="0022149F">
        <w:t>r.</w:t>
      </w:r>
      <w:r w:rsidR="008D6199">
        <w:t xml:space="preserve"> </w:t>
      </w:r>
    </w:p>
    <w:p w:rsidR="008D6199" w:rsidRDefault="008D6199" w:rsidP="008D6199"/>
    <w:p w:rsidR="008D6199" w:rsidRDefault="00632DCE" w:rsidP="008D6199">
      <w:r>
        <w:t>Leśnictwo ……………………</w:t>
      </w:r>
    </w:p>
    <w:p w:rsidR="002C0F33" w:rsidRPr="008D6199" w:rsidRDefault="002C0F33" w:rsidP="008D6199"/>
    <w:tbl>
      <w:tblPr>
        <w:tblStyle w:val="Tabela-Siatka"/>
        <w:tblW w:w="0" w:type="auto"/>
        <w:jc w:val="center"/>
        <w:tblLayout w:type="fixed"/>
        <w:tblLook w:val="04E0" w:firstRow="1" w:lastRow="1" w:firstColumn="1" w:lastColumn="0" w:noHBand="0" w:noVBand="1"/>
      </w:tblPr>
      <w:tblGrid>
        <w:gridCol w:w="1413"/>
        <w:gridCol w:w="5670"/>
        <w:gridCol w:w="1843"/>
      </w:tblGrid>
      <w:tr w:rsidR="00632DCE" w:rsidTr="006905C5">
        <w:trPr>
          <w:trHeight w:val="590"/>
          <w:jc w:val="center"/>
        </w:trPr>
        <w:tc>
          <w:tcPr>
            <w:tcW w:w="1413" w:type="dxa"/>
          </w:tcPr>
          <w:p w:rsidR="00632DCE" w:rsidRDefault="00632DCE" w:rsidP="008D6199">
            <w:bookmarkStart w:id="0" w:name="_Hlk118901374"/>
            <w:r>
              <w:t>Data</w:t>
            </w:r>
          </w:p>
        </w:tc>
        <w:tc>
          <w:tcPr>
            <w:tcW w:w="5670" w:type="dxa"/>
          </w:tcPr>
          <w:p w:rsidR="00632DCE" w:rsidRDefault="00632DCE" w:rsidP="008D6199">
            <w:r>
              <w:t>Rodzaj pracy (numer drogi)</w:t>
            </w:r>
          </w:p>
        </w:tc>
        <w:tc>
          <w:tcPr>
            <w:tcW w:w="1843" w:type="dxa"/>
          </w:tcPr>
          <w:p w:rsidR="00632DCE" w:rsidRDefault="00632DCE" w:rsidP="008D6199">
            <w:r>
              <w:t>Czas pracy (</w:t>
            </w:r>
            <w:proofErr w:type="spellStart"/>
            <w:r>
              <w:t>rbh</w:t>
            </w:r>
            <w:proofErr w:type="spellEnd"/>
            <w:r>
              <w:t>)</w:t>
            </w:r>
          </w:p>
        </w:tc>
      </w:tr>
      <w:tr w:rsidR="00632DCE" w:rsidTr="006905C5">
        <w:trPr>
          <w:trHeight w:val="295"/>
          <w:jc w:val="center"/>
        </w:trPr>
        <w:tc>
          <w:tcPr>
            <w:tcW w:w="1413" w:type="dxa"/>
          </w:tcPr>
          <w:p w:rsidR="00632DCE" w:rsidRDefault="00632DCE" w:rsidP="008D6199"/>
        </w:tc>
        <w:tc>
          <w:tcPr>
            <w:tcW w:w="5670" w:type="dxa"/>
          </w:tcPr>
          <w:p w:rsidR="00632DCE" w:rsidRDefault="00632DCE" w:rsidP="008D6199"/>
        </w:tc>
        <w:tc>
          <w:tcPr>
            <w:tcW w:w="1843" w:type="dxa"/>
          </w:tcPr>
          <w:p w:rsidR="00632DCE" w:rsidRDefault="00632DCE" w:rsidP="002C0F33">
            <w:pPr>
              <w:jc w:val="center"/>
            </w:pPr>
          </w:p>
        </w:tc>
      </w:tr>
      <w:tr w:rsidR="00632DCE" w:rsidTr="006905C5">
        <w:trPr>
          <w:trHeight w:val="282"/>
          <w:jc w:val="center"/>
        </w:trPr>
        <w:tc>
          <w:tcPr>
            <w:tcW w:w="1413" w:type="dxa"/>
          </w:tcPr>
          <w:p w:rsidR="00632DCE" w:rsidRDefault="00632DCE" w:rsidP="008D6199"/>
        </w:tc>
        <w:tc>
          <w:tcPr>
            <w:tcW w:w="5670" w:type="dxa"/>
          </w:tcPr>
          <w:p w:rsidR="00632DCE" w:rsidRDefault="00632DCE" w:rsidP="008D6199"/>
        </w:tc>
        <w:tc>
          <w:tcPr>
            <w:tcW w:w="1843" w:type="dxa"/>
          </w:tcPr>
          <w:p w:rsidR="00BB1418" w:rsidRDefault="00BB1418" w:rsidP="00BB1418">
            <w:pPr>
              <w:jc w:val="center"/>
            </w:pPr>
          </w:p>
        </w:tc>
      </w:tr>
      <w:tr w:rsidR="00632DCE" w:rsidTr="006905C5">
        <w:trPr>
          <w:trHeight w:val="295"/>
          <w:jc w:val="center"/>
        </w:trPr>
        <w:tc>
          <w:tcPr>
            <w:tcW w:w="1413" w:type="dxa"/>
          </w:tcPr>
          <w:p w:rsidR="00632DCE" w:rsidRDefault="00632DCE" w:rsidP="008D6199"/>
        </w:tc>
        <w:tc>
          <w:tcPr>
            <w:tcW w:w="5670" w:type="dxa"/>
          </w:tcPr>
          <w:p w:rsidR="00632DCE" w:rsidRDefault="00632DCE" w:rsidP="008D6199"/>
        </w:tc>
        <w:tc>
          <w:tcPr>
            <w:tcW w:w="1843" w:type="dxa"/>
          </w:tcPr>
          <w:p w:rsidR="00632DCE" w:rsidRDefault="00632DCE" w:rsidP="002C0F33">
            <w:pPr>
              <w:jc w:val="center"/>
            </w:pPr>
          </w:p>
        </w:tc>
      </w:tr>
      <w:tr w:rsidR="00632DCE" w:rsidTr="006905C5">
        <w:trPr>
          <w:trHeight w:val="295"/>
          <w:jc w:val="center"/>
        </w:trPr>
        <w:tc>
          <w:tcPr>
            <w:tcW w:w="1413" w:type="dxa"/>
          </w:tcPr>
          <w:p w:rsidR="00632DCE" w:rsidRDefault="00632DCE" w:rsidP="008D6199"/>
        </w:tc>
        <w:tc>
          <w:tcPr>
            <w:tcW w:w="5670" w:type="dxa"/>
          </w:tcPr>
          <w:p w:rsidR="00632DCE" w:rsidRDefault="00632DCE" w:rsidP="008D6199"/>
        </w:tc>
        <w:tc>
          <w:tcPr>
            <w:tcW w:w="1843" w:type="dxa"/>
          </w:tcPr>
          <w:p w:rsidR="00632DCE" w:rsidRDefault="00632DCE" w:rsidP="002C0F33">
            <w:pPr>
              <w:jc w:val="center"/>
            </w:pPr>
          </w:p>
        </w:tc>
      </w:tr>
      <w:tr w:rsidR="00632DCE" w:rsidTr="006905C5">
        <w:trPr>
          <w:trHeight w:val="295"/>
          <w:jc w:val="center"/>
        </w:trPr>
        <w:tc>
          <w:tcPr>
            <w:tcW w:w="1413" w:type="dxa"/>
          </w:tcPr>
          <w:p w:rsidR="00632DCE" w:rsidRDefault="00632DCE" w:rsidP="008D6199"/>
        </w:tc>
        <w:tc>
          <w:tcPr>
            <w:tcW w:w="5670" w:type="dxa"/>
          </w:tcPr>
          <w:p w:rsidR="00632DCE" w:rsidRDefault="00632DCE" w:rsidP="008D6199"/>
        </w:tc>
        <w:tc>
          <w:tcPr>
            <w:tcW w:w="1843" w:type="dxa"/>
          </w:tcPr>
          <w:p w:rsidR="00632DCE" w:rsidRDefault="00632DCE" w:rsidP="002C0F33">
            <w:pPr>
              <w:jc w:val="center"/>
            </w:pPr>
          </w:p>
        </w:tc>
      </w:tr>
      <w:tr w:rsidR="00632DCE" w:rsidTr="006905C5">
        <w:trPr>
          <w:trHeight w:val="295"/>
          <w:jc w:val="center"/>
        </w:trPr>
        <w:tc>
          <w:tcPr>
            <w:tcW w:w="1413" w:type="dxa"/>
          </w:tcPr>
          <w:p w:rsidR="00632DCE" w:rsidRDefault="00632DCE" w:rsidP="008D6199"/>
        </w:tc>
        <w:tc>
          <w:tcPr>
            <w:tcW w:w="5670" w:type="dxa"/>
          </w:tcPr>
          <w:p w:rsidR="00632DCE" w:rsidRDefault="00632DCE" w:rsidP="008D6199"/>
        </w:tc>
        <w:tc>
          <w:tcPr>
            <w:tcW w:w="1843" w:type="dxa"/>
          </w:tcPr>
          <w:p w:rsidR="00632DCE" w:rsidRDefault="00632DCE" w:rsidP="002C0F33">
            <w:pPr>
              <w:jc w:val="center"/>
            </w:pPr>
          </w:p>
        </w:tc>
      </w:tr>
      <w:tr w:rsidR="00632DCE" w:rsidTr="006905C5">
        <w:trPr>
          <w:trHeight w:val="282"/>
          <w:jc w:val="center"/>
        </w:trPr>
        <w:tc>
          <w:tcPr>
            <w:tcW w:w="1413" w:type="dxa"/>
          </w:tcPr>
          <w:p w:rsidR="00632DCE" w:rsidRDefault="00632DCE" w:rsidP="008D6199"/>
        </w:tc>
        <w:tc>
          <w:tcPr>
            <w:tcW w:w="5670" w:type="dxa"/>
          </w:tcPr>
          <w:p w:rsidR="00632DCE" w:rsidRDefault="00632DCE" w:rsidP="008D6199"/>
        </w:tc>
        <w:tc>
          <w:tcPr>
            <w:tcW w:w="1843" w:type="dxa"/>
          </w:tcPr>
          <w:p w:rsidR="00632DCE" w:rsidRDefault="00632DCE" w:rsidP="002C0F33">
            <w:pPr>
              <w:jc w:val="center"/>
            </w:pPr>
          </w:p>
        </w:tc>
      </w:tr>
      <w:tr w:rsidR="00632DCE" w:rsidTr="006905C5">
        <w:trPr>
          <w:trHeight w:val="282"/>
          <w:jc w:val="center"/>
        </w:trPr>
        <w:tc>
          <w:tcPr>
            <w:tcW w:w="1413" w:type="dxa"/>
          </w:tcPr>
          <w:p w:rsidR="00632DCE" w:rsidRDefault="00632DCE" w:rsidP="008D6199"/>
        </w:tc>
        <w:tc>
          <w:tcPr>
            <w:tcW w:w="5670" w:type="dxa"/>
          </w:tcPr>
          <w:p w:rsidR="00632DCE" w:rsidRDefault="00632DCE" w:rsidP="008D6199"/>
        </w:tc>
        <w:tc>
          <w:tcPr>
            <w:tcW w:w="1843" w:type="dxa"/>
          </w:tcPr>
          <w:p w:rsidR="00632DCE" w:rsidRDefault="00632DCE" w:rsidP="002C0F33">
            <w:pPr>
              <w:jc w:val="center"/>
            </w:pPr>
          </w:p>
        </w:tc>
      </w:tr>
      <w:tr w:rsidR="00632DCE" w:rsidTr="006905C5">
        <w:trPr>
          <w:trHeight w:val="282"/>
          <w:jc w:val="center"/>
        </w:trPr>
        <w:tc>
          <w:tcPr>
            <w:tcW w:w="1413" w:type="dxa"/>
          </w:tcPr>
          <w:p w:rsidR="00632DCE" w:rsidRDefault="00632DCE" w:rsidP="008D6199"/>
        </w:tc>
        <w:tc>
          <w:tcPr>
            <w:tcW w:w="5670" w:type="dxa"/>
          </w:tcPr>
          <w:p w:rsidR="00632DCE" w:rsidRDefault="00632DCE" w:rsidP="008D6199"/>
        </w:tc>
        <w:tc>
          <w:tcPr>
            <w:tcW w:w="1843" w:type="dxa"/>
          </w:tcPr>
          <w:p w:rsidR="00632DCE" w:rsidRDefault="00632DCE" w:rsidP="002C0F33">
            <w:pPr>
              <w:jc w:val="center"/>
            </w:pPr>
          </w:p>
        </w:tc>
      </w:tr>
      <w:tr w:rsidR="00632DCE" w:rsidTr="006905C5">
        <w:trPr>
          <w:trHeight w:val="282"/>
          <w:jc w:val="center"/>
        </w:trPr>
        <w:tc>
          <w:tcPr>
            <w:tcW w:w="1413" w:type="dxa"/>
          </w:tcPr>
          <w:p w:rsidR="00632DCE" w:rsidRDefault="00632DCE" w:rsidP="008D6199"/>
        </w:tc>
        <w:tc>
          <w:tcPr>
            <w:tcW w:w="5670" w:type="dxa"/>
          </w:tcPr>
          <w:p w:rsidR="00632DCE" w:rsidRDefault="00632DCE" w:rsidP="008D6199"/>
        </w:tc>
        <w:tc>
          <w:tcPr>
            <w:tcW w:w="1843" w:type="dxa"/>
          </w:tcPr>
          <w:p w:rsidR="00632DCE" w:rsidRDefault="00632DCE" w:rsidP="002C0F33">
            <w:pPr>
              <w:jc w:val="center"/>
            </w:pPr>
          </w:p>
        </w:tc>
      </w:tr>
      <w:tr w:rsidR="00632DCE" w:rsidTr="006905C5">
        <w:trPr>
          <w:trHeight w:val="282"/>
          <w:jc w:val="center"/>
        </w:trPr>
        <w:tc>
          <w:tcPr>
            <w:tcW w:w="1413" w:type="dxa"/>
          </w:tcPr>
          <w:p w:rsidR="00632DCE" w:rsidRDefault="00632DCE" w:rsidP="008D6199"/>
        </w:tc>
        <w:tc>
          <w:tcPr>
            <w:tcW w:w="5670" w:type="dxa"/>
          </w:tcPr>
          <w:p w:rsidR="00632DCE" w:rsidRDefault="00632DCE" w:rsidP="008D6199"/>
        </w:tc>
        <w:tc>
          <w:tcPr>
            <w:tcW w:w="1843" w:type="dxa"/>
          </w:tcPr>
          <w:p w:rsidR="00632DCE" w:rsidRDefault="00632DCE" w:rsidP="002C0F33">
            <w:pPr>
              <w:jc w:val="center"/>
            </w:pPr>
          </w:p>
        </w:tc>
      </w:tr>
      <w:tr w:rsidR="00632DCE" w:rsidTr="006905C5">
        <w:trPr>
          <w:trHeight w:val="282"/>
          <w:jc w:val="center"/>
        </w:trPr>
        <w:tc>
          <w:tcPr>
            <w:tcW w:w="1413" w:type="dxa"/>
          </w:tcPr>
          <w:p w:rsidR="00632DCE" w:rsidRDefault="00632DCE" w:rsidP="008D6199"/>
        </w:tc>
        <w:tc>
          <w:tcPr>
            <w:tcW w:w="5670" w:type="dxa"/>
          </w:tcPr>
          <w:p w:rsidR="00632DCE" w:rsidRDefault="00632DCE" w:rsidP="008D6199"/>
        </w:tc>
        <w:tc>
          <w:tcPr>
            <w:tcW w:w="1843" w:type="dxa"/>
          </w:tcPr>
          <w:p w:rsidR="00632DCE" w:rsidRDefault="00632DCE" w:rsidP="002C0F33">
            <w:pPr>
              <w:jc w:val="center"/>
            </w:pPr>
          </w:p>
        </w:tc>
      </w:tr>
      <w:tr w:rsidR="00632DCE" w:rsidTr="006905C5">
        <w:trPr>
          <w:trHeight w:val="282"/>
          <w:jc w:val="center"/>
        </w:trPr>
        <w:tc>
          <w:tcPr>
            <w:tcW w:w="1413" w:type="dxa"/>
          </w:tcPr>
          <w:p w:rsidR="00632DCE" w:rsidRDefault="00632DCE" w:rsidP="008D6199"/>
        </w:tc>
        <w:tc>
          <w:tcPr>
            <w:tcW w:w="5670" w:type="dxa"/>
          </w:tcPr>
          <w:p w:rsidR="00632DCE" w:rsidRDefault="00632DCE" w:rsidP="008D6199"/>
        </w:tc>
        <w:tc>
          <w:tcPr>
            <w:tcW w:w="1843" w:type="dxa"/>
          </w:tcPr>
          <w:p w:rsidR="00632DCE" w:rsidRDefault="00632DCE" w:rsidP="002C0F33">
            <w:pPr>
              <w:jc w:val="center"/>
            </w:pPr>
          </w:p>
        </w:tc>
      </w:tr>
      <w:tr w:rsidR="00632DCE" w:rsidTr="006905C5">
        <w:trPr>
          <w:trHeight w:val="282"/>
          <w:jc w:val="center"/>
        </w:trPr>
        <w:tc>
          <w:tcPr>
            <w:tcW w:w="1413" w:type="dxa"/>
          </w:tcPr>
          <w:p w:rsidR="00632DCE" w:rsidRDefault="00632DCE" w:rsidP="008D6199"/>
        </w:tc>
        <w:tc>
          <w:tcPr>
            <w:tcW w:w="5670" w:type="dxa"/>
          </w:tcPr>
          <w:p w:rsidR="00632DCE" w:rsidRDefault="00632DCE" w:rsidP="008D6199"/>
        </w:tc>
        <w:tc>
          <w:tcPr>
            <w:tcW w:w="1843" w:type="dxa"/>
          </w:tcPr>
          <w:p w:rsidR="00632DCE" w:rsidRDefault="00632DCE" w:rsidP="002C0F33">
            <w:pPr>
              <w:jc w:val="center"/>
            </w:pPr>
          </w:p>
        </w:tc>
      </w:tr>
      <w:tr w:rsidR="00632DCE" w:rsidTr="006905C5">
        <w:trPr>
          <w:trHeight w:val="282"/>
          <w:jc w:val="center"/>
        </w:trPr>
        <w:tc>
          <w:tcPr>
            <w:tcW w:w="1413" w:type="dxa"/>
          </w:tcPr>
          <w:p w:rsidR="00632DCE" w:rsidRDefault="00632DCE" w:rsidP="008D6199"/>
        </w:tc>
        <w:tc>
          <w:tcPr>
            <w:tcW w:w="5670" w:type="dxa"/>
          </w:tcPr>
          <w:p w:rsidR="00632DCE" w:rsidRDefault="00632DCE" w:rsidP="008D6199"/>
        </w:tc>
        <w:tc>
          <w:tcPr>
            <w:tcW w:w="1843" w:type="dxa"/>
          </w:tcPr>
          <w:p w:rsidR="00632DCE" w:rsidRDefault="00632DCE" w:rsidP="002C0F33">
            <w:pPr>
              <w:jc w:val="center"/>
            </w:pPr>
          </w:p>
        </w:tc>
      </w:tr>
      <w:tr w:rsidR="00632DCE" w:rsidTr="006905C5">
        <w:tblPrEx>
          <w:jc w:val="left"/>
          <w:tblLook w:val="04A0" w:firstRow="1" w:lastRow="0" w:firstColumn="1" w:lastColumn="0" w:noHBand="0" w:noVBand="1"/>
        </w:tblPrEx>
        <w:tc>
          <w:tcPr>
            <w:tcW w:w="7083" w:type="dxa"/>
            <w:gridSpan w:val="2"/>
          </w:tcPr>
          <w:p w:rsidR="00632DCE" w:rsidRDefault="00632DCE" w:rsidP="008D6199">
            <w:r>
              <w:t>SUMA</w:t>
            </w:r>
          </w:p>
        </w:tc>
        <w:tc>
          <w:tcPr>
            <w:tcW w:w="1843" w:type="dxa"/>
          </w:tcPr>
          <w:p w:rsidR="00632DCE" w:rsidRDefault="00632DCE" w:rsidP="008D6199"/>
        </w:tc>
      </w:tr>
      <w:bookmarkEnd w:id="0"/>
    </w:tbl>
    <w:p w:rsidR="006905C5" w:rsidRDefault="006905C5" w:rsidP="008D6199"/>
    <w:p w:rsidR="009D19C7" w:rsidRDefault="009D19C7" w:rsidP="008D6199">
      <w:r>
        <w:t>Usługa wykonana zgodnie z umową, Zamawiający zgłasza</w:t>
      </w:r>
      <w:r w:rsidR="00632DCE">
        <w:t>/ nie zgłasza</w:t>
      </w:r>
      <w:r>
        <w:t xml:space="preserve"> zastrzeżeń</w:t>
      </w:r>
    </w:p>
    <w:p w:rsidR="009D19C7" w:rsidRDefault="006905C5" w:rsidP="008D6199">
      <w: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D19C7" w:rsidRDefault="009D19C7" w:rsidP="008D6199">
      <w:r>
        <w:t>Protokół sporządzono w dwóch jednobrzmiących egzemplarzach, po jednym dla Zamawiającego i Wykonawcy</w:t>
      </w:r>
    </w:p>
    <w:p w:rsidR="009D19C7" w:rsidRDefault="009D19C7" w:rsidP="008D6199"/>
    <w:p w:rsidR="009D19C7" w:rsidRDefault="006905C5" w:rsidP="008D6199">
      <w:r>
        <w:t>Sporządził</w:t>
      </w:r>
      <w:r w:rsidR="00324494">
        <w:tab/>
      </w:r>
      <w:r w:rsidR="00324494">
        <w:tab/>
      </w:r>
      <w:r w:rsidR="00324494">
        <w:tab/>
      </w:r>
      <w:r w:rsidR="009D19C7">
        <w:tab/>
      </w:r>
      <w:r w:rsidR="009D19C7">
        <w:tab/>
      </w:r>
      <w:r>
        <w:t>Potwierdzenie</w:t>
      </w:r>
      <w:r w:rsidR="006C42BB">
        <w:t>:</w:t>
      </w:r>
      <w:r>
        <w:t xml:space="preserve"> </w:t>
      </w:r>
      <w:r w:rsidR="006C42BB">
        <w:t>Przyjmującego zamówienie</w:t>
      </w:r>
    </w:p>
    <w:p w:rsidR="006905C5" w:rsidRDefault="006905C5" w:rsidP="008D6199"/>
    <w:p w:rsidR="006905C5" w:rsidRDefault="006905C5" w:rsidP="008D6199"/>
    <w:p w:rsidR="006905C5" w:rsidRDefault="006905C5" w:rsidP="008D6199"/>
    <w:p w:rsidR="006A5987" w:rsidRPr="008D6199" w:rsidRDefault="006905C5" w:rsidP="006905C5">
      <w:pPr>
        <w:ind w:left="4956" w:firstLine="708"/>
      </w:pPr>
      <w:r>
        <w:t>Zapoznałem się:</w:t>
      </w:r>
    </w:p>
    <w:sectPr w:rsidR="006A5987" w:rsidRPr="008D6199" w:rsidSect="006549E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242" w:right="964" w:bottom="1418" w:left="1701" w:header="709" w:footer="51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6F27D5" w:rsidRDefault="006F27D5">
      <w:r>
        <w:separator/>
      </w:r>
    </w:p>
  </w:endnote>
  <w:endnote w:type="continuationSeparator" w:id="0">
    <w:p w:rsidR="006F27D5" w:rsidRDefault="006F27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9E5247" w:rsidRDefault="00F6177C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2</w:t>
    </w:r>
    <w:r>
      <w:fldChar w:fldCharType="end"/>
    </w:r>
  </w:p>
  <w:p w:rsidR="009E5247" w:rsidRDefault="009E524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9E5247" w:rsidRDefault="00F6177C" w:rsidP="006549E5">
    <w:r>
      <w:rPr>
        <w:noProof/>
      </w:rPr>
      <mc:AlternateContent>
        <mc:Choice Requires="wps">
          <w:drawing>
            <wp:anchor distT="0" distB="0" distL="114300" distR="114300" simplePos="0" relativeHeight="251668480" behindDoc="0" locked="0" layoutInCell="1" allowOverlap="1">
              <wp:simplePos x="0" y="0"/>
              <wp:positionH relativeFrom="column">
                <wp:posOffset>3225165</wp:posOffset>
              </wp:positionH>
              <wp:positionV relativeFrom="paragraph">
                <wp:posOffset>140335</wp:posOffset>
              </wp:positionV>
              <wp:extent cx="2627630" cy="239395"/>
              <wp:effectExtent l="9525" t="8255" r="10795" b="9525"/>
              <wp:wrapNone/>
              <wp:docPr id="56" name="Pole tekstowe 5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27630" cy="2393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9E5247" w:rsidRDefault="00F6177C" w:rsidP="006549E5">
                          <w:pPr>
                            <w:jc w:val="right"/>
                            <w:rPr>
                              <w:b/>
                              <w:color w:val="005023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005023"/>
                            </w:rPr>
                            <w:t>www.gidle.katowice.lasy.gov.pl</w:t>
                          </w:r>
                        </w:p>
                        <w:p w:rsidR="009E5247" w:rsidRDefault="009E5247" w:rsidP="006549E5">
                          <w:pPr>
                            <w:pStyle w:val="LPStopkaStrona"/>
                          </w:pPr>
                        </w:p>
                      </w:txbxContent>
                    </wps:txbx>
                    <wps:bodyPr rot="0" vert="horz" wrap="square" lIns="91440" tIns="0" rIns="91440" bIns="45720" anchor="t" anchorCtr="0" upright="1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56" o:spid="_x0000_s1027" type="#_x0000_t202" style="position:absolute;margin-left:253.95pt;margin-top:11.05pt;width:206.9pt;height:18.8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" strokecolor="white">
              <v:textbox inset=",0">
                <w:txbxContent>
                  <w:p w:rsidR="009E5247" w:rsidRDefault="00F6177C" w:rsidP="006549E5">
                    <w:pPr>
                      <w:jc w:val="right"/>
                      <w:rPr>
                        <w:b/>
                        <w:color w:val="005023"/>
                      </w:rPr>
                    </w:pPr>
                    <w:r>
                      <w:rPr>
                        <w:rFonts w:ascii="Arial" w:hAnsi="Arial" w:cs="Arial"/>
                        <w:b/>
                        <w:color w:val="005023"/>
                      </w:rPr>
                      <w:t>www.gidle.katowice.lasy.gov.pl</w:t>
                    </w:r>
                  </w:p>
                  <w:p w:rsidR="009E5247" w:rsidRDefault="009E5247" w:rsidP="006549E5">
                    <w:pPr>
                      <w:pStyle w:val="LPStopkaStrona"/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0528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96520</wp:posOffset>
              </wp:positionV>
              <wp:extent cx="5868035" cy="3810"/>
              <wp:effectExtent l="9525" t="10795" r="8890" b="13970"/>
              <wp:wrapNone/>
              <wp:docPr id="55" name="Łącznik prosty 5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868035" cy="381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005846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Łącznik prosty 55" o:spid="_x0000_s2103" style="flip:y;mso-height-percent:0;mso-height-relative:page;mso-width-percent:0;mso-width-relative:page;mso-wrap-distance-bottom:0;mso-wrap-distance-left:9pt;mso-wrap-distance-right:9pt;mso-wrap-distance-top:0;mso-wrap-style:square;position:absolute;visibility:visible;z-index:251671552" from="0,7.6pt" to="462.05pt,7.9pt" strokecolor="#005846" strokeweight="0.5pt"/>
          </w:pict>
        </mc:Fallback>
      </mc:AlternateContent>
    </w:r>
  </w:p>
  <w:p w:rsidR="009E5247" w:rsidRDefault="00F6177C" w:rsidP="006549E5">
    <w:pPr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PGL LP Nadleśnictwo Gidle</w:t>
    </w:r>
  </w:p>
  <w:p w:rsidR="009E5247" w:rsidRDefault="00F6177C" w:rsidP="006549E5">
    <w:pPr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Niesulów 3, 97-540 Gidle</w:t>
    </w:r>
    <w:r>
      <w:rPr>
        <w:rFonts w:ascii="Arial" w:hAnsi="Arial" w:cs="Arial"/>
        <w:sz w:val="16"/>
        <w:szCs w:val="16"/>
      </w:rPr>
      <w:tab/>
    </w:r>
  </w:p>
  <w:p w:rsidR="009E5247" w:rsidRPr="0073141F" w:rsidRDefault="00F6177C" w:rsidP="006549E5">
    <w:pPr>
      <w:rPr>
        <w:lang w:val="en-US"/>
      </w:rPr>
    </w:pPr>
    <w:r>
      <w:rPr>
        <w:rFonts w:ascii="Arial" w:hAnsi="Arial" w:cs="Arial"/>
        <w:sz w:val="16"/>
        <w:szCs w:val="16"/>
        <w:lang w:val="en-US"/>
      </w:rPr>
      <w:t>tel.: +48 34 32-72-970, e-mail: gidle@katowice.lasy.gov.pl</w:t>
    </w:r>
  </w:p>
  <w:p w:rsidR="009E5247" w:rsidRPr="006C42BB" w:rsidRDefault="009E5247">
    <w:pPr>
      <w:pStyle w:val="Stopka"/>
      <w:jc w:val="center"/>
      <w:rPr>
        <w:lang w:val="nl-NL"/>
      </w:rPr>
    </w:pPr>
  </w:p>
  <w:p w:rsidR="009E5247" w:rsidRPr="006C42BB" w:rsidRDefault="009E5247">
    <w:pPr>
      <w:pStyle w:val="Stopka"/>
      <w:rPr>
        <w:lang w:val="nl-N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694575014"/>
      <w:docPartObj>
        <w:docPartGallery w:val="Page Numbers (Bottom of Page)"/>
        <w:docPartUnique/>
      </w:docPartObj>
    </w:sdtPr>
    <w:sdtContent>
      <w:sdt>
        <w:sdtPr>
          <w:id w:val="258256155"/>
          <w:docPartObj>
            <w:docPartGallery w:val="Page Numbers (Top of Page)"/>
            <w:docPartUnique/>
          </w:docPartObj>
        </w:sdtPr>
        <w:sdtContent>
          <w:p w:rsidR="009E5247" w:rsidRDefault="00F6177C" w:rsidP="00DA09D1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96478</wp:posOffset>
                      </wp:positionV>
                      <wp:extent cx="5867403" cy="3813"/>
                      <wp:effectExtent l="0" t="0" r="19047" b="34287"/>
                      <wp:wrapNone/>
                      <wp:docPr id="53" name="Line 1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5867403" cy="3813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6483">
                                <a:solidFill>
                                  <a:srgbClr val="005846"/>
                                </a:solidFill>
                                <a:rou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Line 110" o:spid="_x0000_s2154" type="#_x0000_t32" style="flip:y;height:0.3pt;margin-left:0;margin-top:7.6pt;mso-wrap-distance-bottom:0;mso-wrap-distance-left:9pt;mso-wrap-distance-right:9pt;mso-wrap-distance-top:0;mso-wrap-style:square;position:absolute;visibility:visible;width:462pt;z-index:251665408" strokecolor="#005846" strokeweight="0.51pt"/>
                  </w:pict>
                </mc:Fallback>
              </mc:AlternateConten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</w:p>
          <w:p w:rsidR="009E5247" w:rsidRDefault="00F6177C" w:rsidP="00473B03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>
                      <wp:simplePos x="0" y="0"/>
                      <wp:positionH relativeFrom="column">
                        <wp:posOffset>3501390</wp:posOffset>
                      </wp:positionH>
                      <wp:positionV relativeFrom="paragraph">
                        <wp:posOffset>11430</wp:posOffset>
                      </wp:positionV>
                      <wp:extent cx="2458085" cy="228600"/>
                      <wp:effectExtent l="0" t="0" r="0" b="0"/>
                      <wp:wrapNone/>
                      <wp:docPr id="54" name="Text Box 10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58085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9E5247" w:rsidRDefault="00F6177C" w:rsidP="00DA09D1">
                                  <w:pPr>
                                    <w:pStyle w:val="LPStopkaStrona"/>
                                  </w:pPr>
                                  <w:r>
                                    <w:t>www.gidle.katowice.lasy.gov.pl</w:t>
                                  </w:r>
                                </w:p>
                              </w:txbxContent>
                            </wps:txbx>
                            <wps:bodyPr vert="horz" wrap="square" lIns="91440" tIns="0" rIns="91440" bIns="45720" anchor="t" anchorCtr="0" compatLnSpc="0"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09" o:spid="_x0000_s1077" type="#_x0000_t202" style="position:absolute;margin-left:275.7pt;margin-top:.9pt;width:193.55pt;height:18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" stroked="f">
                      <v:textbox inset=",0">
                        <w:txbxContent>
                          <w:p w:rsidR="009E5247" w:rsidRDefault="00F6177C" w:rsidP="00DA09D1">
                            <w:pPr>
                              <w:pStyle w:val="LPStopkaStrona"/>
                            </w:pPr>
                            <w:r>
                              <w:t>www.gidle.katowice.lasy.gov.pl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sz w:val="16"/>
                <w:szCs w:val="16"/>
              </w:rPr>
              <w:t>PGL LP Nadleśnictwo Gidle</w:t>
            </w:r>
          </w:p>
          <w:p w:rsidR="009E5247" w:rsidRDefault="00F6177C" w:rsidP="00473B03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Niesulów 3, 97-540 Gidle</w:t>
            </w:r>
            <w:r>
              <w:rPr>
                <w:rFonts w:ascii="Arial" w:hAnsi="Arial" w:cs="Arial"/>
                <w:sz w:val="16"/>
                <w:szCs w:val="16"/>
              </w:rPr>
              <w:tab/>
            </w:r>
          </w:p>
          <w:p w:rsidR="009E5247" w:rsidRPr="0073141F" w:rsidRDefault="00F6177C" w:rsidP="00473B03">
            <w:pPr>
              <w:rPr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tel.: +48 34 32-72-970 fax: +48 34 32-72-970, e-mail: gidle@katowice.lasy.gov.pl</w:t>
            </w:r>
          </w:p>
          <w:p w:rsidR="009E5247" w:rsidRPr="006C42BB" w:rsidRDefault="009E5247" w:rsidP="00DA09D1">
            <w:pPr>
              <w:pStyle w:val="LPstopka"/>
              <w:rPr>
                <w:lang w:val="nl-NL"/>
              </w:rPr>
            </w:pPr>
          </w:p>
          <w:p w:rsidR="009E5247" w:rsidRDefault="00000000" w:rsidP="00DA09D1">
            <w:pPr>
              <w:pStyle w:val="Stopka"/>
              <w:jc w:val="center"/>
            </w:pP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6F27D5" w:rsidRDefault="006F27D5">
      <w:r>
        <w:separator/>
      </w:r>
    </w:p>
  </w:footnote>
  <w:footnote w:type="continuationSeparator" w:id="0">
    <w:p w:rsidR="006F27D5" w:rsidRDefault="006F27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9E5247" w:rsidRDefault="00F6177C">
    <w:r>
      <w:cr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9E5247" w:rsidRDefault="00F6177C" w:rsidP="006549E5">
    <w:r>
      <w:rPr>
        <w:noProof/>
      </w:rPr>
      <mc:AlternateContent>
        <mc:Choice Requires="wpc">
          <w:drawing>
            <wp:inline distT="0" distB="0" distL="0" distR="0">
              <wp:extent cx="508635" cy="494665"/>
              <wp:effectExtent l="0" t="0" r="5715" b="635"/>
              <wp:docPr id="106" name="Kanwa 106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/>
                    <wps:wsp>
                      <wps:cNvPr id="59" name="Freeform 10"/>
                      <wps:cNvSpPr/>
                      <wps:spPr bwMode="auto">
                        <a:xfrm>
                          <a:off x="0" y="0"/>
                          <a:ext cx="466725" cy="466725"/>
                        </a:xfrm>
                        <a:custGeom>
                          <a:avLst/>
                          <a:gdLst>
                            <a:gd name="T0" fmla="*/ 370 w 735"/>
                            <a:gd name="T1" fmla="*/ 0 h 735"/>
                            <a:gd name="T2" fmla="*/ 440 w 735"/>
                            <a:gd name="T3" fmla="*/ 10 h 735"/>
                            <a:gd name="T4" fmla="*/ 510 w 735"/>
                            <a:gd name="T5" fmla="*/ 30 h 735"/>
                            <a:gd name="T6" fmla="*/ 575 w 735"/>
                            <a:gd name="T7" fmla="*/ 65 h 735"/>
                            <a:gd name="T8" fmla="*/ 630 w 735"/>
                            <a:gd name="T9" fmla="*/ 109 h 735"/>
                            <a:gd name="T10" fmla="*/ 675 w 735"/>
                            <a:gd name="T11" fmla="*/ 164 h 735"/>
                            <a:gd name="T12" fmla="*/ 710 w 735"/>
                            <a:gd name="T13" fmla="*/ 223 h 735"/>
                            <a:gd name="T14" fmla="*/ 730 w 735"/>
                            <a:gd name="T15" fmla="*/ 293 h 735"/>
                            <a:gd name="T16" fmla="*/ 735 w 735"/>
                            <a:gd name="T17" fmla="*/ 368 h 735"/>
                            <a:gd name="T18" fmla="*/ 735 w 735"/>
                            <a:gd name="T19" fmla="*/ 407 h 735"/>
                            <a:gd name="T20" fmla="*/ 720 w 735"/>
                            <a:gd name="T21" fmla="*/ 477 h 735"/>
                            <a:gd name="T22" fmla="*/ 690 w 735"/>
                            <a:gd name="T23" fmla="*/ 541 h 735"/>
                            <a:gd name="T24" fmla="*/ 650 w 735"/>
                            <a:gd name="T25" fmla="*/ 601 h 735"/>
                            <a:gd name="T26" fmla="*/ 600 w 735"/>
                            <a:gd name="T27" fmla="*/ 651 h 735"/>
                            <a:gd name="T28" fmla="*/ 545 w 735"/>
                            <a:gd name="T29" fmla="*/ 690 h 735"/>
                            <a:gd name="T30" fmla="*/ 480 w 735"/>
                            <a:gd name="T31" fmla="*/ 715 h 735"/>
                            <a:gd name="T32" fmla="*/ 405 w 735"/>
                            <a:gd name="T33" fmla="*/ 730 h 735"/>
                            <a:gd name="T34" fmla="*/ 370 w 735"/>
                            <a:gd name="T35" fmla="*/ 735 h 735"/>
                            <a:gd name="T36" fmla="*/ 295 w 735"/>
                            <a:gd name="T37" fmla="*/ 725 h 735"/>
                            <a:gd name="T38" fmla="*/ 225 w 735"/>
                            <a:gd name="T39" fmla="*/ 705 h 735"/>
                            <a:gd name="T40" fmla="*/ 160 w 735"/>
                            <a:gd name="T41" fmla="*/ 670 h 735"/>
                            <a:gd name="T42" fmla="*/ 110 w 735"/>
                            <a:gd name="T43" fmla="*/ 626 h 735"/>
                            <a:gd name="T44" fmla="*/ 65 w 735"/>
                            <a:gd name="T45" fmla="*/ 571 h 735"/>
                            <a:gd name="T46" fmla="*/ 30 w 735"/>
                            <a:gd name="T47" fmla="*/ 512 h 735"/>
                            <a:gd name="T48" fmla="*/ 5 w 735"/>
                            <a:gd name="T49" fmla="*/ 442 h 735"/>
                            <a:gd name="T50" fmla="*/ 0 w 735"/>
                            <a:gd name="T51" fmla="*/ 368 h 735"/>
                            <a:gd name="T52" fmla="*/ 0 w 735"/>
                            <a:gd name="T53" fmla="*/ 333 h 735"/>
                            <a:gd name="T54" fmla="*/ 15 w 735"/>
                            <a:gd name="T55" fmla="*/ 258 h 735"/>
                            <a:gd name="T56" fmla="*/ 45 w 735"/>
                            <a:gd name="T57" fmla="*/ 194 h 735"/>
                            <a:gd name="T58" fmla="*/ 85 w 735"/>
                            <a:gd name="T59" fmla="*/ 134 h 735"/>
                            <a:gd name="T60" fmla="*/ 135 w 735"/>
                            <a:gd name="T61" fmla="*/ 84 h 735"/>
                            <a:gd name="T62" fmla="*/ 195 w 735"/>
                            <a:gd name="T63" fmla="*/ 45 h 735"/>
                            <a:gd name="T64" fmla="*/ 260 w 735"/>
                            <a:gd name="T65" fmla="*/ 20 h 735"/>
                            <a:gd name="T66" fmla="*/ 330 w 735"/>
                            <a:gd name="T67" fmla="*/ 5 h 735"/>
                          </a:gdLst>
                          <a:ahLst/>
                          <a:cxnLst/>
                          <a:rect l="0" t="0" r="r" b="b"/>
                          <a:pathLst>
                            <a:path w="735" h="735">
                              <a:moveTo>
                                <a:pt x="370" y="0"/>
                              </a:moveTo>
                              <a:lnTo>
                                <a:pt x="370" y="0"/>
                              </a:lnTo>
                              <a:lnTo>
                                <a:pt x="405" y="5"/>
                              </a:lnTo>
                              <a:lnTo>
                                <a:pt x="440" y="10"/>
                              </a:lnTo>
                              <a:lnTo>
                                <a:pt x="480" y="20"/>
                              </a:lnTo>
                              <a:lnTo>
                                <a:pt x="510" y="30"/>
                              </a:lnTo>
                              <a:lnTo>
                                <a:pt x="545" y="45"/>
                              </a:lnTo>
                              <a:lnTo>
                                <a:pt x="575" y="65"/>
                              </a:lnTo>
                              <a:lnTo>
                                <a:pt x="600" y="84"/>
                              </a:lnTo>
                              <a:lnTo>
                                <a:pt x="630" y="109"/>
                              </a:lnTo>
                              <a:lnTo>
                                <a:pt x="650" y="134"/>
                              </a:lnTo>
                              <a:lnTo>
                                <a:pt x="675" y="164"/>
                              </a:lnTo>
                              <a:lnTo>
                                <a:pt x="690" y="194"/>
                              </a:lnTo>
                              <a:lnTo>
                                <a:pt x="710" y="223"/>
                              </a:lnTo>
                              <a:lnTo>
                                <a:pt x="720" y="258"/>
                              </a:lnTo>
                              <a:lnTo>
                                <a:pt x="730" y="293"/>
                              </a:lnTo>
                              <a:lnTo>
                                <a:pt x="735" y="333"/>
                              </a:lnTo>
                              <a:lnTo>
                                <a:pt x="735" y="368"/>
                              </a:lnTo>
                              <a:lnTo>
                                <a:pt x="735" y="407"/>
                              </a:lnTo>
                              <a:lnTo>
                                <a:pt x="730" y="442"/>
                              </a:lnTo>
                              <a:lnTo>
                                <a:pt x="720" y="477"/>
                              </a:lnTo>
                              <a:lnTo>
                                <a:pt x="710" y="512"/>
                              </a:lnTo>
                              <a:lnTo>
                                <a:pt x="690" y="541"/>
                              </a:lnTo>
                              <a:lnTo>
                                <a:pt x="675" y="571"/>
                              </a:lnTo>
                              <a:lnTo>
                                <a:pt x="650" y="601"/>
                              </a:lnTo>
                              <a:lnTo>
                                <a:pt x="630" y="626"/>
                              </a:lnTo>
                              <a:lnTo>
                                <a:pt x="600" y="651"/>
                              </a:lnTo>
                              <a:lnTo>
                                <a:pt x="575" y="670"/>
                              </a:lnTo>
                              <a:lnTo>
                                <a:pt x="545" y="690"/>
                              </a:lnTo>
                              <a:lnTo>
                                <a:pt x="510" y="705"/>
                              </a:lnTo>
                              <a:lnTo>
                                <a:pt x="480" y="715"/>
                              </a:lnTo>
                              <a:lnTo>
                                <a:pt x="440" y="725"/>
                              </a:lnTo>
                              <a:lnTo>
                                <a:pt x="405" y="730"/>
                              </a:lnTo>
                              <a:lnTo>
                                <a:pt x="370" y="735"/>
                              </a:lnTo>
                              <a:lnTo>
                                <a:pt x="330" y="730"/>
                              </a:lnTo>
                              <a:lnTo>
                                <a:pt x="295" y="725"/>
                              </a:lnTo>
                              <a:lnTo>
                                <a:pt x="260" y="715"/>
                              </a:lnTo>
                              <a:lnTo>
                                <a:pt x="225" y="705"/>
                              </a:lnTo>
                              <a:lnTo>
                                <a:pt x="195" y="690"/>
                              </a:lnTo>
                              <a:lnTo>
                                <a:pt x="160" y="670"/>
                              </a:lnTo>
                              <a:lnTo>
                                <a:pt x="135" y="651"/>
                              </a:lnTo>
                              <a:lnTo>
                                <a:pt x="110" y="626"/>
                              </a:lnTo>
                              <a:lnTo>
                                <a:pt x="85" y="601"/>
                              </a:lnTo>
                              <a:lnTo>
                                <a:pt x="65" y="571"/>
                              </a:lnTo>
                              <a:lnTo>
                                <a:pt x="45" y="541"/>
                              </a:lnTo>
                              <a:lnTo>
                                <a:pt x="30" y="512"/>
                              </a:lnTo>
                              <a:lnTo>
                                <a:pt x="15" y="477"/>
                              </a:lnTo>
                              <a:lnTo>
                                <a:pt x="5" y="442"/>
                              </a:lnTo>
                              <a:lnTo>
                                <a:pt x="0" y="407"/>
                              </a:lnTo>
                              <a:lnTo>
                                <a:pt x="0" y="368"/>
                              </a:lnTo>
                              <a:lnTo>
                                <a:pt x="0" y="333"/>
                              </a:lnTo>
                              <a:lnTo>
                                <a:pt x="5" y="293"/>
                              </a:lnTo>
                              <a:lnTo>
                                <a:pt x="15" y="258"/>
                              </a:lnTo>
                              <a:lnTo>
                                <a:pt x="30" y="223"/>
                              </a:lnTo>
                              <a:lnTo>
                                <a:pt x="45" y="194"/>
                              </a:lnTo>
                              <a:lnTo>
                                <a:pt x="65" y="164"/>
                              </a:lnTo>
                              <a:lnTo>
                                <a:pt x="85" y="134"/>
                              </a:lnTo>
                              <a:lnTo>
                                <a:pt x="110" y="109"/>
                              </a:lnTo>
                              <a:lnTo>
                                <a:pt x="135" y="84"/>
                              </a:lnTo>
                              <a:lnTo>
                                <a:pt x="160" y="65"/>
                              </a:lnTo>
                              <a:lnTo>
                                <a:pt x="195" y="45"/>
                              </a:lnTo>
                              <a:lnTo>
                                <a:pt x="225" y="30"/>
                              </a:lnTo>
                              <a:lnTo>
                                <a:pt x="260" y="20"/>
                              </a:lnTo>
                              <a:lnTo>
                                <a:pt x="295" y="10"/>
                              </a:lnTo>
                              <a:lnTo>
                                <a:pt x="330" y="5"/>
                              </a:lnTo>
                              <a:lnTo>
                                <a:pt x="37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60" name="Freeform 11"/>
                      <wps:cNvSpPr/>
                      <wps:spPr bwMode="auto">
                        <a:xfrm>
                          <a:off x="0" y="0"/>
                          <a:ext cx="466725" cy="466725"/>
                        </a:xfrm>
                        <a:custGeom>
                          <a:avLst/>
                          <a:gdLst>
                            <a:gd name="T0" fmla="*/ 370 w 735"/>
                            <a:gd name="T1" fmla="*/ 0 h 735"/>
                            <a:gd name="T2" fmla="*/ 440 w 735"/>
                            <a:gd name="T3" fmla="*/ 10 h 735"/>
                            <a:gd name="T4" fmla="*/ 510 w 735"/>
                            <a:gd name="T5" fmla="*/ 30 h 735"/>
                            <a:gd name="T6" fmla="*/ 575 w 735"/>
                            <a:gd name="T7" fmla="*/ 65 h 735"/>
                            <a:gd name="T8" fmla="*/ 630 w 735"/>
                            <a:gd name="T9" fmla="*/ 109 h 735"/>
                            <a:gd name="T10" fmla="*/ 675 w 735"/>
                            <a:gd name="T11" fmla="*/ 164 h 735"/>
                            <a:gd name="T12" fmla="*/ 710 w 735"/>
                            <a:gd name="T13" fmla="*/ 223 h 735"/>
                            <a:gd name="T14" fmla="*/ 730 w 735"/>
                            <a:gd name="T15" fmla="*/ 293 h 735"/>
                            <a:gd name="T16" fmla="*/ 735 w 735"/>
                            <a:gd name="T17" fmla="*/ 368 h 735"/>
                            <a:gd name="T18" fmla="*/ 735 w 735"/>
                            <a:gd name="T19" fmla="*/ 407 h 735"/>
                            <a:gd name="T20" fmla="*/ 720 w 735"/>
                            <a:gd name="T21" fmla="*/ 477 h 735"/>
                            <a:gd name="T22" fmla="*/ 690 w 735"/>
                            <a:gd name="T23" fmla="*/ 541 h 735"/>
                            <a:gd name="T24" fmla="*/ 650 w 735"/>
                            <a:gd name="T25" fmla="*/ 601 h 735"/>
                            <a:gd name="T26" fmla="*/ 600 w 735"/>
                            <a:gd name="T27" fmla="*/ 651 h 735"/>
                            <a:gd name="T28" fmla="*/ 545 w 735"/>
                            <a:gd name="T29" fmla="*/ 690 h 735"/>
                            <a:gd name="T30" fmla="*/ 480 w 735"/>
                            <a:gd name="T31" fmla="*/ 715 h 735"/>
                            <a:gd name="T32" fmla="*/ 405 w 735"/>
                            <a:gd name="T33" fmla="*/ 730 h 735"/>
                            <a:gd name="T34" fmla="*/ 370 w 735"/>
                            <a:gd name="T35" fmla="*/ 735 h 735"/>
                            <a:gd name="T36" fmla="*/ 295 w 735"/>
                            <a:gd name="T37" fmla="*/ 725 h 735"/>
                            <a:gd name="T38" fmla="*/ 225 w 735"/>
                            <a:gd name="T39" fmla="*/ 705 h 735"/>
                            <a:gd name="T40" fmla="*/ 160 w 735"/>
                            <a:gd name="T41" fmla="*/ 670 h 735"/>
                            <a:gd name="T42" fmla="*/ 110 w 735"/>
                            <a:gd name="T43" fmla="*/ 626 h 735"/>
                            <a:gd name="T44" fmla="*/ 65 w 735"/>
                            <a:gd name="T45" fmla="*/ 571 h 735"/>
                            <a:gd name="T46" fmla="*/ 30 w 735"/>
                            <a:gd name="T47" fmla="*/ 512 h 735"/>
                            <a:gd name="T48" fmla="*/ 5 w 735"/>
                            <a:gd name="T49" fmla="*/ 442 h 735"/>
                            <a:gd name="T50" fmla="*/ 0 w 735"/>
                            <a:gd name="T51" fmla="*/ 368 h 735"/>
                            <a:gd name="T52" fmla="*/ 0 w 735"/>
                            <a:gd name="T53" fmla="*/ 333 h 735"/>
                            <a:gd name="T54" fmla="*/ 15 w 735"/>
                            <a:gd name="T55" fmla="*/ 258 h 735"/>
                            <a:gd name="T56" fmla="*/ 45 w 735"/>
                            <a:gd name="T57" fmla="*/ 194 h 735"/>
                            <a:gd name="T58" fmla="*/ 85 w 735"/>
                            <a:gd name="T59" fmla="*/ 134 h 735"/>
                            <a:gd name="T60" fmla="*/ 135 w 735"/>
                            <a:gd name="T61" fmla="*/ 84 h 735"/>
                            <a:gd name="T62" fmla="*/ 195 w 735"/>
                            <a:gd name="T63" fmla="*/ 45 h 735"/>
                            <a:gd name="T64" fmla="*/ 260 w 735"/>
                            <a:gd name="T65" fmla="*/ 20 h 735"/>
                            <a:gd name="T66" fmla="*/ 330 w 735"/>
                            <a:gd name="T67" fmla="*/ 5 h 735"/>
                          </a:gdLst>
                          <a:ahLst/>
                          <a:cxnLst/>
                          <a:rect l="0" t="0" r="r" b="b"/>
                          <a:pathLst>
                            <a:path w="735" h="735">
                              <a:moveTo>
                                <a:pt x="370" y="0"/>
                              </a:moveTo>
                              <a:lnTo>
                                <a:pt x="370" y="0"/>
                              </a:lnTo>
                              <a:lnTo>
                                <a:pt x="405" y="5"/>
                              </a:lnTo>
                              <a:lnTo>
                                <a:pt x="440" y="10"/>
                              </a:lnTo>
                              <a:lnTo>
                                <a:pt x="480" y="20"/>
                              </a:lnTo>
                              <a:lnTo>
                                <a:pt x="510" y="30"/>
                              </a:lnTo>
                              <a:lnTo>
                                <a:pt x="545" y="45"/>
                              </a:lnTo>
                              <a:lnTo>
                                <a:pt x="575" y="65"/>
                              </a:lnTo>
                              <a:lnTo>
                                <a:pt x="600" y="84"/>
                              </a:lnTo>
                              <a:lnTo>
                                <a:pt x="630" y="109"/>
                              </a:lnTo>
                              <a:lnTo>
                                <a:pt x="650" y="134"/>
                              </a:lnTo>
                              <a:lnTo>
                                <a:pt x="675" y="164"/>
                              </a:lnTo>
                              <a:lnTo>
                                <a:pt x="690" y="194"/>
                              </a:lnTo>
                              <a:lnTo>
                                <a:pt x="710" y="223"/>
                              </a:lnTo>
                              <a:lnTo>
                                <a:pt x="720" y="258"/>
                              </a:lnTo>
                              <a:lnTo>
                                <a:pt x="730" y="293"/>
                              </a:lnTo>
                              <a:lnTo>
                                <a:pt x="735" y="333"/>
                              </a:lnTo>
                              <a:lnTo>
                                <a:pt x="735" y="368"/>
                              </a:lnTo>
                              <a:lnTo>
                                <a:pt x="735" y="407"/>
                              </a:lnTo>
                              <a:lnTo>
                                <a:pt x="730" y="442"/>
                              </a:lnTo>
                              <a:lnTo>
                                <a:pt x="720" y="477"/>
                              </a:lnTo>
                              <a:lnTo>
                                <a:pt x="710" y="512"/>
                              </a:lnTo>
                              <a:lnTo>
                                <a:pt x="690" y="541"/>
                              </a:lnTo>
                              <a:lnTo>
                                <a:pt x="675" y="571"/>
                              </a:lnTo>
                              <a:lnTo>
                                <a:pt x="650" y="601"/>
                              </a:lnTo>
                              <a:lnTo>
                                <a:pt x="630" y="626"/>
                              </a:lnTo>
                              <a:lnTo>
                                <a:pt x="600" y="651"/>
                              </a:lnTo>
                              <a:lnTo>
                                <a:pt x="575" y="670"/>
                              </a:lnTo>
                              <a:lnTo>
                                <a:pt x="545" y="690"/>
                              </a:lnTo>
                              <a:lnTo>
                                <a:pt x="510" y="705"/>
                              </a:lnTo>
                              <a:lnTo>
                                <a:pt x="480" y="715"/>
                              </a:lnTo>
                              <a:lnTo>
                                <a:pt x="440" y="725"/>
                              </a:lnTo>
                              <a:lnTo>
                                <a:pt x="405" y="730"/>
                              </a:lnTo>
                              <a:lnTo>
                                <a:pt x="370" y="735"/>
                              </a:lnTo>
                              <a:lnTo>
                                <a:pt x="330" y="730"/>
                              </a:lnTo>
                              <a:lnTo>
                                <a:pt x="295" y="725"/>
                              </a:lnTo>
                              <a:lnTo>
                                <a:pt x="260" y="715"/>
                              </a:lnTo>
                              <a:lnTo>
                                <a:pt x="225" y="705"/>
                              </a:lnTo>
                              <a:lnTo>
                                <a:pt x="195" y="690"/>
                              </a:lnTo>
                              <a:lnTo>
                                <a:pt x="160" y="670"/>
                              </a:lnTo>
                              <a:lnTo>
                                <a:pt x="135" y="651"/>
                              </a:lnTo>
                              <a:lnTo>
                                <a:pt x="110" y="626"/>
                              </a:lnTo>
                              <a:lnTo>
                                <a:pt x="85" y="601"/>
                              </a:lnTo>
                              <a:lnTo>
                                <a:pt x="65" y="571"/>
                              </a:lnTo>
                              <a:lnTo>
                                <a:pt x="45" y="541"/>
                              </a:lnTo>
                              <a:lnTo>
                                <a:pt x="30" y="512"/>
                              </a:lnTo>
                              <a:lnTo>
                                <a:pt x="15" y="477"/>
                              </a:lnTo>
                              <a:lnTo>
                                <a:pt x="5" y="442"/>
                              </a:lnTo>
                              <a:lnTo>
                                <a:pt x="0" y="407"/>
                              </a:lnTo>
                              <a:lnTo>
                                <a:pt x="0" y="368"/>
                              </a:lnTo>
                              <a:lnTo>
                                <a:pt x="0" y="333"/>
                              </a:lnTo>
                              <a:lnTo>
                                <a:pt x="5" y="293"/>
                              </a:lnTo>
                              <a:lnTo>
                                <a:pt x="15" y="258"/>
                              </a:lnTo>
                              <a:lnTo>
                                <a:pt x="30" y="223"/>
                              </a:lnTo>
                              <a:lnTo>
                                <a:pt x="45" y="194"/>
                              </a:lnTo>
                              <a:lnTo>
                                <a:pt x="65" y="164"/>
                              </a:lnTo>
                              <a:lnTo>
                                <a:pt x="85" y="134"/>
                              </a:lnTo>
                              <a:lnTo>
                                <a:pt x="110" y="109"/>
                              </a:lnTo>
                              <a:lnTo>
                                <a:pt x="135" y="84"/>
                              </a:lnTo>
                              <a:lnTo>
                                <a:pt x="160" y="65"/>
                              </a:lnTo>
                              <a:lnTo>
                                <a:pt x="195" y="45"/>
                              </a:lnTo>
                              <a:lnTo>
                                <a:pt x="225" y="30"/>
                              </a:lnTo>
                              <a:lnTo>
                                <a:pt x="260" y="20"/>
                              </a:lnTo>
                              <a:lnTo>
                                <a:pt x="295" y="10"/>
                              </a:lnTo>
                              <a:lnTo>
                                <a:pt x="330" y="5"/>
                              </a:lnTo>
                              <a:lnTo>
                                <a:pt x="370" y="0"/>
                              </a:lnTo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61" name="Freeform 12"/>
                      <wps:cNvSpPr/>
                      <wps:spPr bwMode="auto">
                        <a:xfrm>
                          <a:off x="3175" y="6350"/>
                          <a:ext cx="460375" cy="454025"/>
                        </a:xfrm>
                        <a:custGeom>
                          <a:avLst/>
                          <a:gdLst>
                            <a:gd name="T0" fmla="*/ 365 w 725"/>
                            <a:gd name="T1" fmla="*/ 0 h 715"/>
                            <a:gd name="T2" fmla="*/ 435 w 725"/>
                            <a:gd name="T3" fmla="*/ 5 h 715"/>
                            <a:gd name="T4" fmla="*/ 505 w 725"/>
                            <a:gd name="T5" fmla="*/ 30 h 715"/>
                            <a:gd name="T6" fmla="*/ 565 w 725"/>
                            <a:gd name="T7" fmla="*/ 60 h 715"/>
                            <a:gd name="T8" fmla="*/ 620 w 725"/>
                            <a:gd name="T9" fmla="*/ 104 h 715"/>
                            <a:gd name="T10" fmla="*/ 665 w 725"/>
                            <a:gd name="T11" fmla="*/ 159 h 715"/>
                            <a:gd name="T12" fmla="*/ 695 w 725"/>
                            <a:gd name="T13" fmla="*/ 218 h 715"/>
                            <a:gd name="T14" fmla="*/ 715 w 725"/>
                            <a:gd name="T15" fmla="*/ 288 h 715"/>
                            <a:gd name="T16" fmla="*/ 725 w 725"/>
                            <a:gd name="T17" fmla="*/ 358 h 715"/>
                            <a:gd name="T18" fmla="*/ 725 w 725"/>
                            <a:gd name="T19" fmla="*/ 392 h 715"/>
                            <a:gd name="T20" fmla="*/ 710 w 725"/>
                            <a:gd name="T21" fmla="*/ 467 h 715"/>
                            <a:gd name="T22" fmla="*/ 680 w 725"/>
                            <a:gd name="T23" fmla="*/ 526 h 715"/>
                            <a:gd name="T24" fmla="*/ 640 w 725"/>
                            <a:gd name="T25" fmla="*/ 586 h 715"/>
                            <a:gd name="T26" fmla="*/ 595 w 725"/>
                            <a:gd name="T27" fmla="*/ 636 h 715"/>
                            <a:gd name="T28" fmla="*/ 535 w 725"/>
                            <a:gd name="T29" fmla="*/ 675 h 715"/>
                            <a:gd name="T30" fmla="*/ 470 w 725"/>
                            <a:gd name="T31" fmla="*/ 700 h 715"/>
                            <a:gd name="T32" fmla="*/ 400 w 725"/>
                            <a:gd name="T33" fmla="*/ 715 h 715"/>
                            <a:gd name="T34" fmla="*/ 365 w 725"/>
                            <a:gd name="T35" fmla="*/ 715 h 715"/>
                            <a:gd name="T36" fmla="*/ 290 w 725"/>
                            <a:gd name="T37" fmla="*/ 710 h 715"/>
                            <a:gd name="T38" fmla="*/ 225 w 725"/>
                            <a:gd name="T39" fmla="*/ 690 h 715"/>
                            <a:gd name="T40" fmla="*/ 160 w 725"/>
                            <a:gd name="T41" fmla="*/ 655 h 715"/>
                            <a:gd name="T42" fmla="*/ 110 w 725"/>
                            <a:gd name="T43" fmla="*/ 611 h 715"/>
                            <a:gd name="T44" fmla="*/ 65 w 725"/>
                            <a:gd name="T45" fmla="*/ 556 h 715"/>
                            <a:gd name="T46" fmla="*/ 30 w 725"/>
                            <a:gd name="T47" fmla="*/ 497 h 715"/>
                            <a:gd name="T48" fmla="*/ 10 w 725"/>
                            <a:gd name="T49" fmla="*/ 432 h 715"/>
                            <a:gd name="T50" fmla="*/ 0 w 725"/>
                            <a:gd name="T51" fmla="*/ 358 h 715"/>
                            <a:gd name="T52" fmla="*/ 5 w 725"/>
                            <a:gd name="T53" fmla="*/ 323 h 715"/>
                            <a:gd name="T54" fmla="*/ 20 w 725"/>
                            <a:gd name="T55" fmla="*/ 253 h 715"/>
                            <a:gd name="T56" fmla="*/ 45 w 725"/>
                            <a:gd name="T57" fmla="*/ 189 h 715"/>
                            <a:gd name="T58" fmla="*/ 85 w 725"/>
                            <a:gd name="T59" fmla="*/ 129 h 715"/>
                            <a:gd name="T60" fmla="*/ 135 w 725"/>
                            <a:gd name="T61" fmla="*/ 79 h 715"/>
                            <a:gd name="T62" fmla="*/ 190 w 725"/>
                            <a:gd name="T63" fmla="*/ 45 h 715"/>
                            <a:gd name="T64" fmla="*/ 255 w 725"/>
                            <a:gd name="T65" fmla="*/ 15 h 715"/>
                            <a:gd name="T66" fmla="*/ 325 w 725"/>
                            <a:gd name="T67" fmla="*/ 0 h 715"/>
                          </a:gdLst>
                          <a:ahLst/>
                          <a:cxnLst/>
                          <a:rect l="0" t="0" r="r" b="b"/>
                          <a:pathLst>
                            <a:path w="725" h="715">
                              <a:moveTo>
                                <a:pt x="365" y="0"/>
                              </a:moveTo>
                              <a:lnTo>
                                <a:pt x="365" y="0"/>
                              </a:lnTo>
                              <a:lnTo>
                                <a:pt x="400" y="0"/>
                              </a:lnTo>
                              <a:lnTo>
                                <a:pt x="435" y="5"/>
                              </a:lnTo>
                              <a:lnTo>
                                <a:pt x="470" y="15"/>
                              </a:lnTo>
                              <a:lnTo>
                                <a:pt x="505" y="30"/>
                              </a:lnTo>
                              <a:lnTo>
                                <a:pt x="535" y="45"/>
                              </a:lnTo>
                              <a:lnTo>
                                <a:pt x="565" y="60"/>
                              </a:lnTo>
                              <a:lnTo>
                                <a:pt x="595" y="79"/>
                              </a:lnTo>
                              <a:lnTo>
                                <a:pt x="620" y="104"/>
                              </a:lnTo>
                              <a:lnTo>
                                <a:pt x="640" y="129"/>
                              </a:lnTo>
                              <a:lnTo>
                                <a:pt x="665" y="159"/>
                              </a:lnTo>
                              <a:lnTo>
                                <a:pt x="680" y="189"/>
                              </a:lnTo>
                              <a:lnTo>
                                <a:pt x="695" y="218"/>
                              </a:lnTo>
                              <a:lnTo>
                                <a:pt x="710" y="253"/>
                              </a:lnTo>
                              <a:lnTo>
                                <a:pt x="715" y="288"/>
                              </a:lnTo>
                              <a:lnTo>
                                <a:pt x="725" y="323"/>
                              </a:lnTo>
                              <a:lnTo>
                                <a:pt x="725" y="358"/>
                              </a:lnTo>
                              <a:lnTo>
                                <a:pt x="725" y="392"/>
                              </a:lnTo>
                              <a:lnTo>
                                <a:pt x="715" y="432"/>
                              </a:lnTo>
                              <a:lnTo>
                                <a:pt x="710" y="467"/>
                              </a:lnTo>
                              <a:lnTo>
                                <a:pt x="695" y="497"/>
                              </a:lnTo>
                              <a:lnTo>
                                <a:pt x="680" y="526"/>
                              </a:lnTo>
                              <a:lnTo>
                                <a:pt x="665" y="556"/>
                              </a:lnTo>
                              <a:lnTo>
                                <a:pt x="640" y="586"/>
                              </a:lnTo>
                              <a:lnTo>
                                <a:pt x="620" y="611"/>
                              </a:lnTo>
                              <a:lnTo>
                                <a:pt x="595" y="636"/>
                              </a:lnTo>
                              <a:lnTo>
                                <a:pt x="565" y="655"/>
                              </a:lnTo>
                              <a:lnTo>
                                <a:pt x="535" y="675"/>
                              </a:lnTo>
                              <a:lnTo>
                                <a:pt x="505" y="690"/>
                              </a:lnTo>
                              <a:lnTo>
                                <a:pt x="470" y="700"/>
                              </a:lnTo>
                              <a:lnTo>
                                <a:pt x="435" y="710"/>
                              </a:lnTo>
                              <a:lnTo>
                                <a:pt x="400" y="715"/>
                              </a:lnTo>
                              <a:lnTo>
                                <a:pt x="365" y="715"/>
                              </a:lnTo>
                              <a:lnTo>
                                <a:pt x="325" y="715"/>
                              </a:lnTo>
                              <a:lnTo>
                                <a:pt x="290" y="710"/>
                              </a:lnTo>
                              <a:lnTo>
                                <a:pt x="255" y="700"/>
                              </a:lnTo>
                              <a:lnTo>
                                <a:pt x="225" y="690"/>
                              </a:lnTo>
                              <a:lnTo>
                                <a:pt x="190" y="675"/>
                              </a:lnTo>
                              <a:lnTo>
                                <a:pt x="160" y="655"/>
                              </a:lnTo>
                              <a:lnTo>
                                <a:pt x="135" y="636"/>
                              </a:lnTo>
                              <a:lnTo>
                                <a:pt x="110" y="611"/>
                              </a:lnTo>
                              <a:lnTo>
                                <a:pt x="85" y="586"/>
                              </a:lnTo>
                              <a:lnTo>
                                <a:pt x="65" y="556"/>
                              </a:lnTo>
                              <a:lnTo>
                                <a:pt x="45" y="526"/>
                              </a:lnTo>
                              <a:lnTo>
                                <a:pt x="30" y="497"/>
                              </a:lnTo>
                              <a:lnTo>
                                <a:pt x="20" y="467"/>
                              </a:lnTo>
                              <a:lnTo>
                                <a:pt x="10" y="432"/>
                              </a:lnTo>
                              <a:lnTo>
                                <a:pt x="5" y="392"/>
                              </a:lnTo>
                              <a:lnTo>
                                <a:pt x="0" y="358"/>
                              </a:lnTo>
                              <a:lnTo>
                                <a:pt x="5" y="323"/>
                              </a:lnTo>
                              <a:lnTo>
                                <a:pt x="10" y="288"/>
                              </a:lnTo>
                              <a:lnTo>
                                <a:pt x="20" y="253"/>
                              </a:lnTo>
                              <a:lnTo>
                                <a:pt x="30" y="218"/>
                              </a:lnTo>
                              <a:lnTo>
                                <a:pt x="45" y="189"/>
                              </a:lnTo>
                              <a:lnTo>
                                <a:pt x="65" y="159"/>
                              </a:lnTo>
                              <a:lnTo>
                                <a:pt x="85" y="129"/>
                              </a:lnTo>
                              <a:lnTo>
                                <a:pt x="110" y="104"/>
                              </a:lnTo>
                              <a:lnTo>
                                <a:pt x="135" y="79"/>
                              </a:lnTo>
                              <a:lnTo>
                                <a:pt x="160" y="60"/>
                              </a:lnTo>
                              <a:lnTo>
                                <a:pt x="190" y="45"/>
                              </a:lnTo>
                              <a:lnTo>
                                <a:pt x="225" y="30"/>
                              </a:lnTo>
                              <a:lnTo>
                                <a:pt x="255" y="15"/>
                              </a:lnTo>
                              <a:lnTo>
                                <a:pt x="290" y="5"/>
                              </a:lnTo>
                              <a:lnTo>
                                <a:pt x="325" y="0"/>
                              </a:lnTo>
                              <a:lnTo>
                                <a:pt x="36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62" name="Freeform 13"/>
                      <wps:cNvSpPr/>
                      <wps:spPr bwMode="auto">
                        <a:xfrm>
                          <a:off x="0" y="0"/>
                          <a:ext cx="460375" cy="454025"/>
                        </a:xfrm>
                        <a:custGeom>
                          <a:avLst/>
                          <a:gdLst>
                            <a:gd name="T0" fmla="*/ 365 w 725"/>
                            <a:gd name="T1" fmla="*/ 0 h 715"/>
                            <a:gd name="T2" fmla="*/ 435 w 725"/>
                            <a:gd name="T3" fmla="*/ 5 h 715"/>
                            <a:gd name="T4" fmla="*/ 505 w 725"/>
                            <a:gd name="T5" fmla="*/ 30 h 715"/>
                            <a:gd name="T6" fmla="*/ 565 w 725"/>
                            <a:gd name="T7" fmla="*/ 60 h 715"/>
                            <a:gd name="T8" fmla="*/ 620 w 725"/>
                            <a:gd name="T9" fmla="*/ 104 h 715"/>
                            <a:gd name="T10" fmla="*/ 665 w 725"/>
                            <a:gd name="T11" fmla="*/ 159 h 715"/>
                            <a:gd name="T12" fmla="*/ 695 w 725"/>
                            <a:gd name="T13" fmla="*/ 218 h 715"/>
                            <a:gd name="T14" fmla="*/ 715 w 725"/>
                            <a:gd name="T15" fmla="*/ 288 h 715"/>
                            <a:gd name="T16" fmla="*/ 725 w 725"/>
                            <a:gd name="T17" fmla="*/ 358 h 715"/>
                            <a:gd name="T18" fmla="*/ 725 w 725"/>
                            <a:gd name="T19" fmla="*/ 392 h 715"/>
                            <a:gd name="T20" fmla="*/ 710 w 725"/>
                            <a:gd name="T21" fmla="*/ 467 h 715"/>
                            <a:gd name="T22" fmla="*/ 680 w 725"/>
                            <a:gd name="T23" fmla="*/ 526 h 715"/>
                            <a:gd name="T24" fmla="*/ 640 w 725"/>
                            <a:gd name="T25" fmla="*/ 586 h 715"/>
                            <a:gd name="T26" fmla="*/ 595 w 725"/>
                            <a:gd name="T27" fmla="*/ 636 h 715"/>
                            <a:gd name="T28" fmla="*/ 535 w 725"/>
                            <a:gd name="T29" fmla="*/ 675 h 715"/>
                            <a:gd name="T30" fmla="*/ 470 w 725"/>
                            <a:gd name="T31" fmla="*/ 700 h 715"/>
                            <a:gd name="T32" fmla="*/ 400 w 725"/>
                            <a:gd name="T33" fmla="*/ 715 h 715"/>
                            <a:gd name="T34" fmla="*/ 365 w 725"/>
                            <a:gd name="T35" fmla="*/ 715 h 715"/>
                            <a:gd name="T36" fmla="*/ 290 w 725"/>
                            <a:gd name="T37" fmla="*/ 710 h 715"/>
                            <a:gd name="T38" fmla="*/ 225 w 725"/>
                            <a:gd name="T39" fmla="*/ 690 h 715"/>
                            <a:gd name="T40" fmla="*/ 160 w 725"/>
                            <a:gd name="T41" fmla="*/ 655 h 715"/>
                            <a:gd name="T42" fmla="*/ 110 w 725"/>
                            <a:gd name="T43" fmla="*/ 611 h 715"/>
                            <a:gd name="T44" fmla="*/ 65 w 725"/>
                            <a:gd name="T45" fmla="*/ 556 h 715"/>
                            <a:gd name="T46" fmla="*/ 30 w 725"/>
                            <a:gd name="T47" fmla="*/ 497 h 715"/>
                            <a:gd name="T48" fmla="*/ 10 w 725"/>
                            <a:gd name="T49" fmla="*/ 432 h 715"/>
                            <a:gd name="T50" fmla="*/ 0 w 725"/>
                            <a:gd name="T51" fmla="*/ 358 h 715"/>
                            <a:gd name="T52" fmla="*/ 5 w 725"/>
                            <a:gd name="T53" fmla="*/ 323 h 715"/>
                            <a:gd name="T54" fmla="*/ 20 w 725"/>
                            <a:gd name="T55" fmla="*/ 253 h 715"/>
                            <a:gd name="T56" fmla="*/ 45 w 725"/>
                            <a:gd name="T57" fmla="*/ 189 h 715"/>
                            <a:gd name="T58" fmla="*/ 85 w 725"/>
                            <a:gd name="T59" fmla="*/ 129 h 715"/>
                            <a:gd name="T60" fmla="*/ 135 w 725"/>
                            <a:gd name="T61" fmla="*/ 79 h 715"/>
                            <a:gd name="T62" fmla="*/ 190 w 725"/>
                            <a:gd name="T63" fmla="*/ 45 h 715"/>
                            <a:gd name="T64" fmla="*/ 255 w 725"/>
                            <a:gd name="T65" fmla="*/ 15 h 715"/>
                            <a:gd name="T66" fmla="*/ 325 w 725"/>
                            <a:gd name="T67" fmla="*/ 0 h 715"/>
                          </a:gdLst>
                          <a:ahLst/>
                          <a:cxnLst/>
                          <a:rect l="0" t="0" r="r" b="b"/>
                          <a:pathLst>
                            <a:path w="725" h="715">
                              <a:moveTo>
                                <a:pt x="365" y="0"/>
                              </a:moveTo>
                              <a:lnTo>
                                <a:pt x="365" y="0"/>
                              </a:lnTo>
                              <a:lnTo>
                                <a:pt x="400" y="0"/>
                              </a:lnTo>
                              <a:lnTo>
                                <a:pt x="435" y="5"/>
                              </a:lnTo>
                              <a:lnTo>
                                <a:pt x="470" y="15"/>
                              </a:lnTo>
                              <a:lnTo>
                                <a:pt x="505" y="30"/>
                              </a:lnTo>
                              <a:lnTo>
                                <a:pt x="535" y="45"/>
                              </a:lnTo>
                              <a:lnTo>
                                <a:pt x="565" y="60"/>
                              </a:lnTo>
                              <a:lnTo>
                                <a:pt x="595" y="79"/>
                              </a:lnTo>
                              <a:lnTo>
                                <a:pt x="620" y="104"/>
                              </a:lnTo>
                              <a:lnTo>
                                <a:pt x="640" y="129"/>
                              </a:lnTo>
                              <a:lnTo>
                                <a:pt x="665" y="159"/>
                              </a:lnTo>
                              <a:lnTo>
                                <a:pt x="680" y="189"/>
                              </a:lnTo>
                              <a:lnTo>
                                <a:pt x="695" y="218"/>
                              </a:lnTo>
                              <a:lnTo>
                                <a:pt x="710" y="253"/>
                              </a:lnTo>
                              <a:lnTo>
                                <a:pt x="715" y="288"/>
                              </a:lnTo>
                              <a:lnTo>
                                <a:pt x="725" y="323"/>
                              </a:lnTo>
                              <a:lnTo>
                                <a:pt x="725" y="358"/>
                              </a:lnTo>
                              <a:lnTo>
                                <a:pt x="725" y="392"/>
                              </a:lnTo>
                              <a:lnTo>
                                <a:pt x="715" y="432"/>
                              </a:lnTo>
                              <a:lnTo>
                                <a:pt x="710" y="467"/>
                              </a:lnTo>
                              <a:lnTo>
                                <a:pt x="695" y="497"/>
                              </a:lnTo>
                              <a:lnTo>
                                <a:pt x="680" y="526"/>
                              </a:lnTo>
                              <a:lnTo>
                                <a:pt x="665" y="556"/>
                              </a:lnTo>
                              <a:lnTo>
                                <a:pt x="640" y="586"/>
                              </a:lnTo>
                              <a:lnTo>
                                <a:pt x="620" y="611"/>
                              </a:lnTo>
                              <a:lnTo>
                                <a:pt x="595" y="636"/>
                              </a:lnTo>
                              <a:lnTo>
                                <a:pt x="565" y="655"/>
                              </a:lnTo>
                              <a:lnTo>
                                <a:pt x="535" y="675"/>
                              </a:lnTo>
                              <a:lnTo>
                                <a:pt x="505" y="690"/>
                              </a:lnTo>
                              <a:lnTo>
                                <a:pt x="470" y="700"/>
                              </a:lnTo>
                              <a:lnTo>
                                <a:pt x="435" y="710"/>
                              </a:lnTo>
                              <a:lnTo>
                                <a:pt x="400" y="715"/>
                              </a:lnTo>
                              <a:lnTo>
                                <a:pt x="365" y="715"/>
                              </a:lnTo>
                              <a:lnTo>
                                <a:pt x="325" y="715"/>
                              </a:lnTo>
                              <a:lnTo>
                                <a:pt x="290" y="710"/>
                              </a:lnTo>
                              <a:lnTo>
                                <a:pt x="255" y="700"/>
                              </a:lnTo>
                              <a:lnTo>
                                <a:pt x="225" y="690"/>
                              </a:lnTo>
                              <a:lnTo>
                                <a:pt x="190" y="675"/>
                              </a:lnTo>
                              <a:lnTo>
                                <a:pt x="160" y="655"/>
                              </a:lnTo>
                              <a:lnTo>
                                <a:pt x="135" y="636"/>
                              </a:lnTo>
                              <a:lnTo>
                                <a:pt x="110" y="611"/>
                              </a:lnTo>
                              <a:lnTo>
                                <a:pt x="85" y="586"/>
                              </a:lnTo>
                              <a:lnTo>
                                <a:pt x="65" y="556"/>
                              </a:lnTo>
                              <a:lnTo>
                                <a:pt x="45" y="526"/>
                              </a:lnTo>
                              <a:lnTo>
                                <a:pt x="30" y="497"/>
                              </a:lnTo>
                              <a:lnTo>
                                <a:pt x="20" y="467"/>
                              </a:lnTo>
                              <a:lnTo>
                                <a:pt x="10" y="432"/>
                              </a:lnTo>
                              <a:lnTo>
                                <a:pt x="5" y="392"/>
                              </a:lnTo>
                              <a:lnTo>
                                <a:pt x="0" y="358"/>
                              </a:lnTo>
                              <a:lnTo>
                                <a:pt x="5" y="323"/>
                              </a:lnTo>
                              <a:lnTo>
                                <a:pt x="10" y="288"/>
                              </a:lnTo>
                              <a:lnTo>
                                <a:pt x="20" y="253"/>
                              </a:lnTo>
                              <a:lnTo>
                                <a:pt x="30" y="218"/>
                              </a:lnTo>
                              <a:lnTo>
                                <a:pt x="45" y="189"/>
                              </a:lnTo>
                              <a:lnTo>
                                <a:pt x="65" y="159"/>
                              </a:lnTo>
                              <a:lnTo>
                                <a:pt x="85" y="129"/>
                              </a:lnTo>
                              <a:lnTo>
                                <a:pt x="110" y="104"/>
                              </a:lnTo>
                              <a:lnTo>
                                <a:pt x="135" y="79"/>
                              </a:lnTo>
                              <a:lnTo>
                                <a:pt x="160" y="60"/>
                              </a:lnTo>
                              <a:lnTo>
                                <a:pt x="190" y="45"/>
                              </a:lnTo>
                              <a:lnTo>
                                <a:pt x="225" y="30"/>
                              </a:lnTo>
                              <a:lnTo>
                                <a:pt x="255" y="15"/>
                              </a:lnTo>
                              <a:lnTo>
                                <a:pt x="290" y="5"/>
                              </a:lnTo>
                              <a:lnTo>
                                <a:pt x="325" y="0"/>
                              </a:lnTo>
                              <a:lnTo>
                                <a:pt x="365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63" name="Freeform 14"/>
                      <wps:cNvSpPr/>
                      <wps:spPr bwMode="auto">
                        <a:xfrm>
                          <a:off x="69850" y="69215"/>
                          <a:ext cx="330200" cy="328295"/>
                        </a:xfrm>
                        <a:custGeom>
                          <a:avLst/>
                          <a:gdLst>
                            <a:gd name="T0" fmla="*/ 260 w 520"/>
                            <a:gd name="T1" fmla="*/ 0 h 517"/>
                            <a:gd name="T2" fmla="*/ 260 w 520"/>
                            <a:gd name="T3" fmla="*/ 0 h 517"/>
                            <a:gd name="T4" fmla="*/ 310 w 520"/>
                            <a:gd name="T5" fmla="*/ 5 h 517"/>
                            <a:gd name="T6" fmla="*/ 360 w 520"/>
                            <a:gd name="T7" fmla="*/ 20 h 517"/>
                            <a:gd name="T8" fmla="*/ 405 w 520"/>
                            <a:gd name="T9" fmla="*/ 45 h 517"/>
                            <a:gd name="T10" fmla="*/ 440 w 520"/>
                            <a:gd name="T11" fmla="*/ 75 h 517"/>
                            <a:gd name="T12" fmla="*/ 475 w 520"/>
                            <a:gd name="T13" fmla="*/ 114 h 517"/>
                            <a:gd name="T14" fmla="*/ 495 w 520"/>
                            <a:gd name="T15" fmla="*/ 159 h 517"/>
                            <a:gd name="T16" fmla="*/ 510 w 520"/>
                            <a:gd name="T17" fmla="*/ 209 h 517"/>
                            <a:gd name="T18" fmla="*/ 520 w 520"/>
                            <a:gd name="T19" fmla="*/ 259 h 517"/>
                            <a:gd name="T20" fmla="*/ 520 w 520"/>
                            <a:gd name="T21" fmla="*/ 259 h 517"/>
                            <a:gd name="T22" fmla="*/ 510 w 520"/>
                            <a:gd name="T23" fmla="*/ 313 h 517"/>
                            <a:gd name="T24" fmla="*/ 495 w 520"/>
                            <a:gd name="T25" fmla="*/ 358 h 517"/>
                            <a:gd name="T26" fmla="*/ 475 w 520"/>
                            <a:gd name="T27" fmla="*/ 403 h 517"/>
                            <a:gd name="T28" fmla="*/ 440 w 520"/>
                            <a:gd name="T29" fmla="*/ 442 h 517"/>
                            <a:gd name="T30" fmla="*/ 405 w 520"/>
                            <a:gd name="T31" fmla="*/ 472 h 517"/>
                            <a:gd name="T32" fmla="*/ 360 w 520"/>
                            <a:gd name="T33" fmla="*/ 497 h 517"/>
                            <a:gd name="T34" fmla="*/ 310 w 520"/>
                            <a:gd name="T35" fmla="*/ 512 h 517"/>
                            <a:gd name="T36" fmla="*/ 260 w 520"/>
                            <a:gd name="T37" fmla="*/ 517 h 517"/>
                            <a:gd name="T38" fmla="*/ 260 w 520"/>
                            <a:gd name="T39" fmla="*/ 517 h 517"/>
                            <a:gd name="T40" fmla="*/ 205 w 520"/>
                            <a:gd name="T41" fmla="*/ 512 h 517"/>
                            <a:gd name="T42" fmla="*/ 155 w 520"/>
                            <a:gd name="T43" fmla="*/ 497 h 517"/>
                            <a:gd name="T44" fmla="*/ 115 w 520"/>
                            <a:gd name="T45" fmla="*/ 472 h 517"/>
                            <a:gd name="T46" fmla="*/ 75 w 520"/>
                            <a:gd name="T47" fmla="*/ 442 h 517"/>
                            <a:gd name="T48" fmla="*/ 45 w 520"/>
                            <a:gd name="T49" fmla="*/ 403 h 517"/>
                            <a:gd name="T50" fmla="*/ 20 w 520"/>
                            <a:gd name="T51" fmla="*/ 358 h 517"/>
                            <a:gd name="T52" fmla="*/ 5 w 520"/>
                            <a:gd name="T53" fmla="*/ 313 h 517"/>
                            <a:gd name="T54" fmla="*/ 0 w 520"/>
                            <a:gd name="T55" fmla="*/ 259 h 517"/>
                            <a:gd name="T56" fmla="*/ 0 w 520"/>
                            <a:gd name="T57" fmla="*/ 259 h 517"/>
                            <a:gd name="T58" fmla="*/ 5 w 520"/>
                            <a:gd name="T59" fmla="*/ 209 h 517"/>
                            <a:gd name="T60" fmla="*/ 20 w 520"/>
                            <a:gd name="T61" fmla="*/ 159 h 517"/>
                            <a:gd name="T62" fmla="*/ 45 w 520"/>
                            <a:gd name="T63" fmla="*/ 114 h 517"/>
                            <a:gd name="T64" fmla="*/ 75 w 520"/>
                            <a:gd name="T65" fmla="*/ 75 h 517"/>
                            <a:gd name="T66" fmla="*/ 115 w 520"/>
                            <a:gd name="T67" fmla="*/ 45 h 517"/>
                            <a:gd name="T68" fmla="*/ 155 w 520"/>
                            <a:gd name="T69" fmla="*/ 20 h 517"/>
                            <a:gd name="T70" fmla="*/ 205 w 520"/>
                            <a:gd name="T71" fmla="*/ 5 h 517"/>
                            <a:gd name="T72" fmla="*/ 260 w 520"/>
                            <a:gd name="T73" fmla="*/ 0 h 517"/>
                          </a:gdLst>
                          <a:ahLst/>
                          <a:cxnLst/>
                          <a:rect l="0" t="0" r="r" b="b"/>
                          <a:pathLst>
                            <a:path w="520" h="517">
                              <a:moveTo>
                                <a:pt x="260" y="0"/>
                              </a:moveTo>
                              <a:lnTo>
                                <a:pt x="260" y="0"/>
                              </a:lnTo>
                              <a:lnTo>
                                <a:pt x="310" y="5"/>
                              </a:lnTo>
                              <a:lnTo>
                                <a:pt x="360" y="20"/>
                              </a:lnTo>
                              <a:lnTo>
                                <a:pt x="405" y="45"/>
                              </a:lnTo>
                              <a:lnTo>
                                <a:pt x="440" y="75"/>
                              </a:lnTo>
                              <a:lnTo>
                                <a:pt x="475" y="114"/>
                              </a:lnTo>
                              <a:lnTo>
                                <a:pt x="495" y="159"/>
                              </a:lnTo>
                              <a:lnTo>
                                <a:pt x="510" y="209"/>
                              </a:lnTo>
                              <a:lnTo>
                                <a:pt x="520" y="259"/>
                              </a:lnTo>
                              <a:lnTo>
                                <a:pt x="510" y="313"/>
                              </a:lnTo>
                              <a:lnTo>
                                <a:pt x="495" y="358"/>
                              </a:lnTo>
                              <a:lnTo>
                                <a:pt x="475" y="403"/>
                              </a:lnTo>
                              <a:lnTo>
                                <a:pt x="440" y="442"/>
                              </a:lnTo>
                              <a:lnTo>
                                <a:pt x="405" y="472"/>
                              </a:lnTo>
                              <a:lnTo>
                                <a:pt x="360" y="497"/>
                              </a:lnTo>
                              <a:lnTo>
                                <a:pt x="310" y="512"/>
                              </a:lnTo>
                              <a:lnTo>
                                <a:pt x="260" y="517"/>
                              </a:lnTo>
                              <a:lnTo>
                                <a:pt x="205" y="512"/>
                              </a:lnTo>
                              <a:lnTo>
                                <a:pt x="155" y="497"/>
                              </a:lnTo>
                              <a:lnTo>
                                <a:pt x="115" y="472"/>
                              </a:lnTo>
                              <a:lnTo>
                                <a:pt x="75" y="442"/>
                              </a:lnTo>
                              <a:lnTo>
                                <a:pt x="45" y="403"/>
                              </a:lnTo>
                              <a:lnTo>
                                <a:pt x="20" y="358"/>
                              </a:lnTo>
                              <a:lnTo>
                                <a:pt x="5" y="313"/>
                              </a:lnTo>
                              <a:lnTo>
                                <a:pt x="0" y="259"/>
                              </a:lnTo>
                              <a:lnTo>
                                <a:pt x="5" y="209"/>
                              </a:lnTo>
                              <a:lnTo>
                                <a:pt x="20" y="159"/>
                              </a:lnTo>
                              <a:lnTo>
                                <a:pt x="45" y="114"/>
                              </a:lnTo>
                              <a:lnTo>
                                <a:pt x="75" y="75"/>
                              </a:lnTo>
                              <a:lnTo>
                                <a:pt x="115" y="45"/>
                              </a:lnTo>
                              <a:lnTo>
                                <a:pt x="155" y="20"/>
                              </a:lnTo>
                              <a:lnTo>
                                <a:pt x="205" y="5"/>
                              </a:lnTo>
                              <a:lnTo>
                                <a:pt x="26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64" name="Freeform 15"/>
                      <wps:cNvSpPr/>
                      <wps:spPr bwMode="auto">
                        <a:xfrm>
                          <a:off x="69850" y="69215"/>
                          <a:ext cx="330200" cy="328295"/>
                        </a:xfrm>
                        <a:custGeom>
                          <a:avLst/>
                          <a:gdLst>
                            <a:gd name="T0" fmla="*/ 260 w 520"/>
                            <a:gd name="T1" fmla="*/ 0 h 517"/>
                            <a:gd name="T2" fmla="*/ 260 w 520"/>
                            <a:gd name="T3" fmla="*/ 0 h 517"/>
                            <a:gd name="T4" fmla="*/ 310 w 520"/>
                            <a:gd name="T5" fmla="*/ 5 h 517"/>
                            <a:gd name="T6" fmla="*/ 360 w 520"/>
                            <a:gd name="T7" fmla="*/ 20 h 517"/>
                            <a:gd name="T8" fmla="*/ 405 w 520"/>
                            <a:gd name="T9" fmla="*/ 45 h 517"/>
                            <a:gd name="T10" fmla="*/ 440 w 520"/>
                            <a:gd name="T11" fmla="*/ 75 h 517"/>
                            <a:gd name="T12" fmla="*/ 475 w 520"/>
                            <a:gd name="T13" fmla="*/ 114 h 517"/>
                            <a:gd name="T14" fmla="*/ 495 w 520"/>
                            <a:gd name="T15" fmla="*/ 159 h 517"/>
                            <a:gd name="T16" fmla="*/ 510 w 520"/>
                            <a:gd name="T17" fmla="*/ 209 h 517"/>
                            <a:gd name="T18" fmla="*/ 520 w 520"/>
                            <a:gd name="T19" fmla="*/ 259 h 517"/>
                            <a:gd name="T20" fmla="*/ 520 w 520"/>
                            <a:gd name="T21" fmla="*/ 259 h 517"/>
                            <a:gd name="T22" fmla="*/ 510 w 520"/>
                            <a:gd name="T23" fmla="*/ 313 h 517"/>
                            <a:gd name="T24" fmla="*/ 495 w 520"/>
                            <a:gd name="T25" fmla="*/ 358 h 517"/>
                            <a:gd name="T26" fmla="*/ 475 w 520"/>
                            <a:gd name="T27" fmla="*/ 403 h 517"/>
                            <a:gd name="T28" fmla="*/ 440 w 520"/>
                            <a:gd name="T29" fmla="*/ 442 h 517"/>
                            <a:gd name="T30" fmla="*/ 405 w 520"/>
                            <a:gd name="T31" fmla="*/ 472 h 517"/>
                            <a:gd name="T32" fmla="*/ 360 w 520"/>
                            <a:gd name="T33" fmla="*/ 497 h 517"/>
                            <a:gd name="T34" fmla="*/ 310 w 520"/>
                            <a:gd name="T35" fmla="*/ 512 h 517"/>
                            <a:gd name="T36" fmla="*/ 260 w 520"/>
                            <a:gd name="T37" fmla="*/ 517 h 517"/>
                            <a:gd name="T38" fmla="*/ 260 w 520"/>
                            <a:gd name="T39" fmla="*/ 517 h 517"/>
                            <a:gd name="T40" fmla="*/ 205 w 520"/>
                            <a:gd name="T41" fmla="*/ 512 h 517"/>
                            <a:gd name="T42" fmla="*/ 155 w 520"/>
                            <a:gd name="T43" fmla="*/ 497 h 517"/>
                            <a:gd name="T44" fmla="*/ 115 w 520"/>
                            <a:gd name="T45" fmla="*/ 472 h 517"/>
                            <a:gd name="T46" fmla="*/ 75 w 520"/>
                            <a:gd name="T47" fmla="*/ 442 h 517"/>
                            <a:gd name="T48" fmla="*/ 45 w 520"/>
                            <a:gd name="T49" fmla="*/ 403 h 517"/>
                            <a:gd name="T50" fmla="*/ 20 w 520"/>
                            <a:gd name="T51" fmla="*/ 358 h 517"/>
                            <a:gd name="T52" fmla="*/ 5 w 520"/>
                            <a:gd name="T53" fmla="*/ 313 h 517"/>
                            <a:gd name="T54" fmla="*/ 0 w 520"/>
                            <a:gd name="T55" fmla="*/ 259 h 517"/>
                            <a:gd name="T56" fmla="*/ 0 w 520"/>
                            <a:gd name="T57" fmla="*/ 259 h 517"/>
                            <a:gd name="T58" fmla="*/ 5 w 520"/>
                            <a:gd name="T59" fmla="*/ 209 h 517"/>
                            <a:gd name="T60" fmla="*/ 20 w 520"/>
                            <a:gd name="T61" fmla="*/ 159 h 517"/>
                            <a:gd name="T62" fmla="*/ 45 w 520"/>
                            <a:gd name="T63" fmla="*/ 114 h 517"/>
                            <a:gd name="T64" fmla="*/ 75 w 520"/>
                            <a:gd name="T65" fmla="*/ 75 h 517"/>
                            <a:gd name="T66" fmla="*/ 115 w 520"/>
                            <a:gd name="T67" fmla="*/ 45 h 517"/>
                            <a:gd name="T68" fmla="*/ 155 w 520"/>
                            <a:gd name="T69" fmla="*/ 20 h 517"/>
                            <a:gd name="T70" fmla="*/ 205 w 520"/>
                            <a:gd name="T71" fmla="*/ 5 h 517"/>
                            <a:gd name="T72" fmla="*/ 260 w 520"/>
                            <a:gd name="T73" fmla="*/ 0 h 517"/>
                          </a:gdLst>
                          <a:ahLst/>
                          <a:cxnLst/>
                          <a:rect l="0" t="0" r="r" b="b"/>
                          <a:pathLst>
                            <a:path w="520" h="517">
                              <a:moveTo>
                                <a:pt x="260" y="0"/>
                              </a:moveTo>
                              <a:lnTo>
                                <a:pt x="260" y="0"/>
                              </a:lnTo>
                              <a:lnTo>
                                <a:pt x="310" y="5"/>
                              </a:lnTo>
                              <a:lnTo>
                                <a:pt x="360" y="20"/>
                              </a:lnTo>
                              <a:lnTo>
                                <a:pt x="405" y="45"/>
                              </a:lnTo>
                              <a:lnTo>
                                <a:pt x="440" y="75"/>
                              </a:lnTo>
                              <a:lnTo>
                                <a:pt x="475" y="114"/>
                              </a:lnTo>
                              <a:lnTo>
                                <a:pt x="495" y="159"/>
                              </a:lnTo>
                              <a:lnTo>
                                <a:pt x="510" y="209"/>
                              </a:lnTo>
                              <a:lnTo>
                                <a:pt x="520" y="259"/>
                              </a:lnTo>
                              <a:lnTo>
                                <a:pt x="510" y="313"/>
                              </a:lnTo>
                              <a:lnTo>
                                <a:pt x="495" y="358"/>
                              </a:lnTo>
                              <a:lnTo>
                                <a:pt x="475" y="403"/>
                              </a:lnTo>
                              <a:lnTo>
                                <a:pt x="440" y="442"/>
                              </a:lnTo>
                              <a:lnTo>
                                <a:pt x="405" y="472"/>
                              </a:lnTo>
                              <a:lnTo>
                                <a:pt x="360" y="497"/>
                              </a:lnTo>
                              <a:lnTo>
                                <a:pt x="310" y="512"/>
                              </a:lnTo>
                              <a:lnTo>
                                <a:pt x="260" y="517"/>
                              </a:lnTo>
                              <a:lnTo>
                                <a:pt x="205" y="512"/>
                              </a:lnTo>
                              <a:lnTo>
                                <a:pt x="155" y="497"/>
                              </a:lnTo>
                              <a:lnTo>
                                <a:pt x="115" y="472"/>
                              </a:lnTo>
                              <a:lnTo>
                                <a:pt x="75" y="442"/>
                              </a:lnTo>
                              <a:lnTo>
                                <a:pt x="45" y="403"/>
                              </a:lnTo>
                              <a:lnTo>
                                <a:pt x="20" y="358"/>
                              </a:lnTo>
                              <a:lnTo>
                                <a:pt x="5" y="313"/>
                              </a:lnTo>
                              <a:lnTo>
                                <a:pt x="0" y="259"/>
                              </a:lnTo>
                              <a:lnTo>
                                <a:pt x="5" y="209"/>
                              </a:lnTo>
                              <a:lnTo>
                                <a:pt x="20" y="159"/>
                              </a:lnTo>
                              <a:lnTo>
                                <a:pt x="45" y="114"/>
                              </a:lnTo>
                              <a:lnTo>
                                <a:pt x="75" y="75"/>
                              </a:lnTo>
                              <a:lnTo>
                                <a:pt x="115" y="45"/>
                              </a:lnTo>
                              <a:lnTo>
                                <a:pt x="155" y="20"/>
                              </a:lnTo>
                              <a:lnTo>
                                <a:pt x="205" y="5"/>
                              </a:lnTo>
                              <a:lnTo>
                                <a:pt x="260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65" name="Freeform 16"/>
                      <wps:cNvSpPr/>
                      <wps:spPr bwMode="auto">
                        <a:xfrm>
                          <a:off x="76200" y="75565"/>
                          <a:ext cx="317500" cy="315595"/>
                        </a:xfrm>
                        <a:custGeom>
                          <a:avLst/>
                          <a:gdLst>
                            <a:gd name="T0" fmla="*/ 250 w 500"/>
                            <a:gd name="T1" fmla="*/ 0 h 497"/>
                            <a:gd name="T2" fmla="*/ 250 w 500"/>
                            <a:gd name="T3" fmla="*/ 0 h 497"/>
                            <a:gd name="T4" fmla="*/ 300 w 500"/>
                            <a:gd name="T5" fmla="*/ 5 h 497"/>
                            <a:gd name="T6" fmla="*/ 345 w 500"/>
                            <a:gd name="T7" fmla="*/ 20 h 497"/>
                            <a:gd name="T8" fmla="*/ 390 w 500"/>
                            <a:gd name="T9" fmla="*/ 45 h 497"/>
                            <a:gd name="T10" fmla="*/ 425 w 500"/>
                            <a:gd name="T11" fmla="*/ 75 h 497"/>
                            <a:gd name="T12" fmla="*/ 455 w 500"/>
                            <a:gd name="T13" fmla="*/ 109 h 497"/>
                            <a:gd name="T14" fmla="*/ 480 w 500"/>
                            <a:gd name="T15" fmla="*/ 154 h 497"/>
                            <a:gd name="T16" fmla="*/ 495 w 500"/>
                            <a:gd name="T17" fmla="*/ 199 h 497"/>
                            <a:gd name="T18" fmla="*/ 500 w 500"/>
                            <a:gd name="T19" fmla="*/ 249 h 497"/>
                            <a:gd name="T20" fmla="*/ 500 w 500"/>
                            <a:gd name="T21" fmla="*/ 249 h 497"/>
                            <a:gd name="T22" fmla="*/ 495 w 500"/>
                            <a:gd name="T23" fmla="*/ 298 h 497"/>
                            <a:gd name="T24" fmla="*/ 480 w 500"/>
                            <a:gd name="T25" fmla="*/ 348 h 497"/>
                            <a:gd name="T26" fmla="*/ 455 w 500"/>
                            <a:gd name="T27" fmla="*/ 388 h 497"/>
                            <a:gd name="T28" fmla="*/ 425 w 500"/>
                            <a:gd name="T29" fmla="*/ 427 h 497"/>
                            <a:gd name="T30" fmla="*/ 390 w 500"/>
                            <a:gd name="T31" fmla="*/ 457 h 497"/>
                            <a:gd name="T32" fmla="*/ 345 w 500"/>
                            <a:gd name="T33" fmla="*/ 477 h 497"/>
                            <a:gd name="T34" fmla="*/ 300 w 500"/>
                            <a:gd name="T35" fmla="*/ 492 h 497"/>
                            <a:gd name="T36" fmla="*/ 250 w 500"/>
                            <a:gd name="T37" fmla="*/ 497 h 497"/>
                            <a:gd name="T38" fmla="*/ 250 w 500"/>
                            <a:gd name="T39" fmla="*/ 497 h 497"/>
                            <a:gd name="T40" fmla="*/ 200 w 500"/>
                            <a:gd name="T41" fmla="*/ 492 h 497"/>
                            <a:gd name="T42" fmla="*/ 150 w 500"/>
                            <a:gd name="T43" fmla="*/ 477 h 497"/>
                            <a:gd name="T44" fmla="*/ 110 w 500"/>
                            <a:gd name="T45" fmla="*/ 457 h 497"/>
                            <a:gd name="T46" fmla="*/ 70 w 500"/>
                            <a:gd name="T47" fmla="*/ 427 h 497"/>
                            <a:gd name="T48" fmla="*/ 40 w 500"/>
                            <a:gd name="T49" fmla="*/ 388 h 497"/>
                            <a:gd name="T50" fmla="*/ 15 w 500"/>
                            <a:gd name="T51" fmla="*/ 348 h 497"/>
                            <a:gd name="T52" fmla="*/ 5 w 500"/>
                            <a:gd name="T53" fmla="*/ 298 h 497"/>
                            <a:gd name="T54" fmla="*/ 0 w 500"/>
                            <a:gd name="T55" fmla="*/ 249 h 497"/>
                            <a:gd name="T56" fmla="*/ 0 w 500"/>
                            <a:gd name="T57" fmla="*/ 249 h 497"/>
                            <a:gd name="T58" fmla="*/ 5 w 500"/>
                            <a:gd name="T59" fmla="*/ 199 h 497"/>
                            <a:gd name="T60" fmla="*/ 15 w 500"/>
                            <a:gd name="T61" fmla="*/ 154 h 497"/>
                            <a:gd name="T62" fmla="*/ 40 w 500"/>
                            <a:gd name="T63" fmla="*/ 109 h 497"/>
                            <a:gd name="T64" fmla="*/ 70 w 500"/>
                            <a:gd name="T65" fmla="*/ 75 h 497"/>
                            <a:gd name="T66" fmla="*/ 110 w 500"/>
                            <a:gd name="T67" fmla="*/ 45 h 497"/>
                            <a:gd name="T68" fmla="*/ 150 w 500"/>
                            <a:gd name="T69" fmla="*/ 20 h 497"/>
                            <a:gd name="T70" fmla="*/ 200 w 500"/>
                            <a:gd name="T71" fmla="*/ 5 h 497"/>
                            <a:gd name="T72" fmla="*/ 250 w 500"/>
                            <a:gd name="T73" fmla="*/ 0 h 497"/>
                          </a:gdLst>
                          <a:ahLst/>
                          <a:cxnLst/>
                          <a:rect l="0" t="0" r="r" b="b"/>
                          <a:pathLst>
                            <a:path w="500" h="497">
                              <a:moveTo>
                                <a:pt x="250" y="0"/>
                              </a:moveTo>
                              <a:lnTo>
                                <a:pt x="250" y="0"/>
                              </a:lnTo>
                              <a:lnTo>
                                <a:pt x="300" y="5"/>
                              </a:lnTo>
                              <a:lnTo>
                                <a:pt x="345" y="20"/>
                              </a:lnTo>
                              <a:lnTo>
                                <a:pt x="390" y="45"/>
                              </a:lnTo>
                              <a:lnTo>
                                <a:pt x="425" y="75"/>
                              </a:lnTo>
                              <a:lnTo>
                                <a:pt x="455" y="109"/>
                              </a:lnTo>
                              <a:lnTo>
                                <a:pt x="480" y="154"/>
                              </a:lnTo>
                              <a:lnTo>
                                <a:pt x="495" y="199"/>
                              </a:lnTo>
                              <a:lnTo>
                                <a:pt x="500" y="249"/>
                              </a:lnTo>
                              <a:lnTo>
                                <a:pt x="495" y="298"/>
                              </a:lnTo>
                              <a:lnTo>
                                <a:pt x="480" y="348"/>
                              </a:lnTo>
                              <a:lnTo>
                                <a:pt x="455" y="388"/>
                              </a:lnTo>
                              <a:lnTo>
                                <a:pt x="425" y="427"/>
                              </a:lnTo>
                              <a:lnTo>
                                <a:pt x="390" y="457"/>
                              </a:lnTo>
                              <a:lnTo>
                                <a:pt x="345" y="477"/>
                              </a:lnTo>
                              <a:lnTo>
                                <a:pt x="300" y="492"/>
                              </a:lnTo>
                              <a:lnTo>
                                <a:pt x="250" y="497"/>
                              </a:lnTo>
                              <a:lnTo>
                                <a:pt x="200" y="492"/>
                              </a:lnTo>
                              <a:lnTo>
                                <a:pt x="150" y="477"/>
                              </a:lnTo>
                              <a:lnTo>
                                <a:pt x="110" y="457"/>
                              </a:lnTo>
                              <a:lnTo>
                                <a:pt x="70" y="427"/>
                              </a:lnTo>
                              <a:lnTo>
                                <a:pt x="40" y="388"/>
                              </a:lnTo>
                              <a:lnTo>
                                <a:pt x="15" y="348"/>
                              </a:lnTo>
                              <a:lnTo>
                                <a:pt x="5" y="298"/>
                              </a:lnTo>
                              <a:lnTo>
                                <a:pt x="0" y="249"/>
                              </a:lnTo>
                              <a:lnTo>
                                <a:pt x="5" y="199"/>
                              </a:lnTo>
                              <a:lnTo>
                                <a:pt x="15" y="154"/>
                              </a:lnTo>
                              <a:lnTo>
                                <a:pt x="40" y="109"/>
                              </a:lnTo>
                              <a:lnTo>
                                <a:pt x="70" y="75"/>
                              </a:lnTo>
                              <a:lnTo>
                                <a:pt x="110" y="45"/>
                              </a:lnTo>
                              <a:lnTo>
                                <a:pt x="150" y="20"/>
                              </a:lnTo>
                              <a:lnTo>
                                <a:pt x="200" y="5"/>
                              </a:lnTo>
                              <a:lnTo>
                                <a:pt x="25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66" name="Freeform 17"/>
                      <wps:cNvSpPr/>
                      <wps:spPr bwMode="auto">
                        <a:xfrm>
                          <a:off x="76200" y="75565"/>
                          <a:ext cx="317500" cy="315595"/>
                        </a:xfrm>
                        <a:custGeom>
                          <a:avLst/>
                          <a:gdLst>
                            <a:gd name="T0" fmla="*/ 250 w 500"/>
                            <a:gd name="T1" fmla="*/ 0 h 497"/>
                            <a:gd name="T2" fmla="*/ 250 w 500"/>
                            <a:gd name="T3" fmla="*/ 0 h 497"/>
                            <a:gd name="T4" fmla="*/ 300 w 500"/>
                            <a:gd name="T5" fmla="*/ 5 h 497"/>
                            <a:gd name="T6" fmla="*/ 345 w 500"/>
                            <a:gd name="T7" fmla="*/ 20 h 497"/>
                            <a:gd name="T8" fmla="*/ 390 w 500"/>
                            <a:gd name="T9" fmla="*/ 45 h 497"/>
                            <a:gd name="T10" fmla="*/ 425 w 500"/>
                            <a:gd name="T11" fmla="*/ 75 h 497"/>
                            <a:gd name="T12" fmla="*/ 455 w 500"/>
                            <a:gd name="T13" fmla="*/ 109 h 497"/>
                            <a:gd name="T14" fmla="*/ 480 w 500"/>
                            <a:gd name="T15" fmla="*/ 154 h 497"/>
                            <a:gd name="T16" fmla="*/ 495 w 500"/>
                            <a:gd name="T17" fmla="*/ 199 h 497"/>
                            <a:gd name="T18" fmla="*/ 500 w 500"/>
                            <a:gd name="T19" fmla="*/ 249 h 497"/>
                            <a:gd name="T20" fmla="*/ 500 w 500"/>
                            <a:gd name="T21" fmla="*/ 249 h 497"/>
                            <a:gd name="T22" fmla="*/ 495 w 500"/>
                            <a:gd name="T23" fmla="*/ 298 h 497"/>
                            <a:gd name="T24" fmla="*/ 480 w 500"/>
                            <a:gd name="T25" fmla="*/ 348 h 497"/>
                            <a:gd name="T26" fmla="*/ 455 w 500"/>
                            <a:gd name="T27" fmla="*/ 388 h 497"/>
                            <a:gd name="T28" fmla="*/ 425 w 500"/>
                            <a:gd name="T29" fmla="*/ 427 h 497"/>
                            <a:gd name="T30" fmla="*/ 390 w 500"/>
                            <a:gd name="T31" fmla="*/ 457 h 497"/>
                            <a:gd name="T32" fmla="*/ 345 w 500"/>
                            <a:gd name="T33" fmla="*/ 477 h 497"/>
                            <a:gd name="T34" fmla="*/ 300 w 500"/>
                            <a:gd name="T35" fmla="*/ 492 h 497"/>
                            <a:gd name="T36" fmla="*/ 250 w 500"/>
                            <a:gd name="T37" fmla="*/ 497 h 497"/>
                            <a:gd name="T38" fmla="*/ 250 w 500"/>
                            <a:gd name="T39" fmla="*/ 497 h 497"/>
                            <a:gd name="T40" fmla="*/ 200 w 500"/>
                            <a:gd name="T41" fmla="*/ 492 h 497"/>
                            <a:gd name="T42" fmla="*/ 150 w 500"/>
                            <a:gd name="T43" fmla="*/ 477 h 497"/>
                            <a:gd name="T44" fmla="*/ 110 w 500"/>
                            <a:gd name="T45" fmla="*/ 457 h 497"/>
                            <a:gd name="T46" fmla="*/ 70 w 500"/>
                            <a:gd name="T47" fmla="*/ 427 h 497"/>
                            <a:gd name="T48" fmla="*/ 40 w 500"/>
                            <a:gd name="T49" fmla="*/ 388 h 497"/>
                            <a:gd name="T50" fmla="*/ 15 w 500"/>
                            <a:gd name="T51" fmla="*/ 348 h 497"/>
                            <a:gd name="T52" fmla="*/ 5 w 500"/>
                            <a:gd name="T53" fmla="*/ 298 h 497"/>
                            <a:gd name="T54" fmla="*/ 0 w 500"/>
                            <a:gd name="T55" fmla="*/ 249 h 497"/>
                            <a:gd name="T56" fmla="*/ 0 w 500"/>
                            <a:gd name="T57" fmla="*/ 249 h 497"/>
                            <a:gd name="T58" fmla="*/ 5 w 500"/>
                            <a:gd name="T59" fmla="*/ 199 h 497"/>
                            <a:gd name="T60" fmla="*/ 15 w 500"/>
                            <a:gd name="T61" fmla="*/ 154 h 497"/>
                            <a:gd name="T62" fmla="*/ 40 w 500"/>
                            <a:gd name="T63" fmla="*/ 109 h 497"/>
                            <a:gd name="T64" fmla="*/ 70 w 500"/>
                            <a:gd name="T65" fmla="*/ 75 h 497"/>
                            <a:gd name="T66" fmla="*/ 110 w 500"/>
                            <a:gd name="T67" fmla="*/ 45 h 497"/>
                            <a:gd name="T68" fmla="*/ 150 w 500"/>
                            <a:gd name="T69" fmla="*/ 20 h 497"/>
                            <a:gd name="T70" fmla="*/ 200 w 500"/>
                            <a:gd name="T71" fmla="*/ 5 h 497"/>
                            <a:gd name="T72" fmla="*/ 250 w 500"/>
                            <a:gd name="T73" fmla="*/ 0 h 497"/>
                          </a:gdLst>
                          <a:ahLst/>
                          <a:cxnLst/>
                          <a:rect l="0" t="0" r="r" b="b"/>
                          <a:pathLst>
                            <a:path w="500" h="497">
                              <a:moveTo>
                                <a:pt x="250" y="0"/>
                              </a:moveTo>
                              <a:lnTo>
                                <a:pt x="250" y="0"/>
                              </a:lnTo>
                              <a:lnTo>
                                <a:pt x="300" y="5"/>
                              </a:lnTo>
                              <a:lnTo>
                                <a:pt x="345" y="20"/>
                              </a:lnTo>
                              <a:lnTo>
                                <a:pt x="390" y="45"/>
                              </a:lnTo>
                              <a:lnTo>
                                <a:pt x="425" y="75"/>
                              </a:lnTo>
                              <a:lnTo>
                                <a:pt x="455" y="109"/>
                              </a:lnTo>
                              <a:lnTo>
                                <a:pt x="480" y="154"/>
                              </a:lnTo>
                              <a:lnTo>
                                <a:pt x="495" y="199"/>
                              </a:lnTo>
                              <a:lnTo>
                                <a:pt x="500" y="249"/>
                              </a:lnTo>
                              <a:lnTo>
                                <a:pt x="495" y="298"/>
                              </a:lnTo>
                              <a:lnTo>
                                <a:pt x="480" y="348"/>
                              </a:lnTo>
                              <a:lnTo>
                                <a:pt x="455" y="388"/>
                              </a:lnTo>
                              <a:lnTo>
                                <a:pt x="425" y="427"/>
                              </a:lnTo>
                              <a:lnTo>
                                <a:pt x="390" y="457"/>
                              </a:lnTo>
                              <a:lnTo>
                                <a:pt x="345" y="477"/>
                              </a:lnTo>
                              <a:lnTo>
                                <a:pt x="300" y="492"/>
                              </a:lnTo>
                              <a:lnTo>
                                <a:pt x="250" y="497"/>
                              </a:lnTo>
                              <a:lnTo>
                                <a:pt x="200" y="492"/>
                              </a:lnTo>
                              <a:lnTo>
                                <a:pt x="150" y="477"/>
                              </a:lnTo>
                              <a:lnTo>
                                <a:pt x="110" y="457"/>
                              </a:lnTo>
                              <a:lnTo>
                                <a:pt x="70" y="427"/>
                              </a:lnTo>
                              <a:lnTo>
                                <a:pt x="40" y="388"/>
                              </a:lnTo>
                              <a:lnTo>
                                <a:pt x="15" y="348"/>
                              </a:lnTo>
                              <a:lnTo>
                                <a:pt x="5" y="298"/>
                              </a:lnTo>
                              <a:lnTo>
                                <a:pt x="0" y="249"/>
                              </a:lnTo>
                              <a:lnTo>
                                <a:pt x="5" y="199"/>
                              </a:lnTo>
                              <a:lnTo>
                                <a:pt x="15" y="154"/>
                              </a:lnTo>
                              <a:lnTo>
                                <a:pt x="40" y="109"/>
                              </a:lnTo>
                              <a:lnTo>
                                <a:pt x="70" y="75"/>
                              </a:lnTo>
                              <a:lnTo>
                                <a:pt x="110" y="45"/>
                              </a:lnTo>
                              <a:lnTo>
                                <a:pt x="150" y="20"/>
                              </a:lnTo>
                              <a:lnTo>
                                <a:pt x="200" y="5"/>
                              </a:lnTo>
                              <a:lnTo>
                                <a:pt x="250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67" name="Freeform 18"/>
                      <wps:cNvSpPr>
                        <a:spLocks noEditPoints="1"/>
                      </wps:cNvSpPr>
                      <wps:spPr bwMode="auto">
                        <a:xfrm>
                          <a:off x="111125" y="139065"/>
                          <a:ext cx="234950" cy="173355"/>
                        </a:xfrm>
                        <a:custGeom>
                          <a:avLst/>
                          <a:gdLst>
                            <a:gd name="T0" fmla="*/ 150 w 370"/>
                            <a:gd name="T1" fmla="*/ 273 h 273"/>
                            <a:gd name="T2" fmla="*/ 205 w 370"/>
                            <a:gd name="T3" fmla="*/ 0 h 273"/>
                            <a:gd name="T4" fmla="*/ 120 w 370"/>
                            <a:gd name="T5" fmla="*/ 99 h 273"/>
                            <a:gd name="T6" fmla="*/ 140 w 370"/>
                            <a:gd name="T7" fmla="*/ 99 h 273"/>
                            <a:gd name="T8" fmla="*/ 55 w 370"/>
                            <a:gd name="T9" fmla="*/ 193 h 273"/>
                            <a:gd name="T10" fmla="*/ 75 w 370"/>
                            <a:gd name="T11" fmla="*/ 193 h 273"/>
                            <a:gd name="T12" fmla="*/ 0 w 370"/>
                            <a:gd name="T13" fmla="*/ 273 h 273"/>
                            <a:gd name="T14" fmla="*/ 150 w 370"/>
                            <a:gd name="T15" fmla="*/ 273 h 273"/>
                            <a:gd name="T16" fmla="*/ 160 w 370"/>
                            <a:gd name="T17" fmla="*/ 273 h 273"/>
                            <a:gd name="T18" fmla="*/ 200 w 370"/>
                            <a:gd name="T19" fmla="*/ 79 h 273"/>
                            <a:gd name="T20" fmla="*/ 265 w 370"/>
                            <a:gd name="T21" fmla="*/ 79 h 273"/>
                            <a:gd name="T22" fmla="*/ 240 w 370"/>
                            <a:gd name="T23" fmla="*/ 213 h 273"/>
                            <a:gd name="T24" fmla="*/ 275 w 370"/>
                            <a:gd name="T25" fmla="*/ 213 h 273"/>
                            <a:gd name="T26" fmla="*/ 260 w 370"/>
                            <a:gd name="T27" fmla="*/ 273 h 273"/>
                            <a:gd name="T28" fmla="*/ 160 w 370"/>
                            <a:gd name="T29" fmla="*/ 273 h 273"/>
                            <a:gd name="T30" fmla="*/ 200 w 370"/>
                            <a:gd name="T31" fmla="*/ 69 h 273"/>
                            <a:gd name="T32" fmla="*/ 215 w 370"/>
                            <a:gd name="T33" fmla="*/ 4 h 273"/>
                            <a:gd name="T34" fmla="*/ 305 w 370"/>
                            <a:gd name="T35" fmla="*/ 4 h 273"/>
                            <a:gd name="T36" fmla="*/ 305 w 370"/>
                            <a:gd name="T37" fmla="*/ 4 h 273"/>
                            <a:gd name="T38" fmla="*/ 330 w 370"/>
                            <a:gd name="T39" fmla="*/ 9 h 273"/>
                            <a:gd name="T40" fmla="*/ 345 w 370"/>
                            <a:gd name="T41" fmla="*/ 19 h 273"/>
                            <a:gd name="T42" fmla="*/ 355 w 370"/>
                            <a:gd name="T43" fmla="*/ 29 h 273"/>
                            <a:gd name="T44" fmla="*/ 355 w 370"/>
                            <a:gd name="T45" fmla="*/ 29 h 273"/>
                            <a:gd name="T46" fmla="*/ 365 w 370"/>
                            <a:gd name="T47" fmla="*/ 49 h 273"/>
                            <a:gd name="T48" fmla="*/ 370 w 370"/>
                            <a:gd name="T49" fmla="*/ 79 h 273"/>
                            <a:gd name="T50" fmla="*/ 370 w 370"/>
                            <a:gd name="T51" fmla="*/ 79 h 273"/>
                            <a:gd name="T52" fmla="*/ 365 w 370"/>
                            <a:gd name="T53" fmla="*/ 94 h 273"/>
                            <a:gd name="T54" fmla="*/ 360 w 370"/>
                            <a:gd name="T55" fmla="*/ 109 h 273"/>
                            <a:gd name="T56" fmla="*/ 350 w 370"/>
                            <a:gd name="T57" fmla="*/ 124 h 273"/>
                            <a:gd name="T58" fmla="*/ 345 w 370"/>
                            <a:gd name="T59" fmla="*/ 134 h 273"/>
                            <a:gd name="T60" fmla="*/ 345 w 370"/>
                            <a:gd name="T61" fmla="*/ 134 h 273"/>
                            <a:gd name="T62" fmla="*/ 320 w 370"/>
                            <a:gd name="T63" fmla="*/ 144 h 273"/>
                            <a:gd name="T64" fmla="*/ 305 w 370"/>
                            <a:gd name="T65" fmla="*/ 149 h 273"/>
                            <a:gd name="T66" fmla="*/ 260 w 370"/>
                            <a:gd name="T67" fmla="*/ 149 h 273"/>
                            <a:gd name="T68" fmla="*/ 275 w 370"/>
                            <a:gd name="T69" fmla="*/ 79 h 273"/>
                            <a:gd name="T70" fmla="*/ 290 w 370"/>
                            <a:gd name="T71" fmla="*/ 79 h 273"/>
                            <a:gd name="T72" fmla="*/ 290 w 370"/>
                            <a:gd name="T73" fmla="*/ 79 h 273"/>
                            <a:gd name="T74" fmla="*/ 295 w 370"/>
                            <a:gd name="T75" fmla="*/ 79 h 273"/>
                            <a:gd name="T76" fmla="*/ 300 w 370"/>
                            <a:gd name="T77" fmla="*/ 74 h 273"/>
                            <a:gd name="T78" fmla="*/ 300 w 370"/>
                            <a:gd name="T79" fmla="*/ 74 h 273"/>
                            <a:gd name="T80" fmla="*/ 295 w 370"/>
                            <a:gd name="T81" fmla="*/ 69 h 273"/>
                            <a:gd name="T82" fmla="*/ 290 w 370"/>
                            <a:gd name="T83" fmla="*/ 69 h 273"/>
                            <a:gd name="T84" fmla="*/ 200 w 370"/>
                            <a:gd name="T85" fmla="*/ 69 h 273"/>
                          </a:gdLst>
                          <a:ahLst/>
                          <a:cxnLst/>
                          <a:rect l="0" t="0" r="r" b="b"/>
                          <a:pathLst>
                            <a:path w="370" h="273">
                              <a:moveTo>
                                <a:pt x="150" y="273"/>
                              </a:moveTo>
                              <a:lnTo>
                                <a:pt x="205" y="0"/>
                              </a:lnTo>
                              <a:lnTo>
                                <a:pt x="120" y="99"/>
                              </a:lnTo>
                              <a:lnTo>
                                <a:pt x="140" y="99"/>
                              </a:lnTo>
                              <a:lnTo>
                                <a:pt x="55" y="193"/>
                              </a:lnTo>
                              <a:lnTo>
                                <a:pt x="75" y="193"/>
                              </a:lnTo>
                              <a:lnTo>
                                <a:pt x="0" y="273"/>
                              </a:lnTo>
                              <a:lnTo>
                                <a:pt x="150" y="273"/>
                              </a:lnTo>
                              <a:close/>
                              <a:moveTo>
                                <a:pt x="160" y="273"/>
                              </a:moveTo>
                              <a:lnTo>
                                <a:pt x="200" y="79"/>
                              </a:lnTo>
                              <a:lnTo>
                                <a:pt x="265" y="79"/>
                              </a:lnTo>
                              <a:lnTo>
                                <a:pt x="240" y="213"/>
                              </a:lnTo>
                              <a:lnTo>
                                <a:pt x="275" y="213"/>
                              </a:lnTo>
                              <a:lnTo>
                                <a:pt x="260" y="273"/>
                              </a:lnTo>
                              <a:lnTo>
                                <a:pt x="160" y="273"/>
                              </a:lnTo>
                              <a:close/>
                              <a:moveTo>
                                <a:pt x="200" y="69"/>
                              </a:moveTo>
                              <a:lnTo>
                                <a:pt x="215" y="4"/>
                              </a:lnTo>
                              <a:lnTo>
                                <a:pt x="305" y="4"/>
                              </a:lnTo>
                              <a:lnTo>
                                <a:pt x="330" y="9"/>
                              </a:lnTo>
                              <a:lnTo>
                                <a:pt x="345" y="19"/>
                              </a:lnTo>
                              <a:lnTo>
                                <a:pt x="355" y="29"/>
                              </a:lnTo>
                              <a:lnTo>
                                <a:pt x="365" y="49"/>
                              </a:lnTo>
                              <a:lnTo>
                                <a:pt x="370" y="79"/>
                              </a:lnTo>
                              <a:lnTo>
                                <a:pt x="365" y="94"/>
                              </a:lnTo>
                              <a:lnTo>
                                <a:pt x="360" y="109"/>
                              </a:lnTo>
                              <a:lnTo>
                                <a:pt x="350" y="124"/>
                              </a:lnTo>
                              <a:lnTo>
                                <a:pt x="345" y="134"/>
                              </a:lnTo>
                              <a:lnTo>
                                <a:pt x="320" y="144"/>
                              </a:lnTo>
                              <a:lnTo>
                                <a:pt x="305" y="149"/>
                              </a:lnTo>
                              <a:lnTo>
                                <a:pt x="260" y="149"/>
                              </a:lnTo>
                              <a:lnTo>
                                <a:pt x="275" y="79"/>
                              </a:lnTo>
                              <a:lnTo>
                                <a:pt x="290" y="79"/>
                              </a:lnTo>
                              <a:lnTo>
                                <a:pt x="295" y="79"/>
                              </a:lnTo>
                              <a:lnTo>
                                <a:pt x="300" y="74"/>
                              </a:lnTo>
                              <a:lnTo>
                                <a:pt x="295" y="69"/>
                              </a:lnTo>
                              <a:lnTo>
                                <a:pt x="290" y="69"/>
                              </a:lnTo>
                              <a:lnTo>
                                <a:pt x="200" y="6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68" name="Freeform 19"/>
                      <wps:cNvSpPr>
                        <a:spLocks noEditPoints="1"/>
                      </wps:cNvSpPr>
                      <wps:spPr bwMode="auto">
                        <a:xfrm>
                          <a:off x="22225" y="0"/>
                          <a:ext cx="422275" cy="195580"/>
                        </a:xfrm>
                        <a:custGeom>
                          <a:avLst/>
                          <a:gdLst>
                            <a:gd name="T0" fmla="*/ 650 w 665"/>
                            <a:gd name="T1" fmla="*/ 268 h 308"/>
                            <a:gd name="T2" fmla="*/ 615 w 665"/>
                            <a:gd name="T3" fmla="*/ 273 h 308"/>
                            <a:gd name="T4" fmla="*/ 620 w 665"/>
                            <a:gd name="T5" fmla="*/ 159 h 308"/>
                            <a:gd name="T6" fmla="*/ 605 w 665"/>
                            <a:gd name="T7" fmla="*/ 228 h 308"/>
                            <a:gd name="T8" fmla="*/ 625 w 665"/>
                            <a:gd name="T9" fmla="*/ 198 h 308"/>
                            <a:gd name="T10" fmla="*/ 550 w 665"/>
                            <a:gd name="T11" fmla="*/ 139 h 308"/>
                            <a:gd name="T12" fmla="*/ 565 w 665"/>
                            <a:gd name="T13" fmla="*/ 159 h 308"/>
                            <a:gd name="T14" fmla="*/ 585 w 665"/>
                            <a:gd name="T15" fmla="*/ 139 h 308"/>
                            <a:gd name="T16" fmla="*/ 565 w 665"/>
                            <a:gd name="T17" fmla="*/ 119 h 308"/>
                            <a:gd name="T18" fmla="*/ 560 w 665"/>
                            <a:gd name="T19" fmla="*/ 109 h 308"/>
                            <a:gd name="T20" fmla="*/ 580 w 665"/>
                            <a:gd name="T21" fmla="*/ 109 h 308"/>
                            <a:gd name="T22" fmla="*/ 600 w 665"/>
                            <a:gd name="T23" fmla="*/ 139 h 308"/>
                            <a:gd name="T24" fmla="*/ 565 w 665"/>
                            <a:gd name="T25" fmla="*/ 169 h 308"/>
                            <a:gd name="T26" fmla="*/ 535 w 665"/>
                            <a:gd name="T27" fmla="*/ 149 h 308"/>
                            <a:gd name="T28" fmla="*/ 550 w 665"/>
                            <a:gd name="T29" fmla="*/ 119 h 308"/>
                            <a:gd name="T30" fmla="*/ 520 w 665"/>
                            <a:gd name="T31" fmla="*/ 54 h 308"/>
                            <a:gd name="T32" fmla="*/ 510 w 665"/>
                            <a:gd name="T33" fmla="*/ 124 h 308"/>
                            <a:gd name="T34" fmla="*/ 425 w 665"/>
                            <a:gd name="T35" fmla="*/ 74 h 308"/>
                            <a:gd name="T36" fmla="*/ 470 w 665"/>
                            <a:gd name="T37" fmla="*/ 39 h 308"/>
                            <a:gd name="T38" fmla="*/ 370 w 665"/>
                            <a:gd name="T39" fmla="*/ 39 h 308"/>
                            <a:gd name="T40" fmla="*/ 380 w 665"/>
                            <a:gd name="T41" fmla="*/ 54 h 308"/>
                            <a:gd name="T42" fmla="*/ 390 w 665"/>
                            <a:gd name="T43" fmla="*/ 44 h 308"/>
                            <a:gd name="T44" fmla="*/ 380 w 665"/>
                            <a:gd name="T45" fmla="*/ 35 h 308"/>
                            <a:gd name="T46" fmla="*/ 365 w 665"/>
                            <a:gd name="T47" fmla="*/ 10 h 308"/>
                            <a:gd name="T48" fmla="*/ 385 w 665"/>
                            <a:gd name="T49" fmla="*/ 5 h 308"/>
                            <a:gd name="T50" fmla="*/ 405 w 665"/>
                            <a:gd name="T51" fmla="*/ 25 h 308"/>
                            <a:gd name="T52" fmla="*/ 385 w 665"/>
                            <a:gd name="T53" fmla="*/ 15 h 308"/>
                            <a:gd name="T54" fmla="*/ 375 w 665"/>
                            <a:gd name="T55" fmla="*/ 20 h 308"/>
                            <a:gd name="T56" fmla="*/ 400 w 665"/>
                            <a:gd name="T57" fmla="*/ 35 h 308"/>
                            <a:gd name="T58" fmla="*/ 405 w 665"/>
                            <a:gd name="T59" fmla="*/ 49 h 308"/>
                            <a:gd name="T60" fmla="*/ 375 w 665"/>
                            <a:gd name="T61" fmla="*/ 64 h 308"/>
                            <a:gd name="T62" fmla="*/ 360 w 665"/>
                            <a:gd name="T63" fmla="*/ 49 h 308"/>
                            <a:gd name="T64" fmla="*/ 300 w 665"/>
                            <a:gd name="T65" fmla="*/ 0 h 308"/>
                            <a:gd name="T66" fmla="*/ 330 w 665"/>
                            <a:gd name="T67" fmla="*/ 59 h 308"/>
                            <a:gd name="T68" fmla="*/ 245 w 665"/>
                            <a:gd name="T69" fmla="*/ 25 h 308"/>
                            <a:gd name="T70" fmla="*/ 265 w 665"/>
                            <a:gd name="T71" fmla="*/ 54 h 308"/>
                            <a:gd name="T72" fmla="*/ 245 w 665"/>
                            <a:gd name="T73" fmla="*/ 10 h 308"/>
                            <a:gd name="T74" fmla="*/ 190 w 665"/>
                            <a:gd name="T75" fmla="*/ 64 h 308"/>
                            <a:gd name="T76" fmla="*/ 200 w 665"/>
                            <a:gd name="T77" fmla="*/ 49 h 308"/>
                            <a:gd name="T78" fmla="*/ 190 w 665"/>
                            <a:gd name="T79" fmla="*/ 44 h 308"/>
                            <a:gd name="T80" fmla="*/ 175 w 665"/>
                            <a:gd name="T81" fmla="*/ 39 h 308"/>
                            <a:gd name="T82" fmla="*/ 200 w 665"/>
                            <a:gd name="T83" fmla="*/ 35 h 308"/>
                            <a:gd name="T84" fmla="*/ 210 w 665"/>
                            <a:gd name="T85" fmla="*/ 59 h 308"/>
                            <a:gd name="T86" fmla="*/ 185 w 665"/>
                            <a:gd name="T87" fmla="*/ 74 h 308"/>
                            <a:gd name="T88" fmla="*/ 80 w 665"/>
                            <a:gd name="T89" fmla="*/ 114 h 308"/>
                            <a:gd name="T90" fmla="*/ 130 w 665"/>
                            <a:gd name="T91" fmla="*/ 114 h 308"/>
                            <a:gd name="T92" fmla="*/ 80 w 665"/>
                            <a:gd name="T93" fmla="*/ 179 h 308"/>
                            <a:gd name="T94" fmla="*/ 100 w 665"/>
                            <a:gd name="T95" fmla="*/ 164 h 308"/>
                            <a:gd name="T96" fmla="*/ 95 w 665"/>
                            <a:gd name="T97" fmla="*/ 159 h 308"/>
                            <a:gd name="T98" fmla="*/ 70 w 665"/>
                            <a:gd name="T99" fmla="*/ 174 h 308"/>
                            <a:gd name="T100" fmla="*/ 50 w 665"/>
                            <a:gd name="T101" fmla="*/ 164 h 308"/>
                            <a:gd name="T102" fmla="*/ 65 w 665"/>
                            <a:gd name="T103" fmla="*/ 139 h 308"/>
                            <a:gd name="T104" fmla="*/ 75 w 665"/>
                            <a:gd name="T105" fmla="*/ 149 h 308"/>
                            <a:gd name="T106" fmla="*/ 65 w 665"/>
                            <a:gd name="T107" fmla="*/ 149 h 308"/>
                            <a:gd name="T108" fmla="*/ 65 w 665"/>
                            <a:gd name="T109" fmla="*/ 164 h 308"/>
                            <a:gd name="T110" fmla="*/ 90 w 665"/>
                            <a:gd name="T111" fmla="*/ 149 h 308"/>
                            <a:gd name="T112" fmla="*/ 110 w 665"/>
                            <a:gd name="T113" fmla="*/ 159 h 308"/>
                            <a:gd name="T114" fmla="*/ 105 w 665"/>
                            <a:gd name="T115" fmla="*/ 179 h 308"/>
                            <a:gd name="T116" fmla="*/ 75 w 665"/>
                            <a:gd name="T117" fmla="*/ 188 h 308"/>
                            <a:gd name="T118" fmla="*/ 60 w 665"/>
                            <a:gd name="T119" fmla="*/ 218 h 308"/>
                            <a:gd name="T120" fmla="*/ 70 w 665"/>
                            <a:gd name="T121" fmla="*/ 248 h 308"/>
                            <a:gd name="T122" fmla="*/ 60 w 665"/>
                            <a:gd name="T123" fmla="*/ 308 h 308"/>
                            <a:gd name="T124" fmla="*/ 65 w 665"/>
                            <a:gd name="T125" fmla="*/ 263 h 308"/>
                          </a:gdLst>
                          <a:ahLst/>
                          <a:cxnLst/>
                          <a:rect l="0" t="0" r="r" b="b"/>
                          <a:pathLst>
                            <a:path w="665" h="308">
                              <a:moveTo>
                                <a:pt x="600" y="263"/>
                              </a:moveTo>
                              <a:lnTo>
                                <a:pt x="660" y="253"/>
                              </a:lnTo>
                              <a:lnTo>
                                <a:pt x="665" y="298"/>
                              </a:lnTo>
                              <a:lnTo>
                                <a:pt x="660" y="298"/>
                              </a:lnTo>
                              <a:lnTo>
                                <a:pt x="650" y="268"/>
                              </a:lnTo>
                              <a:lnTo>
                                <a:pt x="640" y="268"/>
                              </a:lnTo>
                              <a:lnTo>
                                <a:pt x="645" y="298"/>
                              </a:lnTo>
                              <a:lnTo>
                                <a:pt x="635" y="298"/>
                              </a:lnTo>
                              <a:lnTo>
                                <a:pt x="630" y="273"/>
                              </a:lnTo>
                              <a:lnTo>
                                <a:pt x="615" y="273"/>
                              </a:lnTo>
                              <a:lnTo>
                                <a:pt x="620" y="308"/>
                              </a:lnTo>
                              <a:lnTo>
                                <a:pt x="610" y="308"/>
                              </a:lnTo>
                              <a:lnTo>
                                <a:pt x="600" y="263"/>
                              </a:lnTo>
                              <a:close/>
                              <a:moveTo>
                                <a:pt x="575" y="198"/>
                              </a:moveTo>
                              <a:lnTo>
                                <a:pt x="620" y="159"/>
                              </a:lnTo>
                              <a:lnTo>
                                <a:pt x="625" y="169"/>
                              </a:lnTo>
                              <a:lnTo>
                                <a:pt x="595" y="193"/>
                              </a:lnTo>
                              <a:lnTo>
                                <a:pt x="635" y="188"/>
                              </a:lnTo>
                              <a:lnTo>
                                <a:pt x="640" y="203"/>
                              </a:lnTo>
                              <a:lnTo>
                                <a:pt x="605" y="228"/>
                              </a:lnTo>
                              <a:lnTo>
                                <a:pt x="650" y="218"/>
                              </a:lnTo>
                              <a:lnTo>
                                <a:pt x="655" y="228"/>
                              </a:lnTo>
                              <a:lnTo>
                                <a:pt x="595" y="243"/>
                              </a:lnTo>
                              <a:lnTo>
                                <a:pt x="590" y="228"/>
                              </a:lnTo>
                              <a:lnTo>
                                <a:pt x="625" y="198"/>
                              </a:lnTo>
                              <a:lnTo>
                                <a:pt x="580" y="208"/>
                              </a:lnTo>
                              <a:lnTo>
                                <a:pt x="575" y="198"/>
                              </a:lnTo>
                              <a:close/>
                              <a:moveTo>
                                <a:pt x="555" y="124"/>
                              </a:moveTo>
                              <a:lnTo>
                                <a:pt x="555" y="124"/>
                              </a:lnTo>
                              <a:lnTo>
                                <a:pt x="550" y="139"/>
                              </a:lnTo>
                              <a:lnTo>
                                <a:pt x="550" y="154"/>
                              </a:lnTo>
                              <a:lnTo>
                                <a:pt x="565" y="159"/>
                              </a:lnTo>
                              <a:lnTo>
                                <a:pt x="580" y="149"/>
                              </a:lnTo>
                              <a:lnTo>
                                <a:pt x="585" y="144"/>
                              </a:lnTo>
                              <a:lnTo>
                                <a:pt x="585" y="139"/>
                              </a:lnTo>
                              <a:lnTo>
                                <a:pt x="580" y="124"/>
                              </a:lnTo>
                              <a:lnTo>
                                <a:pt x="570" y="119"/>
                              </a:lnTo>
                              <a:lnTo>
                                <a:pt x="565" y="119"/>
                              </a:lnTo>
                              <a:lnTo>
                                <a:pt x="555" y="124"/>
                              </a:lnTo>
                              <a:close/>
                              <a:moveTo>
                                <a:pt x="550" y="119"/>
                              </a:moveTo>
                              <a:lnTo>
                                <a:pt x="550" y="119"/>
                              </a:lnTo>
                              <a:lnTo>
                                <a:pt x="560" y="109"/>
                              </a:lnTo>
                              <a:lnTo>
                                <a:pt x="570" y="109"/>
                              </a:lnTo>
                              <a:lnTo>
                                <a:pt x="580" y="109"/>
                              </a:lnTo>
                              <a:lnTo>
                                <a:pt x="590" y="119"/>
                              </a:lnTo>
                              <a:lnTo>
                                <a:pt x="595" y="129"/>
                              </a:lnTo>
                              <a:lnTo>
                                <a:pt x="600" y="139"/>
                              </a:lnTo>
                              <a:lnTo>
                                <a:pt x="595" y="149"/>
                              </a:lnTo>
                              <a:lnTo>
                                <a:pt x="585" y="159"/>
                              </a:lnTo>
                              <a:lnTo>
                                <a:pt x="575" y="169"/>
                              </a:lnTo>
                              <a:lnTo>
                                <a:pt x="565" y="169"/>
                              </a:lnTo>
                              <a:lnTo>
                                <a:pt x="555" y="164"/>
                              </a:lnTo>
                              <a:lnTo>
                                <a:pt x="545" y="159"/>
                              </a:lnTo>
                              <a:lnTo>
                                <a:pt x="535" y="149"/>
                              </a:lnTo>
                              <a:lnTo>
                                <a:pt x="535" y="139"/>
                              </a:lnTo>
                              <a:lnTo>
                                <a:pt x="540" y="129"/>
                              </a:lnTo>
                              <a:lnTo>
                                <a:pt x="550" y="119"/>
                              </a:lnTo>
                              <a:close/>
                              <a:moveTo>
                                <a:pt x="470" y="94"/>
                              </a:moveTo>
                              <a:lnTo>
                                <a:pt x="490" y="39"/>
                              </a:lnTo>
                              <a:lnTo>
                                <a:pt x="500" y="44"/>
                              </a:lnTo>
                              <a:lnTo>
                                <a:pt x="485" y="84"/>
                              </a:lnTo>
                              <a:lnTo>
                                <a:pt x="520" y="54"/>
                              </a:lnTo>
                              <a:lnTo>
                                <a:pt x="530" y="64"/>
                              </a:lnTo>
                              <a:lnTo>
                                <a:pt x="515" y="104"/>
                              </a:lnTo>
                              <a:lnTo>
                                <a:pt x="545" y="74"/>
                              </a:lnTo>
                              <a:lnTo>
                                <a:pt x="555" y="84"/>
                              </a:lnTo>
                              <a:lnTo>
                                <a:pt x="510" y="124"/>
                              </a:lnTo>
                              <a:lnTo>
                                <a:pt x="500" y="114"/>
                              </a:lnTo>
                              <a:lnTo>
                                <a:pt x="515" y="69"/>
                              </a:lnTo>
                              <a:lnTo>
                                <a:pt x="480" y="99"/>
                              </a:lnTo>
                              <a:lnTo>
                                <a:pt x="470" y="94"/>
                              </a:lnTo>
                              <a:close/>
                              <a:moveTo>
                                <a:pt x="425" y="74"/>
                              </a:moveTo>
                              <a:lnTo>
                                <a:pt x="445" y="30"/>
                              </a:lnTo>
                              <a:lnTo>
                                <a:pt x="425" y="25"/>
                              </a:lnTo>
                              <a:lnTo>
                                <a:pt x="430" y="15"/>
                              </a:lnTo>
                              <a:lnTo>
                                <a:pt x="475" y="30"/>
                              </a:lnTo>
                              <a:lnTo>
                                <a:pt x="470" y="39"/>
                              </a:lnTo>
                              <a:lnTo>
                                <a:pt x="455" y="35"/>
                              </a:lnTo>
                              <a:lnTo>
                                <a:pt x="435" y="79"/>
                              </a:lnTo>
                              <a:lnTo>
                                <a:pt x="425" y="74"/>
                              </a:lnTo>
                              <a:close/>
                              <a:moveTo>
                                <a:pt x="355" y="39"/>
                              </a:moveTo>
                              <a:lnTo>
                                <a:pt x="370" y="39"/>
                              </a:lnTo>
                              <a:lnTo>
                                <a:pt x="370" y="49"/>
                              </a:lnTo>
                              <a:lnTo>
                                <a:pt x="380" y="54"/>
                              </a:lnTo>
                              <a:lnTo>
                                <a:pt x="390" y="54"/>
                              </a:lnTo>
                              <a:lnTo>
                                <a:pt x="390" y="49"/>
                              </a:lnTo>
                              <a:lnTo>
                                <a:pt x="390" y="44"/>
                              </a:lnTo>
                              <a:lnTo>
                                <a:pt x="390" y="39"/>
                              </a:lnTo>
                              <a:lnTo>
                                <a:pt x="380" y="35"/>
                              </a:lnTo>
                              <a:lnTo>
                                <a:pt x="365" y="30"/>
                              </a:lnTo>
                              <a:lnTo>
                                <a:pt x="365" y="15"/>
                              </a:lnTo>
                              <a:lnTo>
                                <a:pt x="365" y="10"/>
                              </a:lnTo>
                              <a:lnTo>
                                <a:pt x="375" y="5"/>
                              </a:lnTo>
                              <a:lnTo>
                                <a:pt x="385" y="5"/>
                              </a:lnTo>
                              <a:lnTo>
                                <a:pt x="395" y="5"/>
                              </a:lnTo>
                              <a:lnTo>
                                <a:pt x="405" y="10"/>
                              </a:lnTo>
                              <a:lnTo>
                                <a:pt x="405" y="20"/>
                              </a:lnTo>
                              <a:lnTo>
                                <a:pt x="405" y="25"/>
                              </a:lnTo>
                              <a:lnTo>
                                <a:pt x="395" y="25"/>
                              </a:lnTo>
                              <a:lnTo>
                                <a:pt x="395" y="15"/>
                              </a:lnTo>
                              <a:lnTo>
                                <a:pt x="385" y="15"/>
                              </a:lnTo>
                              <a:lnTo>
                                <a:pt x="375" y="15"/>
                              </a:lnTo>
                              <a:lnTo>
                                <a:pt x="375" y="20"/>
                              </a:lnTo>
                              <a:lnTo>
                                <a:pt x="385" y="25"/>
                              </a:lnTo>
                              <a:lnTo>
                                <a:pt x="400" y="35"/>
                              </a:lnTo>
                              <a:lnTo>
                                <a:pt x="405" y="39"/>
                              </a:lnTo>
                              <a:lnTo>
                                <a:pt x="405" y="49"/>
                              </a:lnTo>
                              <a:lnTo>
                                <a:pt x="400" y="59"/>
                              </a:lnTo>
                              <a:lnTo>
                                <a:pt x="390" y="64"/>
                              </a:lnTo>
                              <a:lnTo>
                                <a:pt x="375" y="64"/>
                              </a:lnTo>
                              <a:lnTo>
                                <a:pt x="370" y="59"/>
                              </a:lnTo>
                              <a:lnTo>
                                <a:pt x="360" y="54"/>
                              </a:lnTo>
                              <a:lnTo>
                                <a:pt x="360" y="49"/>
                              </a:lnTo>
                              <a:lnTo>
                                <a:pt x="355" y="39"/>
                              </a:lnTo>
                              <a:close/>
                              <a:moveTo>
                                <a:pt x="295" y="64"/>
                              </a:moveTo>
                              <a:lnTo>
                                <a:pt x="290" y="5"/>
                              </a:lnTo>
                              <a:lnTo>
                                <a:pt x="300" y="0"/>
                              </a:lnTo>
                              <a:lnTo>
                                <a:pt x="330" y="39"/>
                              </a:lnTo>
                              <a:lnTo>
                                <a:pt x="325" y="0"/>
                              </a:lnTo>
                              <a:lnTo>
                                <a:pt x="335" y="0"/>
                              </a:lnTo>
                              <a:lnTo>
                                <a:pt x="340" y="59"/>
                              </a:lnTo>
                              <a:lnTo>
                                <a:pt x="330" y="59"/>
                              </a:lnTo>
                              <a:lnTo>
                                <a:pt x="300" y="25"/>
                              </a:lnTo>
                              <a:lnTo>
                                <a:pt x="305" y="59"/>
                              </a:lnTo>
                              <a:lnTo>
                                <a:pt x="295" y="64"/>
                              </a:lnTo>
                              <a:close/>
                              <a:moveTo>
                                <a:pt x="260" y="44"/>
                              </a:moveTo>
                              <a:lnTo>
                                <a:pt x="245" y="25"/>
                              </a:lnTo>
                              <a:lnTo>
                                <a:pt x="240" y="49"/>
                              </a:lnTo>
                              <a:lnTo>
                                <a:pt x="260" y="44"/>
                              </a:lnTo>
                              <a:close/>
                              <a:moveTo>
                                <a:pt x="285" y="64"/>
                              </a:moveTo>
                              <a:lnTo>
                                <a:pt x="270" y="64"/>
                              </a:lnTo>
                              <a:lnTo>
                                <a:pt x="265" y="54"/>
                              </a:lnTo>
                              <a:lnTo>
                                <a:pt x="240" y="59"/>
                              </a:lnTo>
                              <a:lnTo>
                                <a:pt x="240" y="74"/>
                              </a:lnTo>
                              <a:lnTo>
                                <a:pt x="225" y="79"/>
                              </a:lnTo>
                              <a:lnTo>
                                <a:pt x="235" y="15"/>
                              </a:lnTo>
                              <a:lnTo>
                                <a:pt x="245" y="10"/>
                              </a:lnTo>
                              <a:lnTo>
                                <a:pt x="285" y="64"/>
                              </a:lnTo>
                              <a:close/>
                              <a:moveTo>
                                <a:pt x="175" y="49"/>
                              </a:moveTo>
                              <a:lnTo>
                                <a:pt x="185" y="64"/>
                              </a:lnTo>
                              <a:lnTo>
                                <a:pt x="190" y="64"/>
                              </a:lnTo>
                              <a:lnTo>
                                <a:pt x="195" y="59"/>
                              </a:lnTo>
                              <a:lnTo>
                                <a:pt x="200" y="54"/>
                              </a:lnTo>
                              <a:lnTo>
                                <a:pt x="200" y="49"/>
                              </a:lnTo>
                              <a:lnTo>
                                <a:pt x="195" y="44"/>
                              </a:lnTo>
                              <a:lnTo>
                                <a:pt x="190" y="44"/>
                              </a:lnTo>
                              <a:lnTo>
                                <a:pt x="180" y="49"/>
                              </a:lnTo>
                              <a:lnTo>
                                <a:pt x="175" y="49"/>
                              </a:lnTo>
                              <a:close/>
                              <a:moveTo>
                                <a:pt x="185" y="99"/>
                              </a:moveTo>
                              <a:lnTo>
                                <a:pt x="160" y="49"/>
                              </a:lnTo>
                              <a:lnTo>
                                <a:pt x="175" y="39"/>
                              </a:lnTo>
                              <a:lnTo>
                                <a:pt x="190" y="35"/>
                              </a:lnTo>
                              <a:lnTo>
                                <a:pt x="200" y="35"/>
                              </a:lnTo>
                              <a:lnTo>
                                <a:pt x="210" y="44"/>
                              </a:lnTo>
                              <a:lnTo>
                                <a:pt x="210" y="54"/>
                              </a:lnTo>
                              <a:lnTo>
                                <a:pt x="210" y="59"/>
                              </a:lnTo>
                              <a:lnTo>
                                <a:pt x="205" y="64"/>
                              </a:lnTo>
                              <a:lnTo>
                                <a:pt x="195" y="69"/>
                              </a:lnTo>
                              <a:lnTo>
                                <a:pt x="185" y="74"/>
                              </a:lnTo>
                              <a:lnTo>
                                <a:pt x="200" y="94"/>
                              </a:lnTo>
                              <a:lnTo>
                                <a:pt x="185" y="99"/>
                              </a:lnTo>
                              <a:close/>
                              <a:moveTo>
                                <a:pt x="140" y="139"/>
                              </a:moveTo>
                              <a:lnTo>
                                <a:pt x="120" y="124"/>
                              </a:lnTo>
                              <a:lnTo>
                                <a:pt x="80" y="114"/>
                              </a:lnTo>
                              <a:lnTo>
                                <a:pt x="90" y="104"/>
                              </a:lnTo>
                              <a:lnTo>
                                <a:pt x="120" y="109"/>
                              </a:lnTo>
                              <a:lnTo>
                                <a:pt x="110" y="84"/>
                              </a:lnTo>
                              <a:lnTo>
                                <a:pt x="120" y="74"/>
                              </a:lnTo>
                              <a:lnTo>
                                <a:pt x="130" y="114"/>
                              </a:lnTo>
                              <a:lnTo>
                                <a:pt x="145" y="134"/>
                              </a:lnTo>
                              <a:lnTo>
                                <a:pt x="140" y="139"/>
                              </a:lnTo>
                              <a:close/>
                              <a:moveTo>
                                <a:pt x="75" y="188"/>
                              </a:moveTo>
                              <a:lnTo>
                                <a:pt x="80" y="179"/>
                              </a:lnTo>
                              <a:lnTo>
                                <a:pt x="90" y="179"/>
                              </a:lnTo>
                              <a:lnTo>
                                <a:pt x="100" y="174"/>
                              </a:lnTo>
                              <a:lnTo>
                                <a:pt x="100" y="164"/>
                              </a:lnTo>
                              <a:lnTo>
                                <a:pt x="100" y="159"/>
                              </a:lnTo>
                              <a:lnTo>
                                <a:pt x="95" y="159"/>
                              </a:lnTo>
                              <a:lnTo>
                                <a:pt x="90" y="159"/>
                              </a:lnTo>
                              <a:lnTo>
                                <a:pt x="80" y="169"/>
                              </a:lnTo>
                              <a:lnTo>
                                <a:pt x="70" y="174"/>
                              </a:lnTo>
                              <a:lnTo>
                                <a:pt x="55" y="174"/>
                              </a:lnTo>
                              <a:lnTo>
                                <a:pt x="50" y="164"/>
                              </a:lnTo>
                              <a:lnTo>
                                <a:pt x="50" y="154"/>
                              </a:lnTo>
                              <a:lnTo>
                                <a:pt x="55" y="144"/>
                              </a:lnTo>
                              <a:lnTo>
                                <a:pt x="65" y="139"/>
                              </a:lnTo>
                              <a:lnTo>
                                <a:pt x="70" y="134"/>
                              </a:lnTo>
                              <a:lnTo>
                                <a:pt x="75" y="134"/>
                              </a:lnTo>
                              <a:lnTo>
                                <a:pt x="85" y="139"/>
                              </a:lnTo>
                              <a:lnTo>
                                <a:pt x="75" y="149"/>
                              </a:lnTo>
                              <a:lnTo>
                                <a:pt x="70" y="144"/>
                              </a:lnTo>
                              <a:lnTo>
                                <a:pt x="65" y="149"/>
                              </a:lnTo>
                              <a:lnTo>
                                <a:pt x="60" y="159"/>
                              </a:lnTo>
                              <a:lnTo>
                                <a:pt x="65" y="164"/>
                              </a:lnTo>
                              <a:lnTo>
                                <a:pt x="75" y="159"/>
                              </a:lnTo>
                              <a:lnTo>
                                <a:pt x="90" y="149"/>
                              </a:lnTo>
                              <a:lnTo>
                                <a:pt x="95" y="149"/>
                              </a:lnTo>
                              <a:lnTo>
                                <a:pt x="105" y="149"/>
                              </a:lnTo>
                              <a:lnTo>
                                <a:pt x="110" y="159"/>
                              </a:lnTo>
                              <a:lnTo>
                                <a:pt x="110" y="169"/>
                              </a:lnTo>
                              <a:lnTo>
                                <a:pt x="105" y="179"/>
                              </a:lnTo>
                              <a:lnTo>
                                <a:pt x="100" y="188"/>
                              </a:lnTo>
                              <a:lnTo>
                                <a:pt x="90" y="193"/>
                              </a:lnTo>
                              <a:lnTo>
                                <a:pt x="85" y="193"/>
                              </a:lnTo>
                              <a:lnTo>
                                <a:pt x="75" y="188"/>
                              </a:lnTo>
                              <a:close/>
                              <a:moveTo>
                                <a:pt x="60" y="218"/>
                              </a:moveTo>
                              <a:lnTo>
                                <a:pt x="35" y="218"/>
                              </a:lnTo>
                              <a:lnTo>
                                <a:pt x="50" y="233"/>
                              </a:lnTo>
                              <a:lnTo>
                                <a:pt x="60" y="218"/>
                              </a:lnTo>
                              <a:close/>
                              <a:moveTo>
                                <a:pt x="90" y="203"/>
                              </a:moveTo>
                              <a:lnTo>
                                <a:pt x="85" y="218"/>
                              </a:lnTo>
                              <a:lnTo>
                                <a:pt x="70" y="218"/>
                              </a:lnTo>
                              <a:lnTo>
                                <a:pt x="60" y="238"/>
                              </a:lnTo>
                              <a:lnTo>
                                <a:pt x="70" y="248"/>
                              </a:lnTo>
                              <a:lnTo>
                                <a:pt x="65" y="258"/>
                              </a:lnTo>
                              <a:lnTo>
                                <a:pt x="20" y="218"/>
                              </a:lnTo>
                              <a:lnTo>
                                <a:pt x="25" y="203"/>
                              </a:lnTo>
                              <a:lnTo>
                                <a:pt x="90" y="203"/>
                              </a:lnTo>
                              <a:close/>
                              <a:moveTo>
                                <a:pt x="60" y="308"/>
                              </a:moveTo>
                              <a:lnTo>
                                <a:pt x="0" y="293"/>
                              </a:lnTo>
                              <a:lnTo>
                                <a:pt x="0" y="283"/>
                              </a:lnTo>
                              <a:lnTo>
                                <a:pt x="50" y="293"/>
                              </a:lnTo>
                              <a:lnTo>
                                <a:pt x="55" y="263"/>
                              </a:lnTo>
                              <a:lnTo>
                                <a:pt x="65" y="263"/>
                              </a:lnTo>
                              <a:lnTo>
                                <a:pt x="60" y="30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69" name="Freeform 20"/>
                      <wps:cNvSpPr/>
                      <wps:spPr bwMode="auto">
                        <a:xfrm>
                          <a:off x="219075" y="15875"/>
                          <a:ext cx="9525" cy="6350"/>
                        </a:xfrm>
                        <a:custGeom>
                          <a:avLst/>
                          <a:gdLst>
                            <a:gd name="T0" fmla="*/ 0 w 15"/>
                            <a:gd name="T1" fmla="*/ 10 h 10"/>
                            <a:gd name="T2" fmla="*/ 5 w 15"/>
                            <a:gd name="T3" fmla="*/ 0 h 10"/>
                            <a:gd name="T4" fmla="*/ 15 w 15"/>
                            <a:gd name="T5" fmla="*/ 0 h 10"/>
                            <a:gd name="T6" fmla="*/ 5 w 15"/>
                            <a:gd name="T7" fmla="*/ 10 h 10"/>
                            <a:gd name="T8" fmla="*/ 0 w 15"/>
                            <a:gd name="T9" fmla="*/ 10 h 10"/>
                          </a:gdLst>
                          <a:ahLst/>
                          <a:cxnLst/>
                          <a:rect l="0" t="0" r="r" b="b"/>
                          <a:pathLst>
                            <a:path w="15" h="10">
                              <a:moveTo>
                                <a:pt x="0" y="10"/>
                              </a:moveTo>
                              <a:lnTo>
                                <a:pt x="5" y="0"/>
                              </a:lnTo>
                              <a:lnTo>
                                <a:pt x="15" y="0"/>
                              </a:lnTo>
                              <a:lnTo>
                                <a:pt x="5" y="10"/>
                              </a:lnTo>
                              <a:lnTo>
                                <a:pt x="0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70" name="Freeform 21"/>
                      <wps:cNvSpPr/>
                      <wps:spPr bwMode="auto">
                        <a:xfrm>
                          <a:off x="31750" y="312420"/>
                          <a:ext cx="184150" cy="132080"/>
                        </a:xfrm>
                        <a:custGeom>
                          <a:avLst/>
                          <a:gdLst>
                            <a:gd name="T0" fmla="*/ 285 w 290"/>
                            <a:gd name="T1" fmla="*/ 208 h 208"/>
                            <a:gd name="T2" fmla="*/ 260 w 290"/>
                            <a:gd name="T3" fmla="*/ 203 h 208"/>
                            <a:gd name="T4" fmla="*/ 240 w 290"/>
                            <a:gd name="T5" fmla="*/ 198 h 208"/>
                            <a:gd name="T6" fmla="*/ 215 w 290"/>
                            <a:gd name="T7" fmla="*/ 188 h 208"/>
                            <a:gd name="T8" fmla="*/ 190 w 290"/>
                            <a:gd name="T9" fmla="*/ 183 h 208"/>
                            <a:gd name="T10" fmla="*/ 170 w 290"/>
                            <a:gd name="T11" fmla="*/ 173 h 208"/>
                            <a:gd name="T12" fmla="*/ 145 w 290"/>
                            <a:gd name="T13" fmla="*/ 164 h 208"/>
                            <a:gd name="T14" fmla="*/ 125 w 290"/>
                            <a:gd name="T15" fmla="*/ 149 h 208"/>
                            <a:gd name="T16" fmla="*/ 105 w 290"/>
                            <a:gd name="T17" fmla="*/ 134 h 208"/>
                            <a:gd name="T18" fmla="*/ 90 w 290"/>
                            <a:gd name="T19" fmla="*/ 124 h 208"/>
                            <a:gd name="T20" fmla="*/ 70 w 290"/>
                            <a:gd name="T21" fmla="*/ 109 h 208"/>
                            <a:gd name="T22" fmla="*/ 55 w 290"/>
                            <a:gd name="T23" fmla="*/ 89 h 208"/>
                            <a:gd name="T24" fmla="*/ 45 w 290"/>
                            <a:gd name="T25" fmla="*/ 74 h 208"/>
                            <a:gd name="T26" fmla="*/ 30 w 290"/>
                            <a:gd name="T27" fmla="*/ 54 h 208"/>
                            <a:gd name="T28" fmla="*/ 20 w 290"/>
                            <a:gd name="T29" fmla="*/ 39 h 208"/>
                            <a:gd name="T30" fmla="*/ 10 w 290"/>
                            <a:gd name="T31" fmla="*/ 20 h 208"/>
                            <a:gd name="T32" fmla="*/ 0 w 290"/>
                            <a:gd name="T33" fmla="*/ 0 h 208"/>
                            <a:gd name="T34" fmla="*/ 10 w 290"/>
                            <a:gd name="T35" fmla="*/ 5 h 208"/>
                            <a:gd name="T36" fmla="*/ 20 w 290"/>
                            <a:gd name="T37" fmla="*/ 24 h 208"/>
                            <a:gd name="T38" fmla="*/ 30 w 290"/>
                            <a:gd name="T39" fmla="*/ 44 h 208"/>
                            <a:gd name="T40" fmla="*/ 40 w 290"/>
                            <a:gd name="T41" fmla="*/ 64 h 208"/>
                            <a:gd name="T42" fmla="*/ 55 w 290"/>
                            <a:gd name="T43" fmla="*/ 79 h 208"/>
                            <a:gd name="T44" fmla="*/ 70 w 290"/>
                            <a:gd name="T45" fmla="*/ 94 h 208"/>
                            <a:gd name="T46" fmla="*/ 85 w 290"/>
                            <a:gd name="T47" fmla="*/ 109 h 208"/>
                            <a:gd name="T48" fmla="*/ 100 w 290"/>
                            <a:gd name="T49" fmla="*/ 124 h 208"/>
                            <a:gd name="T50" fmla="*/ 120 w 290"/>
                            <a:gd name="T51" fmla="*/ 139 h 208"/>
                            <a:gd name="T52" fmla="*/ 140 w 290"/>
                            <a:gd name="T53" fmla="*/ 154 h 208"/>
                            <a:gd name="T54" fmla="*/ 160 w 290"/>
                            <a:gd name="T55" fmla="*/ 164 h 208"/>
                            <a:gd name="T56" fmla="*/ 180 w 290"/>
                            <a:gd name="T57" fmla="*/ 173 h 208"/>
                            <a:gd name="T58" fmla="*/ 205 w 290"/>
                            <a:gd name="T59" fmla="*/ 183 h 208"/>
                            <a:gd name="T60" fmla="*/ 225 w 290"/>
                            <a:gd name="T61" fmla="*/ 188 h 208"/>
                            <a:gd name="T62" fmla="*/ 250 w 290"/>
                            <a:gd name="T63" fmla="*/ 193 h 208"/>
                            <a:gd name="T64" fmla="*/ 275 w 290"/>
                            <a:gd name="T65" fmla="*/ 198 h 208"/>
                          </a:gdLst>
                          <a:ahLst/>
                          <a:cxnLst/>
                          <a:rect l="0" t="0" r="r" b="b"/>
                          <a:pathLst>
                            <a:path w="290" h="208">
                              <a:moveTo>
                                <a:pt x="290" y="203"/>
                              </a:moveTo>
                              <a:lnTo>
                                <a:pt x="285" y="208"/>
                              </a:lnTo>
                              <a:lnTo>
                                <a:pt x="275" y="203"/>
                              </a:lnTo>
                              <a:lnTo>
                                <a:pt x="260" y="203"/>
                              </a:lnTo>
                              <a:lnTo>
                                <a:pt x="250" y="198"/>
                              </a:lnTo>
                              <a:lnTo>
                                <a:pt x="240" y="198"/>
                              </a:lnTo>
                              <a:lnTo>
                                <a:pt x="225" y="193"/>
                              </a:lnTo>
                              <a:lnTo>
                                <a:pt x="215" y="188"/>
                              </a:lnTo>
                              <a:lnTo>
                                <a:pt x="200" y="188"/>
                              </a:lnTo>
                              <a:lnTo>
                                <a:pt x="190" y="183"/>
                              </a:lnTo>
                              <a:lnTo>
                                <a:pt x="180" y="178"/>
                              </a:lnTo>
                              <a:lnTo>
                                <a:pt x="170" y="173"/>
                              </a:lnTo>
                              <a:lnTo>
                                <a:pt x="155" y="169"/>
                              </a:lnTo>
                              <a:lnTo>
                                <a:pt x="145" y="164"/>
                              </a:lnTo>
                              <a:lnTo>
                                <a:pt x="135" y="154"/>
                              </a:lnTo>
                              <a:lnTo>
                                <a:pt x="125" y="149"/>
                              </a:lnTo>
                              <a:lnTo>
                                <a:pt x="115" y="144"/>
                              </a:lnTo>
                              <a:lnTo>
                                <a:pt x="105" y="134"/>
                              </a:lnTo>
                              <a:lnTo>
                                <a:pt x="100" y="129"/>
                              </a:lnTo>
                              <a:lnTo>
                                <a:pt x="90" y="124"/>
                              </a:lnTo>
                              <a:lnTo>
                                <a:pt x="80" y="114"/>
                              </a:lnTo>
                              <a:lnTo>
                                <a:pt x="70" y="109"/>
                              </a:lnTo>
                              <a:lnTo>
                                <a:pt x="65" y="99"/>
                              </a:lnTo>
                              <a:lnTo>
                                <a:pt x="55" y="89"/>
                              </a:lnTo>
                              <a:lnTo>
                                <a:pt x="50" y="84"/>
                              </a:lnTo>
                              <a:lnTo>
                                <a:pt x="45" y="74"/>
                              </a:lnTo>
                              <a:lnTo>
                                <a:pt x="35" y="64"/>
                              </a:lnTo>
                              <a:lnTo>
                                <a:pt x="30" y="54"/>
                              </a:lnTo>
                              <a:lnTo>
                                <a:pt x="25" y="49"/>
                              </a:lnTo>
                              <a:lnTo>
                                <a:pt x="20" y="39"/>
                              </a:lnTo>
                              <a:lnTo>
                                <a:pt x="15" y="29"/>
                              </a:lnTo>
                              <a:lnTo>
                                <a:pt x="10" y="20"/>
                              </a:lnTo>
                              <a:lnTo>
                                <a:pt x="5" y="10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lnTo>
                                <a:pt x="10" y="5"/>
                              </a:lnTo>
                              <a:lnTo>
                                <a:pt x="15" y="15"/>
                              </a:lnTo>
                              <a:lnTo>
                                <a:pt x="20" y="24"/>
                              </a:lnTo>
                              <a:lnTo>
                                <a:pt x="25" y="34"/>
                              </a:lnTo>
                              <a:lnTo>
                                <a:pt x="30" y="44"/>
                              </a:lnTo>
                              <a:lnTo>
                                <a:pt x="35" y="54"/>
                              </a:lnTo>
                              <a:lnTo>
                                <a:pt x="40" y="64"/>
                              </a:lnTo>
                              <a:lnTo>
                                <a:pt x="45" y="69"/>
                              </a:lnTo>
                              <a:lnTo>
                                <a:pt x="55" y="79"/>
                              </a:lnTo>
                              <a:lnTo>
                                <a:pt x="60" y="89"/>
                              </a:lnTo>
                              <a:lnTo>
                                <a:pt x="70" y="94"/>
                              </a:lnTo>
                              <a:lnTo>
                                <a:pt x="75" y="104"/>
                              </a:lnTo>
                              <a:lnTo>
                                <a:pt x="85" y="109"/>
                              </a:lnTo>
                              <a:lnTo>
                                <a:pt x="90" y="119"/>
                              </a:lnTo>
                              <a:lnTo>
                                <a:pt x="100" y="124"/>
                              </a:lnTo>
                              <a:lnTo>
                                <a:pt x="110" y="134"/>
                              </a:lnTo>
                              <a:lnTo>
                                <a:pt x="120" y="139"/>
                              </a:lnTo>
                              <a:lnTo>
                                <a:pt x="130" y="144"/>
                              </a:lnTo>
                              <a:lnTo>
                                <a:pt x="140" y="154"/>
                              </a:lnTo>
                              <a:lnTo>
                                <a:pt x="150" y="159"/>
                              </a:lnTo>
                              <a:lnTo>
                                <a:pt x="160" y="164"/>
                              </a:lnTo>
                              <a:lnTo>
                                <a:pt x="170" y="169"/>
                              </a:lnTo>
                              <a:lnTo>
                                <a:pt x="180" y="173"/>
                              </a:lnTo>
                              <a:lnTo>
                                <a:pt x="190" y="178"/>
                              </a:lnTo>
                              <a:lnTo>
                                <a:pt x="205" y="183"/>
                              </a:lnTo>
                              <a:lnTo>
                                <a:pt x="215" y="183"/>
                              </a:lnTo>
                              <a:lnTo>
                                <a:pt x="225" y="188"/>
                              </a:lnTo>
                              <a:lnTo>
                                <a:pt x="240" y="193"/>
                              </a:lnTo>
                              <a:lnTo>
                                <a:pt x="250" y="193"/>
                              </a:lnTo>
                              <a:lnTo>
                                <a:pt x="265" y="198"/>
                              </a:lnTo>
                              <a:lnTo>
                                <a:pt x="275" y="198"/>
                              </a:lnTo>
                              <a:lnTo>
                                <a:pt x="290" y="20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71" name="Freeform 22"/>
                      <wps:cNvSpPr/>
                      <wps:spPr bwMode="auto">
                        <a:xfrm>
                          <a:off x="47625" y="293370"/>
                          <a:ext cx="187325" cy="135255"/>
                        </a:xfrm>
                        <a:custGeom>
                          <a:avLst/>
                          <a:gdLst>
                            <a:gd name="T0" fmla="*/ 295 w 295"/>
                            <a:gd name="T1" fmla="*/ 213 h 213"/>
                            <a:gd name="T2" fmla="*/ 265 w 295"/>
                            <a:gd name="T3" fmla="*/ 213 h 213"/>
                            <a:gd name="T4" fmla="*/ 240 w 295"/>
                            <a:gd name="T5" fmla="*/ 208 h 213"/>
                            <a:gd name="T6" fmla="*/ 215 w 295"/>
                            <a:gd name="T7" fmla="*/ 203 h 213"/>
                            <a:gd name="T8" fmla="*/ 190 w 295"/>
                            <a:gd name="T9" fmla="*/ 194 h 213"/>
                            <a:gd name="T10" fmla="*/ 165 w 295"/>
                            <a:gd name="T11" fmla="*/ 184 h 213"/>
                            <a:gd name="T12" fmla="*/ 145 w 295"/>
                            <a:gd name="T13" fmla="*/ 174 h 213"/>
                            <a:gd name="T14" fmla="*/ 125 w 295"/>
                            <a:gd name="T15" fmla="*/ 164 h 213"/>
                            <a:gd name="T16" fmla="*/ 105 w 295"/>
                            <a:gd name="T17" fmla="*/ 149 h 213"/>
                            <a:gd name="T18" fmla="*/ 85 w 295"/>
                            <a:gd name="T19" fmla="*/ 134 h 213"/>
                            <a:gd name="T20" fmla="*/ 70 w 295"/>
                            <a:gd name="T21" fmla="*/ 119 h 213"/>
                            <a:gd name="T22" fmla="*/ 50 w 295"/>
                            <a:gd name="T23" fmla="*/ 99 h 213"/>
                            <a:gd name="T24" fmla="*/ 40 w 295"/>
                            <a:gd name="T25" fmla="*/ 84 h 213"/>
                            <a:gd name="T26" fmla="*/ 25 w 295"/>
                            <a:gd name="T27" fmla="*/ 64 h 213"/>
                            <a:gd name="T28" fmla="*/ 15 w 295"/>
                            <a:gd name="T29" fmla="*/ 45 h 213"/>
                            <a:gd name="T30" fmla="*/ 5 w 295"/>
                            <a:gd name="T31" fmla="*/ 25 h 213"/>
                            <a:gd name="T32" fmla="*/ 0 w 295"/>
                            <a:gd name="T33" fmla="*/ 0 h 213"/>
                            <a:gd name="T34" fmla="*/ 5 w 295"/>
                            <a:gd name="T35" fmla="*/ 10 h 213"/>
                            <a:gd name="T36" fmla="*/ 15 w 295"/>
                            <a:gd name="T37" fmla="*/ 30 h 213"/>
                            <a:gd name="T38" fmla="*/ 25 w 295"/>
                            <a:gd name="T39" fmla="*/ 50 h 213"/>
                            <a:gd name="T40" fmla="*/ 35 w 295"/>
                            <a:gd name="T41" fmla="*/ 69 h 213"/>
                            <a:gd name="T42" fmla="*/ 50 w 295"/>
                            <a:gd name="T43" fmla="*/ 89 h 213"/>
                            <a:gd name="T44" fmla="*/ 65 w 295"/>
                            <a:gd name="T45" fmla="*/ 104 h 213"/>
                            <a:gd name="T46" fmla="*/ 80 w 295"/>
                            <a:gd name="T47" fmla="*/ 119 h 213"/>
                            <a:gd name="T48" fmla="*/ 95 w 295"/>
                            <a:gd name="T49" fmla="*/ 139 h 213"/>
                            <a:gd name="T50" fmla="*/ 115 w 295"/>
                            <a:gd name="T51" fmla="*/ 149 h 213"/>
                            <a:gd name="T52" fmla="*/ 135 w 295"/>
                            <a:gd name="T53" fmla="*/ 164 h 213"/>
                            <a:gd name="T54" fmla="*/ 160 w 295"/>
                            <a:gd name="T55" fmla="*/ 174 h 213"/>
                            <a:gd name="T56" fmla="*/ 180 w 295"/>
                            <a:gd name="T57" fmla="*/ 184 h 213"/>
                            <a:gd name="T58" fmla="*/ 205 w 295"/>
                            <a:gd name="T59" fmla="*/ 194 h 213"/>
                            <a:gd name="T60" fmla="*/ 230 w 295"/>
                            <a:gd name="T61" fmla="*/ 199 h 213"/>
                            <a:gd name="T62" fmla="*/ 255 w 295"/>
                            <a:gd name="T63" fmla="*/ 203 h 213"/>
                            <a:gd name="T64" fmla="*/ 280 w 295"/>
                            <a:gd name="T65" fmla="*/ 208 h 213"/>
                          </a:gdLst>
                          <a:ahLst/>
                          <a:cxnLst/>
                          <a:rect l="0" t="0" r="r" b="b"/>
                          <a:pathLst>
                            <a:path w="295" h="213">
                              <a:moveTo>
                                <a:pt x="295" y="208"/>
                              </a:moveTo>
                              <a:lnTo>
                                <a:pt x="295" y="213"/>
                              </a:lnTo>
                              <a:lnTo>
                                <a:pt x="280" y="213"/>
                              </a:lnTo>
                              <a:lnTo>
                                <a:pt x="265" y="213"/>
                              </a:lnTo>
                              <a:lnTo>
                                <a:pt x="255" y="208"/>
                              </a:lnTo>
                              <a:lnTo>
                                <a:pt x="240" y="208"/>
                              </a:lnTo>
                              <a:lnTo>
                                <a:pt x="225" y="203"/>
                              </a:lnTo>
                              <a:lnTo>
                                <a:pt x="215" y="203"/>
                              </a:lnTo>
                              <a:lnTo>
                                <a:pt x="200" y="199"/>
                              </a:lnTo>
                              <a:lnTo>
                                <a:pt x="190" y="194"/>
                              </a:lnTo>
                              <a:lnTo>
                                <a:pt x="180" y="189"/>
                              </a:lnTo>
                              <a:lnTo>
                                <a:pt x="165" y="184"/>
                              </a:lnTo>
                              <a:lnTo>
                                <a:pt x="155" y="179"/>
                              </a:lnTo>
                              <a:lnTo>
                                <a:pt x="145" y="174"/>
                              </a:lnTo>
                              <a:lnTo>
                                <a:pt x="135" y="169"/>
                              </a:lnTo>
                              <a:lnTo>
                                <a:pt x="125" y="164"/>
                              </a:lnTo>
                              <a:lnTo>
                                <a:pt x="115" y="154"/>
                              </a:lnTo>
                              <a:lnTo>
                                <a:pt x="105" y="149"/>
                              </a:lnTo>
                              <a:lnTo>
                                <a:pt x="95" y="139"/>
                              </a:lnTo>
                              <a:lnTo>
                                <a:pt x="85" y="134"/>
                              </a:lnTo>
                              <a:lnTo>
                                <a:pt x="75" y="124"/>
                              </a:lnTo>
                              <a:lnTo>
                                <a:pt x="70" y="119"/>
                              </a:lnTo>
                              <a:lnTo>
                                <a:pt x="60" y="109"/>
                              </a:lnTo>
                              <a:lnTo>
                                <a:pt x="50" y="99"/>
                              </a:lnTo>
                              <a:lnTo>
                                <a:pt x="45" y="89"/>
                              </a:lnTo>
                              <a:lnTo>
                                <a:pt x="40" y="84"/>
                              </a:lnTo>
                              <a:lnTo>
                                <a:pt x="30" y="74"/>
                              </a:lnTo>
                              <a:lnTo>
                                <a:pt x="25" y="64"/>
                              </a:lnTo>
                              <a:lnTo>
                                <a:pt x="20" y="54"/>
                              </a:lnTo>
                              <a:lnTo>
                                <a:pt x="15" y="45"/>
                              </a:lnTo>
                              <a:lnTo>
                                <a:pt x="10" y="35"/>
                              </a:lnTo>
                              <a:lnTo>
                                <a:pt x="5" y="25"/>
                              </a:lnTo>
                              <a:lnTo>
                                <a:pt x="0" y="15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lnTo>
                                <a:pt x="5" y="10"/>
                              </a:lnTo>
                              <a:lnTo>
                                <a:pt x="10" y="20"/>
                              </a:lnTo>
                              <a:lnTo>
                                <a:pt x="15" y="30"/>
                              </a:lnTo>
                              <a:lnTo>
                                <a:pt x="20" y="40"/>
                              </a:lnTo>
                              <a:lnTo>
                                <a:pt x="25" y="50"/>
                              </a:lnTo>
                              <a:lnTo>
                                <a:pt x="30" y="59"/>
                              </a:lnTo>
                              <a:lnTo>
                                <a:pt x="35" y="69"/>
                              </a:lnTo>
                              <a:lnTo>
                                <a:pt x="40" y="79"/>
                              </a:lnTo>
                              <a:lnTo>
                                <a:pt x="50" y="89"/>
                              </a:lnTo>
                              <a:lnTo>
                                <a:pt x="55" y="94"/>
                              </a:lnTo>
                              <a:lnTo>
                                <a:pt x="65" y="104"/>
                              </a:lnTo>
                              <a:lnTo>
                                <a:pt x="70" y="114"/>
                              </a:lnTo>
                              <a:lnTo>
                                <a:pt x="80" y="119"/>
                              </a:lnTo>
                              <a:lnTo>
                                <a:pt x="90" y="129"/>
                              </a:lnTo>
                              <a:lnTo>
                                <a:pt x="95" y="139"/>
                              </a:lnTo>
                              <a:lnTo>
                                <a:pt x="105" y="144"/>
                              </a:lnTo>
                              <a:lnTo>
                                <a:pt x="115" y="149"/>
                              </a:lnTo>
                              <a:lnTo>
                                <a:pt x="125" y="159"/>
                              </a:lnTo>
                              <a:lnTo>
                                <a:pt x="135" y="164"/>
                              </a:lnTo>
                              <a:lnTo>
                                <a:pt x="145" y="169"/>
                              </a:lnTo>
                              <a:lnTo>
                                <a:pt x="160" y="174"/>
                              </a:lnTo>
                              <a:lnTo>
                                <a:pt x="170" y="179"/>
                              </a:lnTo>
                              <a:lnTo>
                                <a:pt x="180" y="184"/>
                              </a:lnTo>
                              <a:lnTo>
                                <a:pt x="190" y="189"/>
                              </a:lnTo>
                              <a:lnTo>
                                <a:pt x="205" y="194"/>
                              </a:lnTo>
                              <a:lnTo>
                                <a:pt x="215" y="199"/>
                              </a:lnTo>
                              <a:lnTo>
                                <a:pt x="230" y="199"/>
                              </a:lnTo>
                              <a:lnTo>
                                <a:pt x="240" y="203"/>
                              </a:lnTo>
                              <a:lnTo>
                                <a:pt x="255" y="203"/>
                              </a:lnTo>
                              <a:lnTo>
                                <a:pt x="265" y="208"/>
                              </a:lnTo>
                              <a:lnTo>
                                <a:pt x="280" y="208"/>
                              </a:lnTo>
                              <a:lnTo>
                                <a:pt x="295" y="20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72" name="Freeform 23"/>
                      <wps:cNvSpPr/>
                      <wps:spPr bwMode="auto">
                        <a:xfrm>
                          <a:off x="69850" y="302895"/>
                          <a:ext cx="149225" cy="110490"/>
                        </a:xfrm>
                        <a:custGeom>
                          <a:avLst/>
                          <a:gdLst>
                            <a:gd name="T0" fmla="*/ 235 w 235"/>
                            <a:gd name="T1" fmla="*/ 174 h 174"/>
                            <a:gd name="T2" fmla="*/ 215 w 235"/>
                            <a:gd name="T3" fmla="*/ 169 h 174"/>
                            <a:gd name="T4" fmla="*/ 195 w 235"/>
                            <a:gd name="T5" fmla="*/ 164 h 174"/>
                            <a:gd name="T6" fmla="*/ 175 w 235"/>
                            <a:gd name="T7" fmla="*/ 159 h 174"/>
                            <a:gd name="T8" fmla="*/ 155 w 235"/>
                            <a:gd name="T9" fmla="*/ 149 h 174"/>
                            <a:gd name="T10" fmla="*/ 140 w 235"/>
                            <a:gd name="T11" fmla="*/ 144 h 174"/>
                            <a:gd name="T12" fmla="*/ 120 w 235"/>
                            <a:gd name="T13" fmla="*/ 134 h 174"/>
                            <a:gd name="T14" fmla="*/ 105 w 235"/>
                            <a:gd name="T15" fmla="*/ 124 h 174"/>
                            <a:gd name="T16" fmla="*/ 90 w 235"/>
                            <a:gd name="T17" fmla="*/ 114 h 174"/>
                            <a:gd name="T18" fmla="*/ 75 w 235"/>
                            <a:gd name="T19" fmla="*/ 99 h 174"/>
                            <a:gd name="T20" fmla="*/ 60 w 235"/>
                            <a:gd name="T21" fmla="*/ 89 h 174"/>
                            <a:gd name="T22" fmla="*/ 45 w 235"/>
                            <a:gd name="T23" fmla="*/ 74 h 174"/>
                            <a:gd name="T24" fmla="*/ 35 w 235"/>
                            <a:gd name="T25" fmla="*/ 59 h 174"/>
                            <a:gd name="T26" fmla="*/ 25 w 235"/>
                            <a:gd name="T27" fmla="*/ 49 h 174"/>
                            <a:gd name="T28" fmla="*/ 15 w 235"/>
                            <a:gd name="T29" fmla="*/ 35 h 174"/>
                            <a:gd name="T30" fmla="*/ 5 w 235"/>
                            <a:gd name="T31" fmla="*/ 15 h 174"/>
                            <a:gd name="T32" fmla="*/ 0 w 235"/>
                            <a:gd name="T33" fmla="*/ 0 h 174"/>
                            <a:gd name="T34" fmla="*/ 10 w 235"/>
                            <a:gd name="T35" fmla="*/ 5 h 174"/>
                            <a:gd name="T36" fmla="*/ 15 w 235"/>
                            <a:gd name="T37" fmla="*/ 25 h 174"/>
                            <a:gd name="T38" fmla="*/ 25 w 235"/>
                            <a:gd name="T39" fmla="*/ 39 h 174"/>
                            <a:gd name="T40" fmla="*/ 35 w 235"/>
                            <a:gd name="T41" fmla="*/ 49 h 174"/>
                            <a:gd name="T42" fmla="*/ 45 w 235"/>
                            <a:gd name="T43" fmla="*/ 64 h 174"/>
                            <a:gd name="T44" fmla="*/ 55 w 235"/>
                            <a:gd name="T45" fmla="*/ 79 h 174"/>
                            <a:gd name="T46" fmla="*/ 70 w 235"/>
                            <a:gd name="T47" fmla="*/ 89 h 174"/>
                            <a:gd name="T48" fmla="*/ 85 w 235"/>
                            <a:gd name="T49" fmla="*/ 104 h 174"/>
                            <a:gd name="T50" fmla="*/ 100 w 235"/>
                            <a:gd name="T51" fmla="*/ 114 h 174"/>
                            <a:gd name="T52" fmla="*/ 115 w 235"/>
                            <a:gd name="T53" fmla="*/ 124 h 174"/>
                            <a:gd name="T54" fmla="*/ 130 w 235"/>
                            <a:gd name="T55" fmla="*/ 134 h 174"/>
                            <a:gd name="T56" fmla="*/ 150 w 235"/>
                            <a:gd name="T57" fmla="*/ 144 h 174"/>
                            <a:gd name="T58" fmla="*/ 165 w 235"/>
                            <a:gd name="T59" fmla="*/ 149 h 174"/>
                            <a:gd name="T60" fmla="*/ 185 w 235"/>
                            <a:gd name="T61" fmla="*/ 154 h 174"/>
                            <a:gd name="T62" fmla="*/ 205 w 235"/>
                            <a:gd name="T63" fmla="*/ 159 h 174"/>
                            <a:gd name="T64" fmla="*/ 225 w 235"/>
                            <a:gd name="T65" fmla="*/ 164 h 174"/>
                          </a:gdLst>
                          <a:ahLst/>
                          <a:cxnLst/>
                          <a:rect l="0" t="0" r="r" b="b"/>
                          <a:pathLst>
                            <a:path w="235" h="174">
                              <a:moveTo>
                                <a:pt x="235" y="169"/>
                              </a:moveTo>
                              <a:lnTo>
                                <a:pt x="235" y="174"/>
                              </a:lnTo>
                              <a:lnTo>
                                <a:pt x="225" y="169"/>
                              </a:lnTo>
                              <a:lnTo>
                                <a:pt x="215" y="169"/>
                              </a:lnTo>
                              <a:lnTo>
                                <a:pt x="205" y="164"/>
                              </a:lnTo>
                              <a:lnTo>
                                <a:pt x="195" y="164"/>
                              </a:lnTo>
                              <a:lnTo>
                                <a:pt x="185" y="159"/>
                              </a:lnTo>
                              <a:lnTo>
                                <a:pt x="175" y="159"/>
                              </a:lnTo>
                              <a:lnTo>
                                <a:pt x="165" y="154"/>
                              </a:lnTo>
                              <a:lnTo>
                                <a:pt x="155" y="149"/>
                              </a:lnTo>
                              <a:lnTo>
                                <a:pt x="145" y="149"/>
                              </a:lnTo>
                              <a:lnTo>
                                <a:pt x="140" y="144"/>
                              </a:lnTo>
                              <a:lnTo>
                                <a:pt x="130" y="139"/>
                              </a:lnTo>
                              <a:lnTo>
                                <a:pt x="120" y="134"/>
                              </a:lnTo>
                              <a:lnTo>
                                <a:pt x="110" y="129"/>
                              </a:lnTo>
                              <a:lnTo>
                                <a:pt x="105" y="124"/>
                              </a:lnTo>
                              <a:lnTo>
                                <a:pt x="95" y="119"/>
                              </a:lnTo>
                              <a:lnTo>
                                <a:pt x="90" y="114"/>
                              </a:lnTo>
                              <a:lnTo>
                                <a:pt x="80" y="109"/>
                              </a:lnTo>
                              <a:lnTo>
                                <a:pt x="75" y="99"/>
                              </a:lnTo>
                              <a:lnTo>
                                <a:pt x="65" y="94"/>
                              </a:lnTo>
                              <a:lnTo>
                                <a:pt x="60" y="89"/>
                              </a:lnTo>
                              <a:lnTo>
                                <a:pt x="55" y="84"/>
                              </a:lnTo>
                              <a:lnTo>
                                <a:pt x="45" y="74"/>
                              </a:lnTo>
                              <a:lnTo>
                                <a:pt x="40" y="69"/>
                              </a:lnTo>
                              <a:lnTo>
                                <a:pt x="35" y="59"/>
                              </a:lnTo>
                              <a:lnTo>
                                <a:pt x="30" y="54"/>
                              </a:lnTo>
                              <a:lnTo>
                                <a:pt x="25" y="49"/>
                              </a:lnTo>
                              <a:lnTo>
                                <a:pt x="20" y="39"/>
                              </a:lnTo>
                              <a:lnTo>
                                <a:pt x="15" y="35"/>
                              </a:lnTo>
                              <a:lnTo>
                                <a:pt x="10" y="25"/>
                              </a:lnTo>
                              <a:lnTo>
                                <a:pt x="5" y="15"/>
                              </a:lnTo>
                              <a:lnTo>
                                <a:pt x="5" y="10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lnTo>
                                <a:pt x="10" y="5"/>
                              </a:lnTo>
                              <a:lnTo>
                                <a:pt x="10" y="15"/>
                              </a:lnTo>
                              <a:lnTo>
                                <a:pt x="15" y="25"/>
                              </a:lnTo>
                              <a:lnTo>
                                <a:pt x="20" y="30"/>
                              </a:lnTo>
                              <a:lnTo>
                                <a:pt x="25" y="39"/>
                              </a:lnTo>
                              <a:lnTo>
                                <a:pt x="30" y="44"/>
                              </a:lnTo>
                              <a:lnTo>
                                <a:pt x="35" y="49"/>
                              </a:lnTo>
                              <a:lnTo>
                                <a:pt x="40" y="59"/>
                              </a:lnTo>
                              <a:lnTo>
                                <a:pt x="45" y="64"/>
                              </a:lnTo>
                              <a:lnTo>
                                <a:pt x="50" y="74"/>
                              </a:lnTo>
                              <a:lnTo>
                                <a:pt x="55" y="79"/>
                              </a:lnTo>
                              <a:lnTo>
                                <a:pt x="65" y="84"/>
                              </a:lnTo>
                              <a:lnTo>
                                <a:pt x="70" y="89"/>
                              </a:lnTo>
                              <a:lnTo>
                                <a:pt x="75" y="99"/>
                              </a:lnTo>
                              <a:lnTo>
                                <a:pt x="85" y="104"/>
                              </a:lnTo>
                              <a:lnTo>
                                <a:pt x="90" y="109"/>
                              </a:lnTo>
                              <a:lnTo>
                                <a:pt x="100" y="114"/>
                              </a:lnTo>
                              <a:lnTo>
                                <a:pt x="105" y="119"/>
                              </a:lnTo>
                              <a:lnTo>
                                <a:pt x="115" y="124"/>
                              </a:lnTo>
                              <a:lnTo>
                                <a:pt x="125" y="129"/>
                              </a:lnTo>
                              <a:lnTo>
                                <a:pt x="130" y="134"/>
                              </a:lnTo>
                              <a:lnTo>
                                <a:pt x="140" y="139"/>
                              </a:lnTo>
                              <a:lnTo>
                                <a:pt x="150" y="144"/>
                              </a:lnTo>
                              <a:lnTo>
                                <a:pt x="160" y="144"/>
                              </a:lnTo>
                              <a:lnTo>
                                <a:pt x="165" y="149"/>
                              </a:lnTo>
                              <a:lnTo>
                                <a:pt x="175" y="154"/>
                              </a:lnTo>
                              <a:lnTo>
                                <a:pt x="185" y="154"/>
                              </a:lnTo>
                              <a:lnTo>
                                <a:pt x="195" y="159"/>
                              </a:lnTo>
                              <a:lnTo>
                                <a:pt x="205" y="159"/>
                              </a:lnTo>
                              <a:lnTo>
                                <a:pt x="215" y="164"/>
                              </a:lnTo>
                              <a:lnTo>
                                <a:pt x="225" y="164"/>
                              </a:lnTo>
                              <a:lnTo>
                                <a:pt x="235" y="16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73" name="Freeform 24"/>
                      <wps:cNvSpPr/>
                      <wps:spPr bwMode="auto">
                        <a:xfrm>
                          <a:off x="212725" y="425450"/>
                          <a:ext cx="22225" cy="19050"/>
                        </a:xfrm>
                        <a:custGeom>
                          <a:avLst/>
                          <a:gdLst>
                            <a:gd name="T0" fmla="*/ 0 w 35"/>
                            <a:gd name="T1" fmla="*/ 25 h 30"/>
                            <a:gd name="T2" fmla="*/ 30 w 35"/>
                            <a:gd name="T3" fmla="*/ 0 h 30"/>
                            <a:gd name="T4" fmla="*/ 35 w 35"/>
                            <a:gd name="T5" fmla="*/ 5 h 30"/>
                            <a:gd name="T6" fmla="*/ 5 w 35"/>
                            <a:gd name="T7" fmla="*/ 30 h 30"/>
                            <a:gd name="T8" fmla="*/ 0 w 35"/>
                            <a:gd name="T9" fmla="*/ 25 h 30"/>
                          </a:gdLst>
                          <a:ahLst/>
                          <a:cxnLst/>
                          <a:rect l="0" t="0" r="r" b="b"/>
                          <a:pathLst>
                            <a:path w="35" h="30">
                              <a:moveTo>
                                <a:pt x="0" y="25"/>
                              </a:moveTo>
                              <a:lnTo>
                                <a:pt x="30" y="0"/>
                              </a:lnTo>
                              <a:lnTo>
                                <a:pt x="35" y="5"/>
                              </a:lnTo>
                              <a:lnTo>
                                <a:pt x="5" y="30"/>
                              </a:lnTo>
                              <a:lnTo>
                                <a:pt x="0" y="2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74" name="Freeform 25"/>
                      <wps:cNvSpPr/>
                      <wps:spPr bwMode="auto">
                        <a:xfrm>
                          <a:off x="219075" y="410210"/>
                          <a:ext cx="15875" cy="18415"/>
                        </a:xfrm>
                        <a:custGeom>
                          <a:avLst/>
                          <a:gdLst>
                            <a:gd name="T0" fmla="*/ 0 w 25"/>
                            <a:gd name="T1" fmla="*/ 0 h 29"/>
                            <a:gd name="T2" fmla="*/ 25 w 25"/>
                            <a:gd name="T3" fmla="*/ 29 h 29"/>
                            <a:gd name="T4" fmla="*/ 20 w 25"/>
                            <a:gd name="T5" fmla="*/ 29 h 29"/>
                            <a:gd name="T6" fmla="*/ 0 w 25"/>
                            <a:gd name="T7" fmla="*/ 0 h 29"/>
                            <a:gd name="T8" fmla="*/ 0 w 25"/>
                            <a:gd name="T9" fmla="*/ 0 h 29"/>
                          </a:gdLst>
                          <a:ahLst/>
                          <a:cxnLst/>
                          <a:rect l="0" t="0" r="r" b="b"/>
                          <a:pathLst>
                            <a:path w="25" h="29">
                              <a:moveTo>
                                <a:pt x="0" y="0"/>
                              </a:moveTo>
                              <a:lnTo>
                                <a:pt x="25" y="29"/>
                              </a:lnTo>
                              <a:lnTo>
                                <a:pt x="20" y="2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75" name="Freeform 26"/>
                      <wps:cNvSpPr>
                        <a:spLocks noEditPoints="1"/>
                      </wps:cNvSpPr>
                      <wps:spPr bwMode="auto">
                        <a:xfrm>
                          <a:off x="193675" y="407035"/>
                          <a:ext cx="25400" cy="34290"/>
                        </a:xfrm>
                        <a:custGeom>
                          <a:avLst/>
                          <a:gdLst>
                            <a:gd name="T0" fmla="*/ 20 w 40"/>
                            <a:gd name="T1" fmla="*/ 0 h 54"/>
                            <a:gd name="T2" fmla="*/ 40 w 40"/>
                            <a:gd name="T3" fmla="*/ 29 h 54"/>
                            <a:gd name="T4" fmla="*/ 35 w 40"/>
                            <a:gd name="T5" fmla="*/ 34 h 54"/>
                            <a:gd name="T6" fmla="*/ 15 w 40"/>
                            <a:gd name="T7" fmla="*/ 0 h 54"/>
                            <a:gd name="T8" fmla="*/ 20 w 40"/>
                            <a:gd name="T9" fmla="*/ 0 h 54"/>
                            <a:gd name="T10" fmla="*/ 40 w 40"/>
                            <a:gd name="T11" fmla="*/ 29 h 54"/>
                            <a:gd name="T12" fmla="*/ 40 w 40"/>
                            <a:gd name="T13" fmla="*/ 34 h 54"/>
                            <a:gd name="T14" fmla="*/ 35 w 40"/>
                            <a:gd name="T15" fmla="*/ 34 h 54"/>
                            <a:gd name="T16" fmla="*/ 40 w 40"/>
                            <a:gd name="T17" fmla="*/ 29 h 54"/>
                            <a:gd name="T18" fmla="*/ 40 w 40"/>
                            <a:gd name="T19" fmla="*/ 29 h 54"/>
                            <a:gd name="T20" fmla="*/ 35 w 40"/>
                            <a:gd name="T21" fmla="*/ 34 h 54"/>
                            <a:gd name="T22" fmla="*/ 5 w 40"/>
                            <a:gd name="T23" fmla="*/ 54 h 54"/>
                            <a:gd name="T24" fmla="*/ 0 w 40"/>
                            <a:gd name="T25" fmla="*/ 49 h 54"/>
                            <a:gd name="T26" fmla="*/ 35 w 40"/>
                            <a:gd name="T27" fmla="*/ 29 h 54"/>
                            <a:gd name="T28" fmla="*/ 40 w 40"/>
                            <a:gd name="T29" fmla="*/ 29 h 54"/>
                          </a:gdLst>
                          <a:ahLst/>
                          <a:cxnLst/>
                          <a:rect l="0" t="0" r="r" b="b"/>
                          <a:pathLst>
                            <a:path w="40" h="54">
                              <a:moveTo>
                                <a:pt x="20" y="0"/>
                              </a:moveTo>
                              <a:lnTo>
                                <a:pt x="40" y="29"/>
                              </a:lnTo>
                              <a:lnTo>
                                <a:pt x="35" y="34"/>
                              </a:lnTo>
                              <a:lnTo>
                                <a:pt x="15" y="0"/>
                              </a:lnTo>
                              <a:lnTo>
                                <a:pt x="20" y="0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0" y="34"/>
                              </a:lnTo>
                              <a:lnTo>
                                <a:pt x="35" y="34"/>
                              </a:lnTo>
                              <a:lnTo>
                                <a:pt x="40" y="29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35" y="34"/>
                              </a:lnTo>
                              <a:lnTo>
                                <a:pt x="5" y="54"/>
                              </a:lnTo>
                              <a:lnTo>
                                <a:pt x="0" y="49"/>
                              </a:lnTo>
                              <a:lnTo>
                                <a:pt x="35" y="29"/>
                              </a:lnTo>
                              <a:lnTo>
                                <a:pt x="40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76" name="Freeform 27"/>
                      <wps:cNvSpPr>
                        <a:spLocks noEditPoints="1"/>
                      </wps:cNvSpPr>
                      <wps:spPr bwMode="auto">
                        <a:xfrm>
                          <a:off x="174625" y="403860"/>
                          <a:ext cx="28575" cy="31115"/>
                        </a:xfrm>
                        <a:custGeom>
                          <a:avLst/>
                          <a:gdLst>
                            <a:gd name="T0" fmla="*/ 25 w 45"/>
                            <a:gd name="T1" fmla="*/ 0 h 49"/>
                            <a:gd name="T2" fmla="*/ 40 w 45"/>
                            <a:gd name="T3" fmla="*/ 29 h 49"/>
                            <a:gd name="T4" fmla="*/ 35 w 45"/>
                            <a:gd name="T5" fmla="*/ 34 h 49"/>
                            <a:gd name="T6" fmla="*/ 20 w 45"/>
                            <a:gd name="T7" fmla="*/ 0 h 49"/>
                            <a:gd name="T8" fmla="*/ 25 w 45"/>
                            <a:gd name="T9" fmla="*/ 0 h 49"/>
                            <a:gd name="T10" fmla="*/ 40 w 45"/>
                            <a:gd name="T11" fmla="*/ 29 h 49"/>
                            <a:gd name="T12" fmla="*/ 45 w 45"/>
                            <a:gd name="T13" fmla="*/ 34 h 49"/>
                            <a:gd name="T14" fmla="*/ 40 w 45"/>
                            <a:gd name="T15" fmla="*/ 34 h 49"/>
                            <a:gd name="T16" fmla="*/ 40 w 45"/>
                            <a:gd name="T17" fmla="*/ 29 h 49"/>
                            <a:gd name="T18" fmla="*/ 40 w 45"/>
                            <a:gd name="T19" fmla="*/ 29 h 49"/>
                            <a:gd name="T20" fmla="*/ 40 w 45"/>
                            <a:gd name="T21" fmla="*/ 34 h 49"/>
                            <a:gd name="T22" fmla="*/ 5 w 45"/>
                            <a:gd name="T23" fmla="*/ 49 h 49"/>
                            <a:gd name="T24" fmla="*/ 0 w 45"/>
                            <a:gd name="T25" fmla="*/ 44 h 49"/>
                            <a:gd name="T26" fmla="*/ 40 w 45"/>
                            <a:gd name="T27" fmla="*/ 29 h 49"/>
                            <a:gd name="T28" fmla="*/ 40 w 45"/>
                            <a:gd name="T29" fmla="*/ 29 h 49"/>
                          </a:gdLst>
                          <a:ahLst/>
                          <a:cxnLst/>
                          <a:rect l="0" t="0" r="r" b="b"/>
                          <a:pathLst>
                            <a:path w="45" h="49">
                              <a:moveTo>
                                <a:pt x="25" y="0"/>
                              </a:moveTo>
                              <a:lnTo>
                                <a:pt x="40" y="29"/>
                              </a:lnTo>
                              <a:lnTo>
                                <a:pt x="35" y="34"/>
                              </a:lnTo>
                              <a:lnTo>
                                <a:pt x="20" y="0"/>
                              </a:lnTo>
                              <a:lnTo>
                                <a:pt x="25" y="0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5" y="34"/>
                              </a:lnTo>
                              <a:lnTo>
                                <a:pt x="40" y="34"/>
                              </a:lnTo>
                              <a:lnTo>
                                <a:pt x="40" y="29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0" y="34"/>
                              </a:lnTo>
                              <a:lnTo>
                                <a:pt x="5" y="49"/>
                              </a:lnTo>
                              <a:lnTo>
                                <a:pt x="0" y="44"/>
                              </a:lnTo>
                              <a:lnTo>
                                <a:pt x="40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77" name="Freeform 28"/>
                      <wps:cNvSpPr>
                        <a:spLocks noEditPoints="1"/>
                      </wps:cNvSpPr>
                      <wps:spPr bwMode="auto">
                        <a:xfrm>
                          <a:off x="158750" y="397510"/>
                          <a:ext cx="25400" cy="31115"/>
                        </a:xfrm>
                        <a:custGeom>
                          <a:avLst/>
                          <a:gdLst>
                            <a:gd name="T0" fmla="*/ 25 w 40"/>
                            <a:gd name="T1" fmla="*/ 0 h 49"/>
                            <a:gd name="T2" fmla="*/ 40 w 40"/>
                            <a:gd name="T3" fmla="*/ 35 h 49"/>
                            <a:gd name="T4" fmla="*/ 35 w 40"/>
                            <a:gd name="T5" fmla="*/ 35 h 49"/>
                            <a:gd name="T6" fmla="*/ 20 w 40"/>
                            <a:gd name="T7" fmla="*/ 5 h 49"/>
                            <a:gd name="T8" fmla="*/ 25 w 40"/>
                            <a:gd name="T9" fmla="*/ 0 h 49"/>
                            <a:gd name="T10" fmla="*/ 40 w 40"/>
                            <a:gd name="T11" fmla="*/ 35 h 49"/>
                            <a:gd name="T12" fmla="*/ 40 w 40"/>
                            <a:gd name="T13" fmla="*/ 35 h 49"/>
                            <a:gd name="T14" fmla="*/ 40 w 40"/>
                            <a:gd name="T15" fmla="*/ 35 h 49"/>
                            <a:gd name="T16" fmla="*/ 40 w 40"/>
                            <a:gd name="T17" fmla="*/ 35 h 49"/>
                            <a:gd name="T18" fmla="*/ 40 w 40"/>
                            <a:gd name="T19" fmla="*/ 35 h 49"/>
                            <a:gd name="T20" fmla="*/ 40 w 40"/>
                            <a:gd name="T21" fmla="*/ 35 h 49"/>
                            <a:gd name="T22" fmla="*/ 0 w 40"/>
                            <a:gd name="T23" fmla="*/ 49 h 49"/>
                            <a:gd name="T24" fmla="*/ 0 w 40"/>
                            <a:gd name="T25" fmla="*/ 49 h 49"/>
                            <a:gd name="T26" fmla="*/ 35 w 40"/>
                            <a:gd name="T27" fmla="*/ 35 h 49"/>
                            <a:gd name="T28" fmla="*/ 40 w 40"/>
                            <a:gd name="T29" fmla="*/ 35 h 49"/>
                          </a:gdLst>
                          <a:ahLst/>
                          <a:cxnLst/>
                          <a:rect l="0" t="0" r="r" b="b"/>
                          <a:pathLst>
                            <a:path w="40" h="49">
                              <a:moveTo>
                                <a:pt x="25" y="0"/>
                              </a:moveTo>
                              <a:lnTo>
                                <a:pt x="40" y="35"/>
                              </a:lnTo>
                              <a:lnTo>
                                <a:pt x="35" y="35"/>
                              </a:lnTo>
                              <a:lnTo>
                                <a:pt x="20" y="5"/>
                              </a:lnTo>
                              <a:lnTo>
                                <a:pt x="25" y="0"/>
                              </a:lnTo>
                              <a:close/>
                              <a:moveTo>
                                <a:pt x="40" y="35"/>
                              </a:moveTo>
                              <a:lnTo>
                                <a:pt x="40" y="35"/>
                              </a:lnTo>
                              <a:close/>
                              <a:moveTo>
                                <a:pt x="40" y="35"/>
                              </a:moveTo>
                              <a:lnTo>
                                <a:pt x="40" y="35"/>
                              </a:lnTo>
                              <a:lnTo>
                                <a:pt x="0" y="49"/>
                              </a:lnTo>
                              <a:lnTo>
                                <a:pt x="35" y="35"/>
                              </a:lnTo>
                              <a:lnTo>
                                <a:pt x="4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78" name="Freeform 29"/>
                      <wps:cNvSpPr>
                        <a:spLocks noEditPoints="1"/>
                      </wps:cNvSpPr>
                      <wps:spPr bwMode="auto">
                        <a:xfrm>
                          <a:off x="139700" y="394335"/>
                          <a:ext cx="28575" cy="27940"/>
                        </a:xfrm>
                        <a:custGeom>
                          <a:avLst/>
                          <a:gdLst>
                            <a:gd name="T0" fmla="*/ 35 w 45"/>
                            <a:gd name="T1" fmla="*/ 0 h 44"/>
                            <a:gd name="T2" fmla="*/ 45 w 45"/>
                            <a:gd name="T3" fmla="*/ 30 h 44"/>
                            <a:gd name="T4" fmla="*/ 40 w 45"/>
                            <a:gd name="T5" fmla="*/ 30 h 44"/>
                            <a:gd name="T6" fmla="*/ 30 w 45"/>
                            <a:gd name="T7" fmla="*/ 0 h 44"/>
                            <a:gd name="T8" fmla="*/ 35 w 45"/>
                            <a:gd name="T9" fmla="*/ 0 h 44"/>
                            <a:gd name="T10" fmla="*/ 45 w 45"/>
                            <a:gd name="T11" fmla="*/ 30 h 44"/>
                            <a:gd name="T12" fmla="*/ 45 w 45"/>
                            <a:gd name="T13" fmla="*/ 35 h 44"/>
                            <a:gd name="T14" fmla="*/ 40 w 45"/>
                            <a:gd name="T15" fmla="*/ 35 h 44"/>
                            <a:gd name="T16" fmla="*/ 45 w 45"/>
                            <a:gd name="T17" fmla="*/ 30 h 44"/>
                            <a:gd name="T18" fmla="*/ 45 w 45"/>
                            <a:gd name="T19" fmla="*/ 30 h 44"/>
                            <a:gd name="T20" fmla="*/ 40 w 45"/>
                            <a:gd name="T21" fmla="*/ 35 h 44"/>
                            <a:gd name="T22" fmla="*/ 5 w 45"/>
                            <a:gd name="T23" fmla="*/ 44 h 44"/>
                            <a:gd name="T24" fmla="*/ 0 w 45"/>
                            <a:gd name="T25" fmla="*/ 40 h 44"/>
                            <a:gd name="T26" fmla="*/ 40 w 45"/>
                            <a:gd name="T27" fmla="*/ 30 h 44"/>
                            <a:gd name="T28" fmla="*/ 45 w 45"/>
                            <a:gd name="T29" fmla="*/ 30 h 44"/>
                          </a:gdLst>
                          <a:ahLst/>
                          <a:cxnLst/>
                          <a:rect l="0" t="0" r="r" b="b"/>
                          <a:pathLst>
                            <a:path w="45" h="44">
                              <a:moveTo>
                                <a:pt x="35" y="0"/>
                              </a:moveTo>
                              <a:lnTo>
                                <a:pt x="45" y="30"/>
                              </a:lnTo>
                              <a:lnTo>
                                <a:pt x="40" y="30"/>
                              </a:lnTo>
                              <a:lnTo>
                                <a:pt x="30" y="0"/>
                              </a:lnTo>
                              <a:lnTo>
                                <a:pt x="35" y="0"/>
                              </a:lnTo>
                              <a:close/>
                              <a:moveTo>
                                <a:pt x="45" y="3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5" y="30"/>
                              </a:lnTo>
                              <a:close/>
                              <a:moveTo>
                                <a:pt x="45" y="30"/>
                              </a:moveTo>
                              <a:lnTo>
                                <a:pt x="40" y="35"/>
                              </a:lnTo>
                              <a:lnTo>
                                <a:pt x="5" y="44"/>
                              </a:lnTo>
                              <a:lnTo>
                                <a:pt x="0" y="40"/>
                              </a:lnTo>
                              <a:lnTo>
                                <a:pt x="40" y="30"/>
                              </a:lnTo>
                              <a:lnTo>
                                <a:pt x="45" y="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79" name="Freeform 30"/>
                      <wps:cNvSpPr>
                        <a:spLocks noEditPoints="1"/>
                      </wps:cNvSpPr>
                      <wps:spPr bwMode="auto">
                        <a:xfrm>
                          <a:off x="41275" y="315595"/>
                          <a:ext cx="38100" cy="21590"/>
                        </a:xfrm>
                        <a:custGeom>
                          <a:avLst/>
                          <a:gdLst>
                            <a:gd name="T0" fmla="*/ 60 w 60"/>
                            <a:gd name="T1" fmla="*/ 0 h 34"/>
                            <a:gd name="T2" fmla="*/ 40 w 60"/>
                            <a:gd name="T3" fmla="*/ 29 h 34"/>
                            <a:gd name="T4" fmla="*/ 35 w 60"/>
                            <a:gd name="T5" fmla="*/ 29 h 34"/>
                            <a:gd name="T6" fmla="*/ 55 w 60"/>
                            <a:gd name="T7" fmla="*/ 0 h 34"/>
                            <a:gd name="T8" fmla="*/ 60 w 60"/>
                            <a:gd name="T9" fmla="*/ 0 h 34"/>
                            <a:gd name="T10" fmla="*/ 40 w 60"/>
                            <a:gd name="T11" fmla="*/ 29 h 34"/>
                            <a:gd name="T12" fmla="*/ 40 w 60"/>
                            <a:gd name="T13" fmla="*/ 34 h 34"/>
                            <a:gd name="T14" fmla="*/ 40 w 60"/>
                            <a:gd name="T15" fmla="*/ 34 h 34"/>
                            <a:gd name="T16" fmla="*/ 40 w 60"/>
                            <a:gd name="T17" fmla="*/ 29 h 34"/>
                            <a:gd name="T18" fmla="*/ 40 w 60"/>
                            <a:gd name="T19" fmla="*/ 29 h 34"/>
                            <a:gd name="T20" fmla="*/ 40 w 60"/>
                            <a:gd name="T21" fmla="*/ 34 h 34"/>
                            <a:gd name="T22" fmla="*/ 0 w 60"/>
                            <a:gd name="T23" fmla="*/ 19 h 34"/>
                            <a:gd name="T24" fmla="*/ 0 w 60"/>
                            <a:gd name="T25" fmla="*/ 15 h 34"/>
                            <a:gd name="T26" fmla="*/ 40 w 60"/>
                            <a:gd name="T27" fmla="*/ 29 h 34"/>
                            <a:gd name="T28" fmla="*/ 40 w 60"/>
                            <a:gd name="T29" fmla="*/ 29 h 34"/>
                          </a:gdLst>
                          <a:ahLst/>
                          <a:cxnLst/>
                          <a:rect l="0" t="0" r="r" b="b"/>
                          <a:pathLst>
                            <a:path w="60" h="34">
                              <a:moveTo>
                                <a:pt x="60" y="0"/>
                              </a:moveTo>
                              <a:lnTo>
                                <a:pt x="40" y="29"/>
                              </a:lnTo>
                              <a:lnTo>
                                <a:pt x="35" y="29"/>
                              </a:lnTo>
                              <a:lnTo>
                                <a:pt x="55" y="0"/>
                              </a:lnTo>
                              <a:lnTo>
                                <a:pt x="60" y="0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0" y="34"/>
                              </a:lnTo>
                              <a:lnTo>
                                <a:pt x="40" y="29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0" y="34"/>
                              </a:lnTo>
                              <a:lnTo>
                                <a:pt x="0" y="19"/>
                              </a:lnTo>
                              <a:lnTo>
                                <a:pt x="0" y="15"/>
                              </a:lnTo>
                              <a:lnTo>
                                <a:pt x="40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80" name="Freeform 31"/>
                      <wps:cNvSpPr>
                        <a:spLocks noEditPoints="1"/>
                      </wps:cNvSpPr>
                      <wps:spPr bwMode="auto">
                        <a:xfrm>
                          <a:off x="47625" y="327660"/>
                          <a:ext cx="38100" cy="22225"/>
                        </a:xfrm>
                        <a:custGeom>
                          <a:avLst/>
                          <a:gdLst>
                            <a:gd name="T0" fmla="*/ 60 w 60"/>
                            <a:gd name="T1" fmla="*/ 0 h 35"/>
                            <a:gd name="T2" fmla="*/ 45 w 60"/>
                            <a:gd name="T3" fmla="*/ 30 h 35"/>
                            <a:gd name="T4" fmla="*/ 40 w 60"/>
                            <a:gd name="T5" fmla="*/ 30 h 35"/>
                            <a:gd name="T6" fmla="*/ 55 w 60"/>
                            <a:gd name="T7" fmla="*/ 0 h 35"/>
                            <a:gd name="T8" fmla="*/ 60 w 60"/>
                            <a:gd name="T9" fmla="*/ 0 h 35"/>
                            <a:gd name="T10" fmla="*/ 45 w 60"/>
                            <a:gd name="T11" fmla="*/ 30 h 35"/>
                            <a:gd name="T12" fmla="*/ 45 w 60"/>
                            <a:gd name="T13" fmla="*/ 35 h 35"/>
                            <a:gd name="T14" fmla="*/ 45 w 60"/>
                            <a:gd name="T15" fmla="*/ 35 h 35"/>
                            <a:gd name="T16" fmla="*/ 45 w 60"/>
                            <a:gd name="T17" fmla="*/ 30 h 35"/>
                            <a:gd name="T18" fmla="*/ 45 w 60"/>
                            <a:gd name="T19" fmla="*/ 30 h 35"/>
                            <a:gd name="T20" fmla="*/ 45 w 60"/>
                            <a:gd name="T21" fmla="*/ 35 h 35"/>
                            <a:gd name="T22" fmla="*/ 0 w 60"/>
                            <a:gd name="T23" fmla="*/ 25 h 35"/>
                            <a:gd name="T24" fmla="*/ 0 w 60"/>
                            <a:gd name="T25" fmla="*/ 20 h 35"/>
                            <a:gd name="T26" fmla="*/ 45 w 60"/>
                            <a:gd name="T27" fmla="*/ 30 h 35"/>
                            <a:gd name="T28" fmla="*/ 45 w 60"/>
                            <a:gd name="T29" fmla="*/ 30 h 35"/>
                          </a:gdLst>
                          <a:ahLst/>
                          <a:cxnLst/>
                          <a:rect l="0" t="0" r="r" b="b"/>
                          <a:pathLst>
                            <a:path w="60" h="35">
                              <a:moveTo>
                                <a:pt x="60" y="0"/>
                              </a:moveTo>
                              <a:lnTo>
                                <a:pt x="45" y="30"/>
                              </a:lnTo>
                              <a:lnTo>
                                <a:pt x="40" y="30"/>
                              </a:lnTo>
                              <a:lnTo>
                                <a:pt x="55" y="0"/>
                              </a:lnTo>
                              <a:lnTo>
                                <a:pt x="60" y="0"/>
                              </a:lnTo>
                              <a:close/>
                              <a:moveTo>
                                <a:pt x="45" y="30"/>
                              </a:moveTo>
                              <a:lnTo>
                                <a:pt x="45" y="35"/>
                              </a:lnTo>
                              <a:lnTo>
                                <a:pt x="45" y="30"/>
                              </a:lnTo>
                              <a:close/>
                              <a:moveTo>
                                <a:pt x="45" y="30"/>
                              </a:moveTo>
                              <a:lnTo>
                                <a:pt x="45" y="35"/>
                              </a:lnTo>
                              <a:lnTo>
                                <a:pt x="0" y="25"/>
                              </a:lnTo>
                              <a:lnTo>
                                <a:pt x="0" y="20"/>
                              </a:lnTo>
                              <a:lnTo>
                                <a:pt x="45" y="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81" name="Freeform 32"/>
                      <wps:cNvSpPr>
                        <a:spLocks noEditPoints="1"/>
                      </wps:cNvSpPr>
                      <wps:spPr bwMode="auto">
                        <a:xfrm>
                          <a:off x="57150" y="337185"/>
                          <a:ext cx="34925" cy="22225"/>
                        </a:xfrm>
                        <a:custGeom>
                          <a:avLst/>
                          <a:gdLst>
                            <a:gd name="T0" fmla="*/ 55 w 55"/>
                            <a:gd name="T1" fmla="*/ 5 h 35"/>
                            <a:gd name="T2" fmla="*/ 45 w 55"/>
                            <a:gd name="T3" fmla="*/ 35 h 35"/>
                            <a:gd name="T4" fmla="*/ 40 w 55"/>
                            <a:gd name="T5" fmla="*/ 35 h 35"/>
                            <a:gd name="T6" fmla="*/ 50 w 55"/>
                            <a:gd name="T7" fmla="*/ 0 h 35"/>
                            <a:gd name="T8" fmla="*/ 55 w 55"/>
                            <a:gd name="T9" fmla="*/ 5 h 35"/>
                            <a:gd name="T10" fmla="*/ 45 w 55"/>
                            <a:gd name="T11" fmla="*/ 35 h 35"/>
                            <a:gd name="T12" fmla="*/ 45 w 55"/>
                            <a:gd name="T13" fmla="*/ 35 h 35"/>
                            <a:gd name="T14" fmla="*/ 45 w 55"/>
                            <a:gd name="T15" fmla="*/ 35 h 35"/>
                            <a:gd name="T16" fmla="*/ 45 w 55"/>
                            <a:gd name="T17" fmla="*/ 35 h 35"/>
                            <a:gd name="T18" fmla="*/ 45 w 55"/>
                            <a:gd name="T19" fmla="*/ 35 h 35"/>
                            <a:gd name="T20" fmla="*/ 45 w 55"/>
                            <a:gd name="T21" fmla="*/ 35 h 35"/>
                            <a:gd name="T22" fmla="*/ 0 w 55"/>
                            <a:gd name="T23" fmla="*/ 30 h 35"/>
                            <a:gd name="T24" fmla="*/ 0 w 55"/>
                            <a:gd name="T25" fmla="*/ 25 h 35"/>
                            <a:gd name="T26" fmla="*/ 45 w 55"/>
                            <a:gd name="T27" fmla="*/ 30 h 35"/>
                            <a:gd name="T28" fmla="*/ 45 w 55"/>
                            <a:gd name="T29" fmla="*/ 35 h 35"/>
                          </a:gdLst>
                          <a:ahLst/>
                          <a:cxnLst/>
                          <a:rect l="0" t="0" r="r" b="b"/>
                          <a:pathLst>
                            <a:path w="55" h="35">
                              <a:moveTo>
                                <a:pt x="55" y="5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50" y="0"/>
                              </a:lnTo>
                              <a:lnTo>
                                <a:pt x="55" y="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lnTo>
                                <a:pt x="0" y="30"/>
                              </a:lnTo>
                              <a:lnTo>
                                <a:pt x="0" y="25"/>
                              </a:lnTo>
                              <a:lnTo>
                                <a:pt x="45" y="30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82" name="Freeform 33"/>
                      <wps:cNvSpPr>
                        <a:spLocks noEditPoints="1"/>
                      </wps:cNvSpPr>
                      <wps:spPr bwMode="auto">
                        <a:xfrm>
                          <a:off x="69850" y="349885"/>
                          <a:ext cx="31750" cy="22225"/>
                        </a:xfrm>
                        <a:custGeom>
                          <a:avLst/>
                          <a:gdLst>
                            <a:gd name="T0" fmla="*/ 50 w 50"/>
                            <a:gd name="T1" fmla="*/ 0 h 35"/>
                            <a:gd name="T2" fmla="*/ 45 w 50"/>
                            <a:gd name="T3" fmla="*/ 35 h 35"/>
                            <a:gd name="T4" fmla="*/ 40 w 50"/>
                            <a:gd name="T5" fmla="*/ 35 h 35"/>
                            <a:gd name="T6" fmla="*/ 45 w 50"/>
                            <a:gd name="T7" fmla="*/ 0 h 35"/>
                            <a:gd name="T8" fmla="*/ 50 w 50"/>
                            <a:gd name="T9" fmla="*/ 0 h 35"/>
                            <a:gd name="T10" fmla="*/ 45 w 50"/>
                            <a:gd name="T11" fmla="*/ 35 h 35"/>
                            <a:gd name="T12" fmla="*/ 45 w 50"/>
                            <a:gd name="T13" fmla="*/ 35 h 35"/>
                            <a:gd name="T14" fmla="*/ 40 w 50"/>
                            <a:gd name="T15" fmla="*/ 35 h 35"/>
                            <a:gd name="T16" fmla="*/ 45 w 50"/>
                            <a:gd name="T17" fmla="*/ 35 h 35"/>
                            <a:gd name="T18" fmla="*/ 45 w 50"/>
                            <a:gd name="T19" fmla="*/ 35 h 35"/>
                            <a:gd name="T20" fmla="*/ 40 w 50"/>
                            <a:gd name="T21" fmla="*/ 35 h 35"/>
                            <a:gd name="T22" fmla="*/ 0 w 50"/>
                            <a:gd name="T23" fmla="*/ 35 h 35"/>
                            <a:gd name="T24" fmla="*/ 0 w 50"/>
                            <a:gd name="T25" fmla="*/ 30 h 35"/>
                            <a:gd name="T26" fmla="*/ 40 w 50"/>
                            <a:gd name="T27" fmla="*/ 30 h 35"/>
                            <a:gd name="T28" fmla="*/ 45 w 50"/>
                            <a:gd name="T29" fmla="*/ 35 h 35"/>
                          </a:gdLst>
                          <a:ahLst/>
                          <a:cxnLst/>
                          <a:rect l="0" t="0" r="r" b="b"/>
                          <a:pathLst>
                            <a:path w="50" h="35">
                              <a:moveTo>
                                <a:pt x="50" y="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5" y="0"/>
                              </a:lnTo>
                              <a:lnTo>
                                <a:pt x="50" y="0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0" y="35"/>
                              </a:lnTo>
                              <a:lnTo>
                                <a:pt x="0" y="35"/>
                              </a:lnTo>
                              <a:lnTo>
                                <a:pt x="0" y="30"/>
                              </a:lnTo>
                              <a:lnTo>
                                <a:pt x="40" y="30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83" name="Freeform 34"/>
                      <wps:cNvSpPr>
                        <a:spLocks noEditPoints="1"/>
                      </wps:cNvSpPr>
                      <wps:spPr bwMode="auto">
                        <a:xfrm>
                          <a:off x="82550" y="359410"/>
                          <a:ext cx="28575" cy="25400"/>
                        </a:xfrm>
                        <a:custGeom>
                          <a:avLst/>
                          <a:gdLst>
                            <a:gd name="T0" fmla="*/ 45 w 45"/>
                            <a:gd name="T1" fmla="*/ 0 h 40"/>
                            <a:gd name="T2" fmla="*/ 45 w 45"/>
                            <a:gd name="T3" fmla="*/ 35 h 40"/>
                            <a:gd name="T4" fmla="*/ 40 w 45"/>
                            <a:gd name="T5" fmla="*/ 35 h 40"/>
                            <a:gd name="T6" fmla="*/ 40 w 45"/>
                            <a:gd name="T7" fmla="*/ 0 h 40"/>
                            <a:gd name="T8" fmla="*/ 45 w 45"/>
                            <a:gd name="T9" fmla="*/ 0 h 40"/>
                            <a:gd name="T10" fmla="*/ 45 w 45"/>
                            <a:gd name="T11" fmla="*/ 35 h 40"/>
                            <a:gd name="T12" fmla="*/ 45 w 45"/>
                            <a:gd name="T13" fmla="*/ 40 h 40"/>
                            <a:gd name="T14" fmla="*/ 40 w 45"/>
                            <a:gd name="T15" fmla="*/ 40 h 40"/>
                            <a:gd name="T16" fmla="*/ 45 w 45"/>
                            <a:gd name="T17" fmla="*/ 35 h 40"/>
                            <a:gd name="T18" fmla="*/ 45 w 45"/>
                            <a:gd name="T19" fmla="*/ 35 h 40"/>
                            <a:gd name="T20" fmla="*/ 40 w 45"/>
                            <a:gd name="T21" fmla="*/ 40 h 40"/>
                            <a:gd name="T22" fmla="*/ 0 w 45"/>
                            <a:gd name="T23" fmla="*/ 35 h 40"/>
                            <a:gd name="T24" fmla="*/ 0 w 45"/>
                            <a:gd name="T25" fmla="*/ 30 h 40"/>
                            <a:gd name="T26" fmla="*/ 40 w 45"/>
                            <a:gd name="T27" fmla="*/ 35 h 40"/>
                            <a:gd name="T28" fmla="*/ 45 w 45"/>
                            <a:gd name="T29" fmla="*/ 35 h 40"/>
                          </a:gdLst>
                          <a:ahLst/>
                          <a:cxnLst/>
                          <a:rect l="0" t="0" r="r" b="b"/>
                          <a:pathLst>
                            <a:path w="45" h="40">
                              <a:moveTo>
                                <a:pt x="45" y="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0" y="0"/>
                              </a:lnTo>
                              <a:lnTo>
                                <a:pt x="45" y="0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40"/>
                              </a:lnTo>
                              <a:lnTo>
                                <a:pt x="40" y="40"/>
                              </a:ln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0" y="40"/>
                              </a:lnTo>
                              <a:lnTo>
                                <a:pt x="0" y="35"/>
                              </a:lnTo>
                              <a:lnTo>
                                <a:pt x="0" y="30"/>
                              </a:lnTo>
                              <a:lnTo>
                                <a:pt x="40" y="35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84" name="Freeform 35"/>
                      <wps:cNvSpPr>
                        <a:spLocks noEditPoints="1"/>
                      </wps:cNvSpPr>
                      <wps:spPr bwMode="auto">
                        <a:xfrm>
                          <a:off x="95250" y="368935"/>
                          <a:ext cx="28575" cy="25400"/>
                        </a:xfrm>
                        <a:custGeom>
                          <a:avLst/>
                          <a:gdLst>
                            <a:gd name="T0" fmla="*/ 0 w 45"/>
                            <a:gd name="T1" fmla="*/ 35 h 40"/>
                            <a:gd name="T2" fmla="*/ 40 w 45"/>
                            <a:gd name="T3" fmla="*/ 35 h 40"/>
                            <a:gd name="T4" fmla="*/ 40 w 45"/>
                            <a:gd name="T5" fmla="*/ 40 h 40"/>
                            <a:gd name="T6" fmla="*/ 0 w 45"/>
                            <a:gd name="T7" fmla="*/ 40 h 40"/>
                            <a:gd name="T8" fmla="*/ 0 w 45"/>
                            <a:gd name="T9" fmla="*/ 35 h 40"/>
                            <a:gd name="T10" fmla="*/ 45 w 45"/>
                            <a:gd name="T11" fmla="*/ 35 h 40"/>
                            <a:gd name="T12" fmla="*/ 45 w 45"/>
                            <a:gd name="T13" fmla="*/ 40 h 40"/>
                            <a:gd name="T14" fmla="*/ 40 w 45"/>
                            <a:gd name="T15" fmla="*/ 40 h 40"/>
                            <a:gd name="T16" fmla="*/ 45 w 45"/>
                            <a:gd name="T17" fmla="*/ 35 h 40"/>
                            <a:gd name="T18" fmla="*/ 40 w 45"/>
                            <a:gd name="T19" fmla="*/ 40 h 40"/>
                            <a:gd name="T20" fmla="*/ 40 w 45"/>
                            <a:gd name="T21" fmla="*/ 35 h 40"/>
                            <a:gd name="T22" fmla="*/ 40 w 45"/>
                            <a:gd name="T23" fmla="*/ 0 h 40"/>
                            <a:gd name="T24" fmla="*/ 45 w 45"/>
                            <a:gd name="T25" fmla="*/ 0 h 40"/>
                            <a:gd name="T26" fmla="*/ 45 w 45"/>
                            <a:gd name="T27" fmla="*/ 35 h 40"/>
                            <a:gd name="T28" fmla="*/ 40 w 45"/>
                            <a:gd name="T29" fmla="*/ 40 h 40"/>
                          </a:gdLst>
                          <a:ahLst/>
                          <a:cxnLst/>
                          <a:rect l="0" t="0" r="r" b="b"/>
                          <a:pathLst>
                            <a:path w="45" h="40">
                              <a:moveTo>
                                <a:pt x="0" y="35"/>
                              </a:moveTo>
                              <a:lnTo>
                                <a:pt x="40" y="35"/>
                              </a:lnTo>
                              <a:lnTo>
                                <a:pt x="40" y="40"/>
                              </a:lnTo>
                              <a:lnTo>
                                <a:pt x="0" y="40"/>
                              </a:lnTo>
                              <a:lnTo>
                                <a:pt x="0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40"/>
                              </a:lnTo>
                              <a:lnTo>
                                <a:pt x="40" y="40"/>
                              </a:lnTo>
                              <a:lnTo>
                                <a:pt x="45" y="35"/>
                              </a:lnTo>
                              <a:close/>
                              <a:moveTo>
                                <a:pt x="40" y="40"/>
                              </a:moveTo>
                              <a:lnTo>
                                <a:pt x="40" y="35"/>
                              </a:lnTo>
                              <a:lnTo>
                                <a:pt x="40" y="0"/>
                              </a:lnTo>
                              <a:lnTo>
                                <a:pt x="45" y="0"/>
                              </a:lnTo>
                              <a:lnTo>
                                <a:pt x="45" y="35"/>
                              </a:lnTo>
                              <a:lnTo>
                                <a:pt x="40" y="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85" name="Freeform 36"/>
                      <wps:cNvSpPr>
                        <a:spLocks noEditPoints="1"/>
                      </wps:cNvSpPr>
                      <wps:spPr bwMode="auto">
                        <a:xfrm>
                          <a:off x="123825" y="384810"/>
                          <a:ext cx="28575" cy="31750"/>
                        </a:xfrm>
                        <a:custGeom>
                          <a:avLst/>
                          <a:gdLst>
                            <a:gd name="T0" fmla="*/ 40 w 45"/>
                            <a:gd name="T1" fmla="*/ 0 h 50"/>
                            <a:gd name="T2" fmla="*/ 45 w 45"/>
                            <a:gd name="T3" fmla="*/ 35 h 50"/>
                            <a:gd name="T4" fmla="*/ 40 w 45"/>
                            <a:gd name="T5" fmla="*/ 35 h 50"/>
                            <a:gd name="T6" fmla="*/ 35 w 45"/>
                            <a:gd name="T7" fmla="*/ 5 h 50"/>
                            <a:gd name="T8" fmla="*/ 40 w 45"/>
                            <a:gd name="T9" fmla="*/ 0 h 50"/>
                            <a:gd name="T10" fmla="*/ 45 w 45"/>
                            <a:gd name="T11" fmla="*/ 35 h 50"/>
                            <a:gd name="T12" fmla="*/ 45 w 45"/>
                            <a:gd name="T13" fmla="*/ 40 h 50"/>
                            <a:gd name="T14" fmla="*/ 45 w 45"/>
                            <a:gd name="T15" fmla="*/ 40 h 50"/>
                            <a:gd name="T16" fmla="*/ 45 w 45"/>
                            <a:gd name="T17" fmla="*/ 35 h 50"/>
                            <a:gd name="T18" fmla="*/ 45 w 45"/>
                            <a:gd name="T19" fmla="*/ 35 h 50"/>
                            <a:gd name="T20" fmla="*/ 45 w 45"/>
                            <a:gd name="T21" fmla="*/ 40 h 50"/>
                            <a:gd name="T22" fmla="*/ 0 w 45"/>
                            <a:gd name="T23" fmla="*/ 50 h 50"/>
                            <a:gd name="T24" fmla="*/ 0 w 45"/>
                            <a:gd name="T25" fmla="*/ 45 h 50"/>
                            <a:gd name="T26" fmla="*/ 40 w 45"/>
                            <a:gd name="T27" fmla="*/ 35 h 50"/>
                            <a:gd name="T28" fmla="*/ 45 w 45"/>
                            <a:gd name="T29" fmla="*/ 35 h 50"/>
                          </a:gdLst>
                          <a:ahLst/>
                          <a:cxnLst/>
                          <a:rect l="0" t="0" r="r" b="b"/>
                          <a:pathLst>
                            <a:path w="45" h="50">
                              <a:moveTo>
                                <a:pt x="40" y="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35" y="5"/>
                              </a:lnTo>
                              <a:lnTo>
                                <a:pt x="40" y="0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40"/>
                              </a:ln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40"/>
                              </a:lnTo>
                              <a:lnTo>
                                <a:pt x="0" y="50"/>
                              </a:lnTo>
                              <a:lnTo>
                                <a:pt x="0" y="45"/>
                              </a:lnTo>
                              <a:lnTo>
                                <a:pt x="40" y="35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86" name="Freeform 37"/>
                      <wps:cNvSpPr>
                        <a:spLocks noEditPoints="1"/>
                      </wps:cNvSpPr>
                      <wps:spPr bwMode="auto">
                        <a:xfrm>
                          <a:off x="107950" y="378460"/>
                          <a:ext cx="28575" cy="28575"/>
                        </a:xfrm>
                        <a:custGeom>
                          <a:avLst/>
                          <a:gdLst>
                            <a:gd name="T0" fmla="*/ 45 w 45"/>
                            <a:gd name="T1" fmla="*/ 0 h 45"/>
                            <a:gd name="T2" fmla="*/ 45 w 45"/>
                            <a:gd name="T3" fmla="*/ 35 h 45"/>
                            <a:gd name="T4" fmla="*/ 40 w 45"/>
                            <a:gd name="T5" fmla="*/ 35 h 45"/>
                            <a:gd name="T6" fmla="*/ 40 w 45"/>
                            <a:gd name="T7" fmla="*/ 0 h 45"/>
                            <a:gd name="T8" fmla="*/ 45 w 45"/>
                            <a:gd name="T9" fmla="*/ 0 h 45"/>
                            <a:gd name="T10" fmla="*/ 45 w 45"/>
                            <a:gd name="T11" fmla="*/ 35 h 45"/>
                            <a:gd name="T12" fmla="*/ 45 w 45"/>
                            <a:gd name="T13" fmla="*/ 35 h 45"/>
                            <a:gd name="T14" fmla="*/ 45 w 45"/>
                            <a:gd name="T15" fmla="*/ 35 h 45"/>
                            <a:gd name="T16" fmla="*/ 45 w 45"/>
                            <a:gd name="T17" fmla="*/ 35 h 45"/>
                            <a:gd name="T18" fmla="*/ 45 w 45"/>
                            <a:gd name="T19" fmla="*/ 35 h 45"/>
                            <a:gd name="T20" fmla="*/ 45 w 45"/>
                            <a:gd name="T21" fmla="*/ 35 h 45"/>
                            <a:gd name="T22" fmla="*/ 5 w 45"/>
                            <a:gd name="T23" fmla="*/ 45 h 45"/>
                            <a:gd name="T24" fmla="*/ 0 w 45"/>
                            <a:gd name="T25" fmla="*/ 40 h 45"/>
                            <a:gd name="T26" fmla="*/ 45 w 45"/>
                            <a:gd name="T27" fmla="*/ 30 h 45"/>
                            <a:gd name="T28" fmla="*/ 45 w 45"/>
                            <a:gd name="T29" fmla="*/ 35 h 45"/>
                          </a:gdLst>
                          <a:ahLst/>
                          <a:cxnLst/>
                          <a:rect l="0" t="0" r="r" b="b"/>
                          <a:pathLst>
                            <a:path w="45" h="45">
                              <a:moveTo>
                                <a:pt x="45" y="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0" y="0"/>
                              </a:lnTo>
                              <a:lnTo>
                                <a:pt x="45" y="0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lnTo>
                                <a:pt x="5" y="45"/>
                              </a:lnTo>
                              <a:lnTo>
                                <a:pt x="0" y="40"/>
                              </a:lnTo>
                              <a:lnTo>
                                <a:pt x="45" y="30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87" name="Freeform 38"/>
                      <wps:cNvSpPr>
                        <a:spLocks noEditPoints="1"/>
                      </wps:cNvSpPr>
                      <wps:spPr bwMode="auto">
                        <a:xfrm>
                          <a:off x="31750" y="290195"/>
                          <a:ext cx="41275" cy="31750"/>
                        </a:xfrm>
                        <a:custGeom>
                          <a:avLst/>
                          <a:gdLst>
                            <a:gd name="T0" fmla="*/ 65 w 65"/>
                            <a:gd name="T1" fmla="*/ 20 h 50"/>
                            <a:gd name="T2" fmla="*/ 65 w 65"/>
                            <a:gd name="T3" fmla="*/ 20 h 50"/>
                            <a:gd name="T4" fmla="*/ 65 w 65"/>
                            <a:gd name="T5" fmla="*/ 20 h 50"/>
                            <a:gd name="T6" fmla="*/ 65 w 65"/>
                            <a:gd name="T7" fmla="*/ 20 h 50"/>
                            <a:gd name="T8" fmla="*/ 65 w 65"/>
                            <a:gd name="T9" fmla="*/ 20 h 50"/>
                            <a:gd name="T10" fmla="*/ 65 w 65"/>
                            <a:gd name="T11" fmla="*/ 20 h 50"/>
                            <a:gd name="T12" fmla="*/ 45 w 65"/>
                            <a:gd name="T13" fmla="*/ 50 h 50"/>
                            <a:gd name="T14" fmla="*/ 40 w 65"/>
                            <a:gd name="T15" fmla="*/ 50 h 50"/>
                            <a:gd name="T16" fmla="*/ 60 w 65"/>
                            <a:gd name="T17" fmla="*/ 20 h 50"/>
                            <a:gd name="T18" fmla="*/ 65 w 65"/>
                            <a:gd name="T19" fmla="*/ 20 h 50"/>
                            <a:gd name="T20" fmla="*/ 45 w 65"/>
                            <a:gd name="T21" fmla="*/ 50 h 50"/>
                            <a:gd name="T22" fmla="*/ 45 w 65"/>
                            <a:gd name="T23" fmla="*/ 50 h 50"/>
                            <a:gd name="T24" fmla="*/ 40 w 65"/>
                            <a:gd name="T25" fmla="*/ 50 h 50"/>
                            <a:gd name="T26" fmla="*/ 45 w 65"/>
                            <a:gd name="T27" fmla="*/ 50 h 50"/>
                            <a:gd name="T28" fmla="*/ 45 w 65"/>
                            <a:gd name="T29" fmla="*/ 50 h 50"/>
                            <a:gd name="T30" fmla="*/ 40 w 65"/>
                            <a:gd name="T31" fmla="*/ 50 h 50"/>
                            <a:gd name="T32" fmla="*/ 5 w 65"/>
                            <a:gd name="T33" fmla="*/ 35 h 50"/>
                            <a:gd name="T34" fmla="*/ 5 w 65"/>
                            <a:gd name="T35" fmla="*/ 30 h 50"/>
                            <a:gd name="T36" fmla="*/ 45 w 65"/>
                            <a:gd name="T37" fmla="*/ 45 h 50"/>
                            <a:gd name="T38" fmla="*/ 45 w 65"/>
                            <a:gd name="T39" fmla="*/ 50 h 50"/>
                            <a:gd name="T40" fmla="*/ 5 w 65"/>
                            <a:gd name="T41" fmla="*/ 35 h 50"/>
                            <a:gd name="T42" fmla="*/ 0 w 65"/>
                            <a:gd name="T43" fmla="*/ 35 h 50"/>
                            <a:gd name="T44" fmla="*/ 5 w 65"/>
                            <a:gd name="T45" fmla="*/ 35 h 50"/>
                            <a:gd name="T46" fmla="*/ 5 w 65"/>
                            <a:gd name="T47" fmla="*/ 35 h 50"/>
                            <a:gd name="T48" fmla="*/ 5 w 65"/>
                            <a:gd name="T49" fmla="*/ 35 h 50"/>
                            <a:gd name="T50" fmla="*/ 5 w 65"/>
                            <a:gd name="T51" fmla="*/ 35 h 50"/>
                            <a:gd name="T52" fmla="*/ 25 w 65"/>
                            <a:gd name="T53" fmla="*/ 5 h 50"/>
                            <a:gd name="T54" fmla="*/ 30 w 65"/>
                            <a:gd name="T55" fmla="*/ 5 h 50"/>
                            <a:gd name="T56" fmla="*/ 5 w 65"/>
                            <a:gd name="T57" fmla="*/ 35 h 50"/>
                            <a:gd name="T58" fmla="*/ 5 w 65"/>
                            <a:gd name="T59" fmla="*/ 35 h 50"/>
                            <a:gd name="T60" fmla="*/ 25 w 65"/>
                            <a:gd name="T61" fmla="*/ 5 h 50"/>
                            <a:gd name="T62" fmla="*/ 25 w 65"/>
                            <a:gd name="T63" fmla="*/ 0 h 50"/>
                            <a:gd name="T64" fmla="*/ 25 w 65"/>
                            <a:gd name="T65" fmla="*/ 0 h 50"/>
                            <a:gd name="T66" fmla="*/ 25 w 65"/>
                            <a:gd name="T67" fmla="*/ 5 h 50"/>
                            <a:gd name="T68" fmla="*/ 25 w 65"/>
                            <a:gd name="T69" fmla="*/ 5 h 50"/>
                            <a:gd name="T70" fmla="*/ 25 w 65"/>
                            <a:gd name="T71" fmla="*/ 0 h 50"/>
                            <a:gd name="T72" fmla="*/ 65 w 65"/>
                            <a:gd name="T73" fmla="*/ 20 h 50"/>
                            <a:gd name="T74" fmla="*/ 60 w 65"/>
                            <a:gd name="T75" fmla="*/ 20 h 50"/>
                            <a:gd name="T76" fmla="*/ 25 w 65"/>
                            <a:gd name="T77" fmla="*/ 5 h 50"/>
                            <a:gd name="T78" fmla="*/ 25 w 65"/>
                            <a:gd name="T79" fmla="*/ 5 h 50"/>
                          </a:gdLst>
                          <a:ahLst/>
                          <a:cxnLst/>
                          <a:rect l="0" t="0" r="r" b="b"/>
                          <a:pathLst>
                            <a:path w="65" h="50">
                              <a:moveTo>
                                <a:pt x="65" y="20"/>
                              </a:moveTo>
                              <a:lnTo>
                                <a:pt x="65" y="20"/>
                              </a:lnTo>
                              <a:close/>
                              <a:moveTo>
                                <a:pt x="65" y="20"/>
                              </a:moveTo>
                              <a:lnTo>
                                <a:pt x="65" y="20"/>
                              </a:lnTo>
                              <a:lnTo>
                                <a:pt x="45" y="50"/>
                              </a:lnTo>
                              <a:lnTo>
                                <a:pt x="40" y="50"/>
                              </a:lnTo>
                              <a:lnTo>
                                <a:pt x="60" y="20"/>
                              </a:lnTo>
                              <a:lnTo>
                                <a:pt x="65" y="20"/>
                              </a:lnTo>
                              <a:close/>
                              <a:moveTo>
                                <a:pt x="45" y="50"/>
                              </a:moveTo>
                              <a:lnTo>
                                <a:pt x="45" y="50"/>
                              </a:lnTo>
                              <a:lnTo>
                                <a:pt x="40" y="50"/>
                              </a:lnTo>
                              <a:lnTo>
                                <a:pt x="45" y="50"/>
                              </a:lnTo>
                              <a:close/>
                              <a:moveTo>
                                <a:pt x="45" y="50"/>
                              </a:moveTo>
                              <a:lnTo>
                                <a:pt x="40" y="50"/>
                              </a:lnTo>
                              <a:lnTo>
                                <a:pt x="5" y="35"/>
                              </a:lnTo>
                              <a:lnTo>
                                <a:pt x="5" y="30"/>
                              </a:lnTo>
                              <a:lnTo>
                                <a:pt x="45" y="45"/>
                              </a:lnTo>
                              <a:lnTo>
                                <a:pt x="45" y="50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0" y="35"/>
                              </a:lnTo>
                              <a:lnTo>
                                <a:pt x="5" y="35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5" y="35"/>
                              </a:lnTo>
                              <a:lnTo>
                                <a:pt x="25" y="5"/>
                              </a:lnTo>
                              <a:lnTo>
                                <a:pt x="30" y="5"/>
                              </a:lnTo>
                              <a:lnTo>
                                <a:pt x="5" y="35"/>
                              </a:lnTo>
                              <a:close/>
                              <a:moveTo>
                                <a:pt x="25" y="5"/>
                              </a:moveTo>
                              <a:lnTo>
                                <a:pt x="25" y="0"/>
                              </a:lnTo>
                              <a:lnTo>
                                <a:pt x="25" y="5"/>
                              </a:lnTo>
                              <a:close/>
                              <a:moveTo>
                                <a:pt x="25" y="5"/>
                              </a:moveTo>
                              <a:lnTo>
                                <a:pt x="25" y="0"/>
                              </a:lnTo>
                              <a:lnTo>
                                <a:pt x="65" y="20"/>
                              </a:lnTo>
                              <a:lnTo>
                                <a:pt x="60" y="20"/>
                              </a:lnTo>
                              <a:lnTo>
                                <a:pt x="25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88" name="Freeform 39"/>
                      <wps:cNvSpPr/>
                      <wps:spPr bwMode="auto">
                        <a:xfrm>
                          <a:off x="254000" y="312420"/>
                          <a:ext cx="180975" cy="132080"/>
                        </a:xfrm>
                        <a:custGeom>
                          <a:avLst/>
                          <a:gdLst>
                            <a:gd name="T0" fmla="*/ 0 w 285"/>
                            <a:gd name="T1" fmla="*/ 203 h 208"/>
                            <a:gd name="T2" fmla="*/ 25 w 285"/>
                            <a:gd name="T3" fmla="*/ 198 h 208"/>
                            <a:gd name="T4" fmla="*/ 45 w 285"/>
                            <a:gd name="T5" fmla="*/ 193 h 208"/>
                            <a:gd name="T6" fmla="*/ 70 w 285"/>
                            <a:gd name="T7" fmla="*/ 183 h 208"/>
                            <a:gd name="T8" fmla="*/ 95 w 285"/>
                            <a:gd name="T9" fmla="*/ 178 h 208"/>
                            <a:gd name="T10" fmla="*/ 115 w 285"/>
                            <a:gd name="T11" fmla="*/ 169 h 208"/>
                            <a:gd name="T12" fmla="*/ 135 w 285"/>
                            <a:gd name="T13" fmla="*/ 159 h 208"/>
                            <a:gd name="T14" fmla="*/ 155 w 285"/>
                            <a:gd name="T15" fmla="*/ 144 h 208"/>
                            <a:gd name="T16" fmla="*/ 175 w 285"/>
                            <a:gd name="T17" fmla="*/ 134 h 208"/>
                            <a:gd name="T18" fmla="*/ 195 w 285"/>
                            <a:gd name="T19" fmla="*/ 119 h 208"/>
                            <a:gd name="T20" fmla="*/ 210 w 285"/>
                            <a:gd name="T21" fmla="*/ 104 h 208"/>
                            <a:gd name="T22" fmla="*/ 225 w 285"/>
                            <a:gd name="T23" fmla="*/ 89 h 208"/>
                            <a:gd name="T24" fmla="*/ 240 w 285"/>
                            <a:gd name="T25" fmla="*/ 69 h 208"/>
                            <a:gd name="T26" fmla="*/ 250 w 285"/>
                            <a:gd name="T27" fmla="*/ 54 h 208"/>
                            <a:gd name="T28" fmla="*/ 265 w 285"/>
                            <a:gd name="T29" fmla="*/ 34 h 208"/>
                            <a:gd name="T30" fmla="*/ 270 w 285"/>
                            <a:gd name="T31" fmla="*/ 15 h 208"/>
                            <a:gd name="T32" fmla="*/ 280 w 285"/>
                            <a:gd name="T33" fmla="*/ 0 h 208"/>
                            <a:gd name="T34" fmla="*/ 280 w 285"/>
                            <a:gd name="T35" fmla="*/ 10 h 208"/>
                            <a:gd name="T36" fmla="*/ 270 w 285"/>
                            <a:gd name="T37" fmla="*/ 29 h 208"/>
                            <a:gd name="T38" fmla="*/ 260 w 285"/>
                            <a:gd name="T39" fmla="*/ 49 h 208"/>
                            <a:gd name="T40" fmla="*/ 250 w 285"/>
                            <a:gd name="T41" fmla="*/ 64 h 208"/>
                            <a:gd name="T42" fmla="*/ 235 w 285"/>
                            <a:gd name="T43" fmla="*/ 84 h 208"/>
                            <a:gd name="T44" fmla="*/ 220 w 285"/>
                            <a:gd name="T45" fmla="*/ 99 h 208"/>
                            <a:gd name="T46" fmla="*/ 205 w 285"/>
                            <a:gd name="T47" fmla="*/ 114 h 208"/>
                            <a:gd name="T48" fmla="*/ 190 w 285"/>
                            <a:gd name="T49" fmla="*/ 129 h 208"/>
                            <a:gd name="T50" fmla="*/ 170 w 285"/>
                            <a:gd name="T51" fmla="*/ 144 h 208"/>
                            <a:gd name="T52" fmla="*/ 150 w 285"/>
                            <a:gd name="T53" fmla="*/ 154 h 208"/>
                            <a:gd name="T54" fmla="*/ 130 w 285"/>
                            <a:gd name="T55" fmla="*/ 169 h 208"/>
                            <a:gd name="T56" fmla="*/ 105 w 285"/>
                            <a:gd name="T57" fmla="*/ 178 h 208"/>
                            <a:gd name="T58" fmla="*/ 85 w 285"/>
                            <a:gd name="T59" fmla="*/ 188 h 208"/>
                            <a:gd name="T60" fmla="*/ 60 w 285"/>
                            <a:gd name="T61" fmla="*/ 193 h 208"/>
                            <a:gd name="T62" fmla="*/ 35 w 285"/>
                            <a:gd name="T63" fmla="*/ 198 h 208"/>
                            <a:gd name="T64" fmla="*/ 10 w 285"/>
                            <a:gd name="T65" fmla="*/ 203 h 208"/>
                          </a:gdLst>
                          <a:ahLst/>
                          <a:cxnLst/>
                          <a:rect l="0" t="0" r="r" b="b"/>
                          <a:pathLst>
                            <a:path w="285" h="208">
                              <a:moveTo>
                                <a:pt x="0" y="208"/>
                              </a:moveTo>
                              <a:lnTo>
                                <a:pt x="0" y="203"/>
                              </a:lnTo>
                              <a:lnTo>
                                <a:pt x="10" y="198"/>
                              </a:lnTo>
                              <a:lnTo>
                                <a:pt x="25" y="198"/>
                              </a:lnTo>
                              <a:lnTo>
                                <a:pt x="35" y="193"/>
                              </a:lnTo>
                              <a:lnTo>
                                <a:pt x="45" y="193"/>
                              </a:lnTo>
                              <a:lnTo>
                                <a:pt x="60" y="188"/>
                              </a:lnTo>
                              <a:lnTo>
                                <a:pt x="70" y="183"/>
                              </a:lnTo>
                              <a:lnTo>
                                <a:pt x="85" y="183"/>
                              </a:lnTo>
                              <a:lnTo>
                                <a:pt x="95" y="178"/>
                              </a:lnTo>
                              <a:lnTo>
                                <a:pt x="105" y="173"/>
                              </a:lnTo>
                              <a:lnTo>
                                <a:pt x="115" y="169"/>
                              </a:lnTo>
                              <a:lnTo>
                                <a:pt x="125" y="164"/>
                              </a:lnTo>
                              <a:lnTo>
                                <a:pt x="135" y="159"/>
                              </a:lnTo>
                              <a:lnTo>
                                <a:pt x="145" y="154"/>
                              </a:lnTo>
                              <a:lnTo>
                                <a:pt x="155" y="144"/>
                              </a:lnTo>
                              <a:lnTo>
                                <a:pt x="165" y="139"/>
                              </a:lnTo>
                              <a:lnTo>
                                <a:pt x="175" y="134"/>
                              </a:lnTo>
                              <a:lnTo>
                                <a:pt x="185" y="124"/>
                              </a:lnTo>
                              <a:lnTo>
                                <a:pt x="195" y="119"/>
                              </a:lnTo>
                              <a:lnTo>
                                <a:pt x="200" y="109"/>
                              </a:lnTo>
                              <a:lnTo>
                                <a:pt x="210" y="104"/>
                              </a:lnTo>
                              <a:lnTo>
                                <a:pt x="220" y="94"/>
                              </a:lnTo>
                              <a:lnTo>
                                <a:pt x="225" y="89"/>
                              </a:lnTo>
                              <a:lnTo>
                                <a:pt x="235" y="79"/>
                              </a:lnTo>
                              <a:lnTo>
                                <a:pt x="240" y="69"/>
                              </a:lnTo>
                              <a:lnTo>
                                <a:pt x="245" y="64"/>
                              </a:lnTo>
                              <a:lnTo>
                                <a:pt x="250" y="54"/>
                              </a:lnTo>
                              <a:lnTo>
                                <a:pt x="260" y="44"/>
                              </a:lnTo>
                              <a:lnTo>
                                <a:pt x="265" y="34"/>
                              </a:lnTo>
                              <a:lnTo>
                                <a:pt x="270" y="24"/>
                              </a:lnTo>
                              <a:lnTo>
                                <a:pt x="270" y="15"/>
                              </a:lnTo>
                              <a:lnTo>
                                <a:pt x="275" y="5"/>
                              </a:lnTo>
                              <a:lnTo>
                                <a:pt x="280" y="0"/>
                              </a:lnTo>
                              <a:lnTo>
                                <a:pt x="285" y="0"/>
                              </a:lnTo>
                              <a:lnTo>
                                <a:pt x="280" y="10"/>
                              </a:lnTo>
                              <a:lnTo>
                                <a:pt x="275" y="20"/>
                              </a:lnTo>
                              <a:lnTo>
                                <a:pt x="270" y="29"/>
                              </a:lnTo>
                              <a:lnTo>
                                <a:pt x="265" y="39"/>
                              </a:lnTo>
                              <a:lnTo>
                                <a:pt x="260" y="49"/>
                              </a:lnTo>
                              <a:lnTo>
                                <a:pt x="255" y="54"/>
                              </a:lnTo>
                              <a:lnTo>
                                <a:pt x="250" y="64"/>
                              </a:lnTo>
                              <a:lnTo>
                                <a:pt x="245" y="74"/>
                              </a:lnTo>
                              <a:lnTo>
                                <a:pt x="235" y="84"/>
                              </a:lnTo>
                              <a:lnTo>
                                <a:pt x="230" y="89"/>
                              </a:lnTo>
                              <a:lnTo>
                                <a:pt x="220" y="99"/>
                              </a:lnTo>
                              <a:lnTo>
                                <a:pt x="215" y="109"/>
                              </a:lnTo>
                              <a:lnTo>
                                <a:pt x="205" y="114"/>
                              </a:lnTo>
                              <a:lnTo>
                                <a:pt x="195" y="124"/>
                              </a:lnTo>
                              <a:lnTo>
                                <a:pt x="190" y="129"/>
                              </a:lnTo>
                              <a:lnTo>
                                <a:pt x="180" y="134"/>
                              </a:lnTo>
                              <a:lnTo>
                                <a:pt x="170" y="144"/>
                              </a:lnTo>
                              <a:lnTo>
                                <a:pt x="160" y="149"/>
                              </a:lnTo>
                              <a:lnTo>
                                <a:pt x="150" y="154"/>
                              </a:lnTo>
                              <a:lnTo>
                                <a:pt x="140" y="164"/>
                              </a:lnTo>
                              <a:lnTo>
                                <a:pt x="130" y="169"/>
                              </a:lnTo>
                              <a:lnTo>
                                <a:pt x="120" y="173"/>
                              </a:lnTo>
                              <a:lnTo>
                                <a:pt x="105" y="178"/>
                              </a:lnTo>
                              <a:lnTo>
                                <a:pt x="95" y="183"/>
                              </a:lnTo>
                              <a:lnTo>
                                <a:pt x="85" y="188"/>
                              </a:lnTo>
                              <a:lnTo>
                                <a:pt x="75" y="188"/>
                              </a:lnTo>
                              <a:lnTo>
                                <a:pt x="60" y="193"/>
                              </a:lnTo>
                              <a:lnTo>
                                <a:pt x="50" y="198"/>
                              </a:lnTo>
                              <a:lnTo>
                                <a:pt x="35" y="198"/>
                              </a:lnTo>
                              <a:lnTo>
                                <a:pt x="25" y="203"/>
                              </a:lnTo>
                              <a:lnTo>
                                <a:pt x="10" y="203"/>
                              </a:lnTo>
                              <a:lnTo>
                                <a:pt x="0" y="20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89" name="Freeform 40"/>
                      <wps:cNvSpPr/>
                      <wps:spPr bwMode="auto">
                        <a:xfrm>
                          <a:off x="234950" y="293370"/>
                          <a:ext cx="184150" cy="135255"/>
                        </a:xfrm>
                        <a:custGeom>
                          <a:avLst/>
                          <a:gdLst>
                            <a:gd name="T0" fmla="*/ 0 w 290"/>
                            <a:gd name="T1" fmla="*/ 208 h 213"/>
                            <a:gd name="T2" fmla="*/ 25 w 290"/>
                            <a:gd name="T3" fmla="*/ 208 h 213"/>
                            <a:gd name="T4" fmla="*/ 50 w 290"/>
                            <a:gd name="T5" fmla="*/ 203 h 213"/>
                            <a:gd name="T6" fmla="*/ 75 w 290"/>
                            <a:gd name="T7" fmla="*/ 199 h 213"/>
                            <a:gd name="T8" fmla="*/ 100 w 290"/>
                            <a:gd name="T9" fmla="*/ 189 h 213"/>
                            <a:gd name="T10" fmla="*/ 120 w 290"/>
                            <a:gd name="T11" fmla="*/ 179 h 213"/>
                            <a:gd name="T12" fmla="*/ 145 w 290"/>
                            <a:gd name="T13" fmla="*/ 169 h 213"/>
                            <a:gd name="T14" fmla="*/ 165 w 290"/>
                            <a:gd name="T15" fmla="*/ 159 h 213"/>
                            <a:gd name="T16" fmla="*/ 185 w 290"/>
                            <a:gd name="T17" fmla="*/ 144 h 213"/>
                            <a:gd name="T18" fmla="*/ 205 w 290"/>
                            <a:gd name="T19" fmla="*/ 129 h 213"/>
                            <a:gd name="T20" fmla="*/ 220 w 290"/>
                            <a:gd name="T21" fmla="*/ 114 h 213"/>
                            <a:gd name="T22" fmla="*/ 235 w 290"/>
                            <a:gd name="T23" fmla="*/ 94 h 213"/>
                            <a:gd name="T24" fmla="*/ 250 w 290"/>
                            <a:gd name="T25" fmla="*/ 79 h 213"/>
                            <a:gd name="T26" fmla="*/ 260 w 290"/>
                            <a:gd name="T27" fmla="*/ 59 h 213"/>
                            <a:gd name="T28" fmla="*/ 270 w 290"/>
                            <a:gd name="T29" fmla="*/ 40 h 213"/>
                            <a:gd name="T30" fmla="*/ 280 w 290"/>
                            <a:gd name="T31" fmla="*/ 20 h 213"/>
                            <a:gd name="T32" fmla="*/ 285 w 290"/>
                            <a:gd name="T33" fmla="*/ 0 h 213"/>
                            <a:gd name="T34" fmla="*/ 290 w 290"/>
                            <a:gd name="T35" fmla="*/ 15 h 213"/>
                            <a:gd name="T36" fmla="*/ 280 w 290"/>
                            <a:gd name="T37" fmla="*/ 35 h 213"/>
                            <a:gd name="T38" fmla="*/ 270 w 290"/>
                            <a:gd name="T39" fmla="*/ 54 h 213"/>
                            <a:gd name="T40" fmla="*/ 260 w 290"/>
                            <a:gd name="T41" fmla="*/ 74 h 213"/>
                            <a:gd name="T42" fmla="*/ 245 w 290"/>
                            <a:gd name="T43" fmla="*/ 89 h 213"/>
                            <a:gd name="T44" fmla="*/ 230 w 290"/>
                            <a:gd name="T45" fmla="*/ 109 h 213"/>
                            <a:gd name="T46" fmla="*/ 215 w 290"/>
                            <a:gd name="T47" fmla="*/ 124 h 213"/>
                            <a:gd name="T48" fmla="*/ 195 w 290"/>
                            <a:gd name="T49" fmla="*/ 139 h 213"/>
                            <a:gd name="T50" fmla="*/ 180 w 290"/>
                            <a:gd name="T51" fmla="*/ 154 h 213"/>
                            <a:gd name="T52" fmla="*/ 160 w 290"/>
                            <a:gd name="T53" fmla="*/ 169 h 213"/>
                            <a:gd name="T54" fmla="*/ 135 w 290"/>
                            <a:gd name="T55" fmla="*/ 179 h 213"/>
                            <a:gd name="T56" fmla="*/ 115 w 290"/>
                            <a:gd name="T57" fmla="*/ 189 h 213"/>
                            <a:gd name="T58" fmla="*/ 90 w 290"/>
                            <a:gd name="T59" fmla="*/ 199 h 213"/>
                            <a:gd name="T60" fmla="*/ 65 w 290"/>
                            <a:gd name="T61" fmla="*/ 203 h 213"/>
                            <a:gd name="T62" fmla="*/ 40 w 290"/>
                            <a:gd name="T63" fmla="*/ 208 h 213"/>
                            <a:gd name="T64" fmla="*/ 10 w 290"/>
                            <a:gd name="T65" fmla="*/ 213 h 213"/>
                          </a:gdLst>
                          <a:ahLst/>
                          <a:cxnLst/>
                          <a:rect l="0" t="0" r="r" b="b"/>
                          <a:pathLst>
                            <a:path w="290" h="213">
                              <a:moveTo>
                                <a:pt x="0" y="213"/>
                              </a:moveTo>
                              <a:lnTo>
                                <a:pt x="0" y="208"/>
                              </a:lnTo>
                              <a:lnTo>
                                <a:pt x="10" y="208"/>
                              </a:lnTo>
                              <a:lnTo>
                                <a:pt x="25" y="208"/>
                              </a:lnTo>
                              <a:lnTo>
                                <a:pt x="35" y="203"/>
                              </a:lnTo>
                              <a:lnTo>
                                <a:pt x="50" y="203"/>
                              </a:lnTo>
                              <a:lnTo>
                                <a:pt x="65" y="199"/>
                              </a:lnTo>
                              <a:lnTo>
                                <a:pt x="75" y="199"/>
                              </a:lnTo>
                              <a:lnTo>
                                <a:pt x="85" y="194"/>
                              </a:lnTo>
                              <a:lnTo>
                                <a:pt x="100" y="189"/>
                              </a:lnTo>
                              <a:lnTo>
                                <a:pt x="110" y="184"/>
                              </a:lnTo>
                              <a:lnTo>
                                <a:pt x="120" y="179"/>
                              </a:lnTo>
                              <a:lnTo>
                                <a:pt x="135" y="174"/>
                              </a:lnTo>
                              <a:lnTo>
                                <a:pt x="145" y="169"/>
                              </a:lnTo>
                              <a:lnTo>
                                <a:pt x="155" y="164"/>
                              </a:lnTo>
                              <a:lnTo>
                                <a:pt x="165" y="159"/>
                              </a:lnTo>
                              <a:lnTo>
                                <a:pt x="175" y="149"/>
                              </a:lnTo>
                              <a:lnTo>
                                <a:pt x="185" y="144"/>
                              </a:lnTo>
                              <a:lnTo>
                                <a:pt x="195" y="139"/>
                              </a:lnTo>
                              <a:lnTo>
                                <a:pt x="205" y="129"/>
                              </a:lnTo>
                              <a:lnTo>
                                <a:pt x="210" y="119"/>
                              </a:lnTo>
                              <a:lnTo>
                                <a:pt x="220" y="114"/>
                              </a:lnTo>
                              <a:lnTo>
                                <a:pt x="230" y="104"/>
                              </a:lnTo>
                              <a:lnTo>
                                <a:pt x="235" y="94"/>
                              </a:lnTo>
                              <a:lnTo>
                                <a:pt x="245" y="89"/>
                              </a:lnTo>
                              <a:lnTo>
                                <a:pt x="250" y="79"/>
                              </a:lnTo>
                              <a:lnTo>
                                <a:pt x="255" y="69"/>
                              </a:lnTo>
                              <a:lnTo>
                                <a:pt x="260" y="59"/>
                              </a:lnTo>
                              <a:lnTo>
                                <a:pt x="265" y="50"/>
                              </a:lnTo>
                              <a:lnTo>
                                <a:pt x="270" y="40"/>
                              </a:lnTo>
                              <a:lnTo>
                                <a:pt x="275" y="30"/>
                              </a:lnTo>
                              <a:lnTo>
                                <a:pt x="280" y="20"/>
                              </a:lnTo>
                              <a:lnTo>
                                <a:pt x="285" y="10"/>
                              </a:lnTo>
                              <a:lnTo>
                                <a:pt x="285" y="0"/>
                              </a:lnTo>
                              <a:lnTo>
                                <a:pt x="290" y="0"/>
                              </a:lnTo>
                              <a:lnTo>
                                <a:pt x="290" y="15"/>
                              </a:lnTo>
                              <a:lnTo>
                                <a:pt x="285" y="25"/>
                              </a:lnTo>
                              <a:lnTo>
                                <a:pt x="280" y="35"/>
                              </a:lnTo>
                              <a:lnTo>
                                <a:pt x="275" y="45"/>
                              </a:lnTo>
                              <a:lnTo>
                                <a:pt x="270" y="54"/>
                              </a:lnTo>
                              <a:lnTo>
                                <a:pt x="265" y="64"/>
                              </a:lnTo>
                              <a:lnTo>
                                <a:pt x="260" y="74"/>
                              </a:lnTo>
                              <a:lnTo>
                                <a:pt x="255" y="84"/>
                              </a:lnTo>
                              <a:lnTo>
                                <a:pt x="245" y="89"/>
                              </a:lnTo>
                              <a:lnTo>
                                <a:pt x="240" y="99"/>
                              </a:lnTo>
                              <a:lnTo>
                                <a:pt x="230" y="109"/>
                              </a:lnTo>
                              <a:lnTo>
                                <a:pt x="225" y="119"/>
                              </a:lnTo>
                              <a:lnTo>
                                <a:pt x="215" y="124"/>
                              </a:lnTo>
                              <a:lnTo>
                                <a:pt x="205" y="134"/>
                              </a:lnTo>
                              <a:lnTo>
                                <a:pt x="195" y="139"/>
                              </a:lnTo>
                              <a:lnTo>
                                <a:pt x="190" y="149"/>
                              </a:lnTo>
                              <a:lnTo>
                                <a:pt x="180" y="154"/>
                              </a:lnTo>
                              <a:lnTo>
                                <a:pt x="170" y="159"/>
                              </a:lnTo>
                              <a:lnTo>
                                <a:pt x="160" y="169"/>
                              </a:lnTo>
                              <a:lnTo>
                                <a:pt x="145" y="174"/>
                              </a:lnTo>
                              <a:lnTo>
                                <a:pt x="135" y="179"/>
                              </a:lnTo>
                              <a:lnTo>
                                <a:pt x="125" y="184"/>
                              </a:lnTo>
                              <a:lnTo>
                                <a:pt x="115" y="189"/>
                              </a:lnTo>
                              <a:lnTo>
                                <a:pt x="100" y="194"/>
                              </a:lnTo>
                              <a:lnTo>
                                <a:pt x="90" y="199"/>
                              </a:lnTo>
                              <a:lnTo>
                                <a:pt x="75" y="203"/>
                              </a:lnTo>
                              <a:lnTo>
                                <a:pt x="65" y="203"/>
                              </a:lnTo>
                              <a:lnTo>
                                <a:pt x="50" y="208"/>
                              </a:lnTo>
                              <a:lnTo>
                                <a:pt x="40" y="208"/>
                              </a:lnTo>
                              <a:lnTo>
                                <a:pt x="25" y="213"/>
                              </a:lnTo>
                              <a:lnTo>
                                <a:pt x="10" y="213"/>
                              </a:lnTo>
                              <a:lnTo>
                                <a:pt x="0" y="21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90" name="Freeform 41"/>
                      <wps:cNvSpPr/>
                      <wps:spPr bwMode="auto">
                        <a:xfrm>
                          <a:off x="247650" y="302895"/>
                          <a:ext cx="149225" cy="110490"/>
                        </a:xfrm>
                        <a:custGeom>
                          <a:avLst/>
                          <a:gdLst>
                            <a:gd name="T0" fmla="*/ 0 w 235"/>
                            <a:gd name="T1" fmla="*/ 169 h 174"/>
                            <a:gd name="T2" fmla="*/ 20 w 235"/>
                            <a:gd name="T3" fmla="*/ 164 h 174"/>
                            <a:gd name="T4" fmla="*/ 40 w 235"/>
                            <a:gd name="T5" fmla="*/ 159 h 174"/>
                            <a:gd name="T6" fmla="*/ 60 w 235"/>
                            <a:gd name="T7" fmla="*/ 154 h 174"/>
                            <a:gd name="T8" fmla="*/ 80 w 235"/>
                            <a:gd name="T9" fmla="*/ 144 h 174"/>
                            <a:gd name="T10" fmla="*/ 95 w 235"/>
                            <a:gd name="T11" fmla="*/ 139 h 174"/>
                            <a:gd name="T12" fmla="*/ 115 w 235"/>
                            <a:gd name="T13" fmla="*/ 129 h 174"/>
                            <a:gd name="T14" fmla="*/ 130 w 235"/>
                            <a:gd name="T15" fmla="*/ 119 h 174"/>
                            <a:gd name="T16" fmla="*/ 145 w 235"/>
                            <a:gd name="T17" fmla="*/ 109 h 174"/>
                            <a:gd name="T18" fmla="*/ 160 w 235"/>
                            <a:gd name="T19" fmla="*/ 99 h 174"/>
                            <a:gd name="T20" fmla="*/ 175 w 235"/>
                            <a:gd name="T21" fmla="*/ 84 h 174"/>
                            <a:gd name="T22" fmla="*/ 185 w 235"/>
                            <a:gd name="T23" fmla="*/ 74 h 174"/>
                            <a:gd name="T24" fmla="*/ 195 w 235"/>
                            <a:gd name="T25" fmla="*/ 59 h 174"/>
                            <a:gd name="T26" fmla="*/ 210 w 235"/>
                            <a:gd name="T27" fmla="*/ 44 h 174"/>
                            <a:gd name="T28" fmla="*/ 215 w 235"/>
                            <a:gd name="T29" fmla="*/ 30 h 174"/>
                            <a:gd name="T30" fmla="*/ 225 w 235"/>
                            <a:gd name="T31" fmla="*/ 15 h 174"/>
                            <a:gd name="T32" fmla="*/ 230 w 235"/>
                            <a:gd name="T33" fmla="*/ 0 h 174"/>
                            <a:gd name="T34" fmla="*/ 235 w 235"/>
                            <a:gd name="T35" fmla="*/ 10 h 174"/>
                            <a:gd name="T36" fmla="*/ 225 w 235"/>
                            <a:gd name="T37" fmla="*/ 25 h 174"/>
                            <a:gd name="T38" fmla="*/ 215 w 235"/>
                            <a:gd name="T39" fmla="*/ 39 h 174"/>
                            <a:gd name="T40" fmla="*/ 205 w 235"/>
                            <a:gd name="T41" fmla="*/ 54 h 174"/>
                            <a:gd name="T42" fmla="*/ 195 w 235"/>
                            <a:gd name="T43" fmla="*/ 69 h 174"/>
                            <a:gd name="T44" fmla="*/ 185 w 235"/>
                            <a:gd name="T45" fmla="*/ 84 h 174"/>
                            <a:gd name="T46" fmla="*/ 170 w 235"/>
                            <a:gd name="T47" fmla="*/ 94 h 174"/>
                            <a:gd name="T48" fmla="*/ 155 w 235"/>
                            <a:gd name="T49" fmla="*/ 109 h 174"/>
                            <a:gd name="T50" fmla="*/ 140 w 235"/>
                            <a:gd name="T51" fmla="*/ 119 h 174"/>
                            <a:gd name="T52" fmla="*/ 125 w 235"/>
                            <a:gd name="T53" fmla="*/ 129 h 174"/>
                            <a:gd name="T54" fmla="*/ 110 w 235"/>
                            <a:gd name="T55" fmla="*/ 139 h 174"/>
                            <a:gd name="T56" fmla="*/ 90 w 235"/>
                            <a:gd name="T57" fmla="*/ 149 h 174"/>
                            <a:gd name="T58" fmla="*/ 70 w 235"/>
                            <a:gd name="T59" fmla="*/ 154 h 174"/>
                            <a:gd name="T60" fmla="*/ 50 w 235"/>
                            <a:gd name="T61" fmla="*/ 159 h 174"/>
                            <a:gd name="T62" fmla="*/ 30 w 235"/>
                            <a:gd name="T63" fmla="*/ 164 h 174"/>
                            <a:gd name="T64" fmla="*/ 10 w 235"/>
                            <a:gd name="T65" fmla="*/ 169 h 174"/>
                          </a:gdLst>
                          <a:ahLst/>
                          <a:cxnLst/>
                          <a:rect l="0" t="0" r="r" b="b"/>
                          <a:pathLst>
                            <a:path w="235" h="174">
                              <a:moveTo>
                                <a:pt x="0" y="174"/>
                              </a:moveTo>
                              <a:lnTo>
                                <a:pt x="0" y="169"/>
                              </a:lnTo>
                              <a:lnTo>
                                <a:pt x="10" y="164"/>
                              </a:lnTo>
                              <a:lnTo>
                                <a:pt x="20" y="164"/>
                              </a:lnTo>
                              <a:lnTo>
                                <a:pt x="30" y="159"/>
                              </a:lnTo>
                              <a:lnTo>
                                <a:pt x="40" y="159"/>
                              </a:lnTo>
                              <a:lnTo>
                                <a:pt x="50" y="154"/>
                              </a:lnTo>
                              <a:lnTo>
                                <a:pt x="60" y="154"/>
                              </a:lnTo>
                              <a:lnTo>
                                <a:pt x="70" y="149"/>
                              </a:lnTo>
                              <a:lnTo>
                                <a:pt x="80" y="144"/>
                              </a:lnTo>
                              <a:lnTo>
                                <a:pt x="90" y="144"/>
                              </a:lnTo>
                              <a:lnTo>
                                <a:pt x="95" y="139"/>
                              </a:lnTo>
                              <a:lnTo>
                                <a:pt x="105" y="134"/>
                              </a:lnTo>
                              <a:lnTo>
                                <a:pt x="115" y="129"/>
                              </a:lnTo>
                              <a:lnTo>
                                <a:pt x="120" y="124"/>
                              </a:lnTo>
                              <a:lnTo>
                                <a:pt x="130" y="119"/>
                              </a:lnTo>
                              <a:lnTo>
                                <a:pt x="140" y="114"/>
                              </a:lnTo>
                              <a:lnTo>
                                <a:pt x="145" y="109"/>
                              </a:lnTo>
                              <a:lnTo>
                                <a:pt x="155" y="104"/>
                              </a:lnTo>
                              <a:lnTo>
                                <a:pt x="160" y="99"/>
                              </a:lnTo>
                              <a:lnTo>
                                <a:pt x="165" y="89"/>
                              </a:lnTo>
                              <a:lnTo>
                                <a:pt x="175" y="84"/>
                              </a:lnTo>
                              <a:lnTo>
                                <a:pt x="180" y="79"/>
                              </a:lnTo>
                              <a:lnTo>
                                <a:pt x="185" y="74"/>
                              </a:lnTo>
                              <a:lnTo>
                                <a:pt x="190" y="64"/>
                              </a:lnTo>
                              <a:lnTo>
                                <a:pt x="195" y="59"/>
                              </a:lnTo>
                              <a:lnTo>
                                <a:pt x="205" y="49"/>
                              </a:lnTo>
                              <a:lnTo>
                                <a:pt x="210" y="44"/>
                              </a:lnTo>
                              <a:lnTo>
                                <a:pt x="210" y="39"/>
                              </a:lnTo>
                              <a:lnTo>
                                <a:pt x="215" y="30"/>
                              </a:lnTo>
                              <a:lnTo>
                                <a:pt x="220" y="25"/>
                              </a:lnTo>
                              <a:lnTo>
                                <a:pt x="225" y="15"/>
                              </a:lnTo>
                              <a:lnTo>
                                <a:pt x="230" y="5"/>
                              </a:lnTo>
                              <a:lnTo>
                                <a:pt x="230" y="0"/>
                              </a:lnTo>
                              <a:lnTo>
                                <a:pt x="235" y="0"/>
                              </a:lnTo>
                              <a:lnTo>
                                <a:pt x="235" y="10"/>
                              </a:lnTo>
                              <a:lnTo>
                                <a:pt x="230" y="15"/>
                              </a:lnTo>
                              <a:lnTo>
                                <a:pt x="225" y="25"/>
                              </a:lnTo>
                              <a:lnTo>
                                <a:pt x="220" y="35"/>
                              </a:lnTo>
                              <a:lnTo>
                                <a:pt x="215" y="39"/>
                              </a:lnTo>
                              <a:lnTo>
                                <a:pt x="210" y="49"/>
                              </a:lnTo>
                              <a:lnTo>
                                <a:pt x="205" y="54"/>
                              </a:lnTo>
                              <a:lnTo>
                                <a:pt x="200" y="59"/>
                              </a:lnTo>
                              <a:lnTo>
                                <a:pt x="195" y="69"/>
                              </a:lnTo>
                              <a:lnTo>
                                <a:pt x="190" y="74"/>
                              </a:lnTo>
                              <a:lnTo>
                                <a:pt x="185" y="84"/>
                              </a:lnTo>
                              <a:lnTo>
                                <a:pt x="175" y="89"/>
                              </a:lnTo>
                              <a:lnTo>
                                <a:pt x="170" y="94"/>
                              </a:lnTo>
                              <a:lnTo>
                                <a:pt x="165" y="99"/>
                              </a:lnTo>
                              <a:lnTo>
                                <a:pt x="155" y="109"/>
                              </a:lnTo>
                              <a:lnTo>
                                <a:pt x="150" y="114"/>
                              </a:lnTo>
                              <a:lnTo>
                                <a:pt x="140" y="119"/>
                              </a:lnTo>
                              <a:lnTo>
                                <a:pt x="135" y="124"/>
                              </a:lnTo>
                              <a:lnTo>
                                <a:pt x="125" y="129"/>
                              </a:lnTo>
                              <a:lnTo>
                                <a:pt x="115" y="134"/>
                              </a:lnTo>
                              <a:lnTo>
                                <a:pt x="110" y="139"/>
                              </a:lnTo>
                              <a:lnTo>
                                <a:pt x="100" y="144"/>
                              </a:lnTo>
                              <a:lnTo>
                                <a:pt x="90" y="149"/>
                              </a:lnTo>
                              <a:lnTo>
                                <a:pt x="80" y="149"/>
                              </a:lnTo>
                              <a:lnTo>
                                <a:pt x="70" y="154"/>
                              </a:lnTo>
                              <a:lnTo>
                                <a:pt x="60" y="159"/>
                              </a:lnTo>
                              <a:lnTo>
                                <a:pt x="50" y="159"/>
                              </a:lnTo>
                              <a:lnTo>
                                <a:pt x="40" y="164"/>
                              </a:lnTo>
                              <a:lnTo>
                                <a:pt x="30" y="164"/>
                              </a:lnTo>
                              <a:lnTo>
                                <a:pt x="20" y="169"/>
                              </a:lnTo>
                              <a:lnTo>
                                <a:pt x="10" y="169"/>
                              </a:lnTo>
                              <a:lnTo>
                                <a:pt x="0" y="17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91" name="Freeform 42"/>
                      <wps:cNvSpPr/>
                      <wps:spPr bwMode="auto">
                        <a:xfrm>
                          <a:off x="231775" y="425450"/>
                          <a:ext cx="22225" cy="19050"/>
                        </a:xfrm>
                        <a:custGeom>
                          <a:avLst/>
                          <a:gdLst>
                            <a:gd name="T0" fmla="*/ 35 w 35"/>
                            <a:gd name="T1" fmla="*/ 30 h 30"/>
                            <a:gd name="T2" fmla="*/ 0 w 35"/>
                            <a:gd name="T3" fmla="*/ 5 h 30"/>
                            <a:gd name="T4" fmla="*/ 5 w 35"/>
                            <a:gd name="T5" fmla="*/ 0 h 30"/>
                            <a:gd name="T6" fmla="*/ 35 w 35"/>
                            <a:gd name="T7" fmla="*/ 25 h 30"/>
                            <a:gd name="T8" fmla="*/ 35 w 35"/>
                            <a:gd name="T9" fmla="*/ 30 h 30"/>
                          </a:gdLst>
                          <a:ahLst/>
                          <a:cxnLst/>
                          <a:rect l="0" t="0" r="r" b="b"/>
                          <a:pathLst>
                            <a:path w="35" h="30">
                              <a:moveTo>
                                <a:pt x="35" y="30"/>
                              </a:moveTo>
                              <a:lnTo>
                                <a:pt x="0" y="5"/>
                              </a:lnTo>
                              <a:lnTo>
                                <a:pt x="5" y="0"/>
                              </a:lnTo>
                              <a:lnTo>
                                <a:pt x="35" y="25"/>
                              </a:lnTo>
                              <a:lnTo>
                                <a:pt x="35" y="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92" name="Freeform 43"/>
                      <wps:cNvSpPr/>
                      <wps:spPr bwMode="auto">
                        <a:xfrm>
                          <a:off x="231775" y="410210"/>
                          <a:ext cx="19050" cy="18415"/>
                        </a:xfrm>
                        <a:custGeom>
                          <a:avLst/>
                          <a:gdLst>
                            <a:gd name="T0" fmla="*/ 30 w 30"/>
                            <a:gd name="T1" fmla="*/ 0 h 29"/>
                            <a:gd name="T2" fmla="*/ 5 w 30"/>
                            <a:gd name="T3" fmla="*/ 29 h 29"/>
                            <a:gd name="T4" fmla="*/ 0 w 30"/>
                            <a:gd name="T5" fmla="*/ 29 h 29"/>
                            <a:gd name="T6" fmla="*/ 25 w 30"/>
                            <a:gd name="T7" fmla="*/ 0 h 29"/>
                            <a:gd name="T8" fmla="*/ 30 w 30"/>
                            <a:gd name="T9" fmla="*/ 0 h 29"/>
                          </a:gdLst>
                          <a:ahLst/>
                          <a:cxnLst/>
                          <a:rect l="0" t="0" r="r" b="b"/>
                          <a:pathLst>
                            <a:path w="30" h="29">
                              <a:moveTo>
                                <a:pt x="30" y="0"/>
                              </a:moveTo>
                              <a:lnTo>
                                <a:pt x="5" y="29"/>
                              </a:lnTo>
                              <a:lnTo>
                                <a:pt x="0" y="29"/>
                              </a:lnTo>
                              <a:lnTo>
                                <a:pt x="25" y="0"/>
                              </a:lnTo>
                              <a:lnTo>
                                <a:pt x="3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93" name="Freeform 44"/>
                      <wps:cNvSpPr>
                        <a:spLocks noEditPoints="1"/>
                      </wps:cNvSpPr>
                      <wps:spPr bwMode="auto">
                        <a:xfrm>
                          <a:off x="247650" y="407035"/>
                          <a:ext cx="25400" cy="34290"/>
                        </a:xfrm>
                        <a:custGeom>
                          <a:avLst/>
                          <a:gdLst>
                            <a:gd name="T0" fmla="*/ 25 w 40"/>
                            <a:gd name="T1" fmla="*/ 0 h 54"/>
                            <a:gd name="T2" fmla="*/ 10 w 40"/>
                            <a:gd name="T3" fmla="*/ 34 h 54"/>
                            <a:gd name="T4" fmla="*/ 5 w 40"/>
                            <a:gd name="T5" fmla="*/ 29 h 54"/>
                            <a:gd name="T6" fmla="*/ 25 w 40"/>
                            <a:gd name="T7" fmla="*/ 0 h 54"/>
                            <a:gd name="T8" fmla="*/ 25 w 40"/>
                            <a:gd name="T9" fmla="*/ 0 h 54"/>
                            <a:gd name="T10" fmla="*/ 5 w 40"/>
                            <a:gd name="T11" fmla="*/ 34 h 54"/>
                            <a:gd name="T12" fmla="*/ 0 w 40"/>
                            <a:gd name="T13" fmla="*/ 34 h 54"/>
                            <a:gd name="T14" fmla="*/ 5 w 40"/>
                            <a:gd name="T15" fmla="*/ 29 h 54"/>
                            <a:gd name="T16" fmla="*/ 5 w 40"/>
                            <a:gd name="T17" fmla="*/ 34 h 54"/>
                            <a:gd name="T18" fmla="*/ 5 w 40"/>
                            <a:gd name="T19" fmla="*/ 29 h 54"/>
                            <a:gd name="T20" fmla="*/ 5 w 40"/>
                            <a:gd name="T21" fmla="*/ 29 h 54"/>
                            <a:gd name="T22" fmla="*/ 40 w 40"/>
                            <a:gd name="T23" fmla="*/ 49 h 54"/>
                            <a:gd name="T24" fmla="*/ 40 w 40"/>
                            <a:gd name="T25" fmla="*/ 54 h 54"/>
                            <a:gd name="T26" fmla="*/ 5 w 40"/>
                            <a:gd name="T27" fmla="*/ 34 h 54"/>
                            <a:gd name="T28" fmla="*/ 5 w 40"/>
                            <a:gd name="T29" fmla="*/ 29 h 54"/>
                          </a:gdLst>
                          <a:ahLst/>
                          <a:cxnLst/>
                          <a:rect l="0" t="0" r="r" b="b"/>
                          <a:pathLst>
                            <a:path w="40" h="54">
                              <a:moveTo>
                                <a:pt x="25" y="0"/>
                              </a:moveTo>
                              <a:lnTo>
                                <a:pt x="10" y="34"/>
                              </a:lnTo>
                              <a:lnTo>
                                <a:pt x="5" y="29"/>
                              </a:lnTo>
                              <a:lnTo>
                                <a:pt x="25" y="0"/>
                              </a:lnTo>
                              <a:close/>
                              <a:moveTo>
                                <a:pt x="5" y="34"/>
                              </a:moveTo>
                              <a:lnTo>
                                <a:pt x="0" y="34"/>
                              </a:lnTo>
                              <a:lnTo>
                                <a:pt x="5" y="29"/>
                              </a:lnTo>
                              <a:lnTo>
                                <a:pt x="5" y="34"/>
                              </a:lnTo>
                              <a:close/>
                              <a:moveTo>
                                <a:pt x="5" y="29"/>
                              </a:moveTo>
                              <a:lnTo>
                                <a:pt x="5" y="29"/>
                              </a:lnTo>
                              <a:lnTo>
                                <a:pt x="40" y="49"/>
                              </a:lnTo>
                              <a:lnTo>
                                <a:pt x="40" y="54"/>
                              </a:lnTo>
                              <a:lnTo>
                                <a:pt x="5" y="34"/>
                              </a:lnTo>
                              <a:lnTo>
                                <a:pt x="5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94" name="Freeform 45"/>
                      <wps:cNvSpPr>
                        <a:spLocks noEditPoints="1"/>
                      </wps:cNvSpPr>
                      <wps:spPr bwMode="auto">
                        <a:xfrm>
                          <a:off x="266700" y="403860"/>
                          <a:ext cx="25400" cy="31115"/>
                        </a:xfrm>
                        <a:custGeom>
                          <a:avLst/>
                          <a:gdLst>
                            <a:gd name="T0" fmla="*/ 20 w 40"/>
                            <a:gd name="T1" fmla="*/ 0 h 49"/>
                            <a:gd name="T2" fmla="*/ 5 w 40"/>
                            <a:gd name="T3" fmla="*/ 34 h 49"/>
                            <a:gd name="T4" fmla="*/ 0 w 40"/>
                            <a:gd name="T5" fmla="*/ 29 h 49"/>
                            <a:gd name="T6" fmla="*/ 15 w 40"/>
                            <a:gd name="T7" fmla="*/ 0 h 49"/>
                            <a:gd name="T8" fmla="*/ 20 w 40"/>
                            <a:gd name="T9" fmla="*/ 0 h 49"/>
                            <a:gd name="T10" fmla="*/ 0 w 40"/>
                            <a:gd name="T11" fmla="*/ 34 h 49"/>
                            <a:gd name="T12" fmla="*/ 0 w 40"/>
                            <a:gd name="T13" fmla="*/ 34 h 49"/>
                            <a:gd name="T14" fmla="*/ 0 w 40"/>
                            <a:gd name="T15" fmla="*/ 29 h 49"/>
                            <a:gd name="T16" fmla="*/ 0 w 40"/>
                            <a:gd name="T17" fmla="*/ 34 h 49"/>
                            <a:gd name="T18" fmla="*/ 0 w 40"/>
                            <a:gd name="T19" fmla="*/ 29 h 49"/>
                            <a:gd name="T20" fmla="*/ 5 w 40"/>
                            <a:gd name="T21" fmla="*/ 29 h 49"/>
                            <a:gd name="T22" fmla="*/ 40 w 40"/>
                            <a:gd name="T23" fmla="*/ 44 h 49"/>
                            <a:gd name="T24" fmla="*/ 40 w 40"/>
                            <a:gd name="T25" fmla="*/ 49 h 49"/>
                            <a:gd name="T26" fmla="*/ 0 w 40"/>
                            <a:gd name="T27" fmla="*/ 34 h 49"/>
                            <a:gd name="T28" fmla="*/ 0 w 40"/>
                            <a:gd name="T29" fmla="*/ 29 h 49"/>
                          </a:gdLst>
                          <a:ahLst/>
                          <a:cxnLst/>
                          <a:rect l="0" t="0" r="r" b="b"/>
                          <a:pathLst>
                            <a:path w="40" h="49">
                              <a:moveTo>
                                <a:pt x="20" y="0"/>
                              </a:moveTo>
                              <a:lnTo>
                                <a:pt x="5" y="34"/>
                              </a:lnTo>
                              <a:lnTo>
                                <a:pt x="0" y="29"/>
                              </a:lnTo>
                              <a:lnTo>
                                <a:pt x="15" y="0"/>
                              </a:lnTo>
                              <a:lnTo>
                                <a:pt x="20" y="0"/>
                              </a:lnTo>
                              <a:close/>
                              <a:moveTo>
                                <a:pt x="0" y="34"/>
                              </a:moveTo>
                              <a:lnTo>
                                <a:pt x="0" y="34"/>
                              </a:lnTo>
                              <a:lnTo>
                                <a:pt x="0" y="29"/>
                              </a:lnTo>
                              <a:lnTo>
                                <a:pt x="0" y="34"/>
                              </a:lnTo>
                              <a:close/>
                              <a:moveTo>
                                <a:pt x="0" y="29"/>
                              </a:moveTo>
                              <a:lnTo>
                                <a:pt x="5" y="29"/>
                              </a:lnTo>
                              <a:lnTo>
                                <a:pt x="40" y="44"/>
                              </a:lnTo>
                              <a:lnTo>
                                <a:pt x="40" y="49"/>
                              </a:lnTo>
                              <a:lnTo>
                                <a:pt x="0" y="34"/>
                              </a:lnTo>
                              <a:lnTo>
                                <a:pt x="0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95" name="Freeform 46"/>
                      <wps:cNvSpPr>
                        <a:spLocks noEditPoints="1"/>
                      </wps:cNvSpPr>
                      <wps:spPr bwMode="auto">
                        <a:xfrm>
                          <a:off x="282575" y="397510"/>
                          <a:ext cx="25400" cy="31115"/>
                        </a:xfrm>
                        <a:custGeom>
                          <a:avLst/>
                          <a:gdLst>
                            <a:gd name="T0" fmla="*/ 20 w 40"/>
                            <a:gd name="T1" fmla="*/ 5 h 49"/>
                            <a:gd name="T2" fmla="*/ 5 w 40"/>
                            <a:gd name="T3" fmla="*/ 35 h 49"/>
                            <a:gd name="T4" fmla="*/ 0 w 40"/>
                            <a:gd name="T5" fmla="*/ 35 h 49"/>
                            <a:gd name="T6" fmla="*/ 15 w 40"/>
                            <a:gd name="T7" fmla="*/ 0 h 49"/>
                            <a:gd name="T8" fmla="*/ 20 w 40"/>
                            <a:gd name="T9" fmla="*/ 5 h 49"/>
                            <a:gd name="T10" fmla="*/ 5 w 40"/>
                            <a:gd name="T11" fmla="*/ 35 h 49"/>
                            <a:gd name="T12" fmla="*/ 0 w 40"/>
                            <a:gd name="T13" fmla="*/ 35 h 49"/>
                            <a:gd name="T14" fmla="*/ 0 w 40"/>
                            <a:gd name="T15" fmla="*/ 35 h 49"/>
                            <a:gd name="T16" fmla="*/ 5 w 40"/>
                            <a:gd name="T17" fmla="*/ 35 h 49"/>
                            <a:gd name="T18" fmla="*/ 0 w 40"/>
                            <a:gd name="T19" fmla="*/ 35 h 49"/>
                            <a:gd name="T20" fmla="*/ 5 w 40"/>
                            <a:gd name="T21" fmla="*/ 35 h 49"/>
                            <a:gd name="T22" fmla="*/ 40 w 40"/>
                            <a:gd name="T23" fmla="*/ 49 h 49"/>
                            <a:gd name="T24" fmla="*/ 40 w 40"/>
                            <a:gd name="T25" fmla="*/ 49 h 49"/>
                            <a:gd name="T26" fmla="*/ 5 w 40"/>
                            <a:gd name="T27" fmla="*/ 35 h 49"/>
                            <a:gd name="T28" fmla="*/ 0 w 40"/>
                            <a:gd name="T29" fmla="*/ 35 h 49"/>
                          </a:gdLst>
                          <a:ahLst/>
                          <a:cxnLst/>
                          <a:rect l="0" t="0" r="r" b="b"/>
                          <a:pathLst>
                            <a:path w="40" h="49">
                              <a:moveTo>
                                <a:pt x="20" y="5"/>
                              </a:move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lnTo>
                                <a:pt x="15" y="0"/>
                              </a:lnTo>
                              <a:lnTo>
                                <a:pt x="20" y="5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0" y="35"/>
                              </a:lnTo>
                              <a:lnTo>
                                <a:pt x="5" y="35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5" y="35"/>
                              </a:lnTo>
                              <a:lnTo>
                                <a:pt x="40" y="49"/>
                              </a:ln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96" name="Freeform 47"/>
                      <wps:cNvSpPr>
                        <a:spLocks noEditPoints="1"/>
                      </wps:cNvSpPr>
                      <wps:spPr bwMode="auto">
                        <a:xfrm>
                          <a:off x="298450" y="391160"/>
                          <a:ext cx="28575" cy="31115"/>
                        </a:xfrm>
                        <a:custGeom>
                          <a:avLst/>
                          <a:gdLst>
                            <a:gd name="T0" fmla="*/ 15 w 45"/>
                            <a:gd name="T1" fmla="*/ 5 h 49"/>
                            <a:gd name="T2" fmla="*/ 5 w 45"/>
                            <a:gd name="T3" fmla="*/ 35 h 49"/>
                            <a:gd name="T4" fmla="*/ 0 w 45"/>
                            <a:gd name="T5" fmla="*/ 35 h 49"/>
                            <a:gd name="T6" fmla="*/ 10 w 45"/>
                            <a:gd name="T7" fmla="*/ 0 h 49"/>
                            <a:gd name="T8" fmla="*/ 15 w 45"/>
                            <a:gd name="T9" fmla="*/ 5 h 49"/>
                            <a:gd name="T10" fmla="*/ 5 w 45"/>
                            <a:gd name="T11" fmla="*/ 40 h 49"/>
                            <a:gd name="T12" fmla="*/ 0 w 45"/>
                            <a:gd name="T13" fmla="*/ 40 h 49"/>
                            <a:gd name="T14" fmla="*/ 0 w 45"/>
                            <a:gd name="T15" fmla="*/ 35 h 49"/>
                            <a:gd name="T16" fmla="*/ 5 w 45"/>
                            <a:gd name="T17" fmla="*/ 40 h 49"/>
                            <a:gd name="T18" fmla="*/ 0 w 45"/>
                            <a:gd name="T19" fmla="*/ 35 h 49"/>
                            <a:gd name="T20" fmla="*/ 5 w 45"/>
                            <a:gd name="T21" fmla="*/ 35 h 49"/>
                            <a:gd name="T22" fmla="*/ 45 w 45"/>
                            <a:gd name="T23" fmla="*/ 45 h 49"/>
                            <a:gd name="T24" fmla="*/ 45 w 45"/>
                            <a:gd name="T25" fmla="*/ 49 h 49"/>
                            <a:gd name="T26" fmla="*/ 5 w 45"/>
                            <a:gd name="T27" fmla="*/ 40 h 49"/>
                            <a:gd name="T28" fmla="*/ 0 w 45"/>
                            <a:gd name="T29" fmla="*/ 35 h 49"/>
                          </a:gdLst>
                          <a:ahLst/>
                          <a:cxnLst/>
                          <a:rect l="0" t="0" r="r" b="b"/>
                          <a:pathLst>
                            <a:path w="45" h="49">
                              <a:moveTo>
                                <a:pt x="15" y="5"/>
                              </a:move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lnTo>
                                <a:pt x="10" y="0"/>
                              </a:lnTo>
                              <a:lnTo>
                                <a:pt x="15" y="5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0" y="40"/>
                              </a:lnTo>
                              <a:lnTo>
                                <a:pt x="0" y="35"/>
                              </a:lnTo>
                              <a:lnTo>
                                <a:pt x="5" y="40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5" y="35"/>
                              </a:lnTo>
                              <a:lnTo>
                                <a:pt x="45" y="45"/>
                              </a:lnTo>
                              <a:lnTo>
                                <a:pt x="45" y="49"/>
                              </a:lnTo>
                              <a:lnTo>
                                <a:pt x="5" y="40"/>
                              </a:lnTo>
                              <a:lnTo>
                                <a:pt x="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97" name="Freeform 48"/>
                      <wps:cNvSpPr>
                        <a:spLocks noEditPoints="1"/>
                      </wps:cNvSpPr>
                      <wps:spPr bwMode="auto">
                        <a:xfrm>
                          <a:off x="390525" y="315595"/>
                          <a:ext cx="38100" cy="21590"/>
                        </a:xfrm>
                        <a:custGeom>
                          <a:avLst/>
                          <a:gdLst>
                            <a:gd name="T0" fmla="*/ 0 w 60"/>
                            <a:gd name="T1" fmla="*/ 0 h 34"/>
                            <a:gd name="T2" fmla="*/ 20 w 60"/>
                            <a:gd name="T3" fmla="*/ 29 h 34"/>
                            <a:gd name="T4" fmla="*/ 15 w 60"/>
                            <a:gd name="T5" fmla="*/ 29 h 34"/>
                            <a:gd name="T6" fmla="*/ 0 w 60"/>
                            <a:gd name="T7" fmla="*/ 0 h 34"/>
                            <a:gd name="T8" fmla="*/ 0 w 60"/>
                            <a:gd name="T9" fmla="*/ 0 h 34"/>
                            <a:gd name="T10" fmla="*/ 15 w 60"/>
                            <a:gd name="T11" fmla="*/ 34 h 34"/>
                            <a:gd name="T12" fmla="*/ 15 w 60"/>
                            <a:gd name="T13" fmla="*/ 34 h 34"/>
                            <a:gd name="T14" fmla="*/ 15 w 60"/>
                            <a:gd name="T15" fmla="*/ 29 h 34"/>
                            <a:gd name="T16" fmla="*/ 15 w 60"/>
                            <a:gd name="T17" fmla="*/ 34 h 34"/>
                            <a:gd name="T18" fmla="*/ 15 w 60"/>
                            <a:gd name="T19" fmla="*/ 29 h 34"/>
                            <a:gd name="T20" fmla="*/ 15 w 60"/>
                            <a:gd name="T21" fmla="*/ 29 h 34"/>
                            <a:gd name="T22" fmla="*/ 55 w 60"/>
                            <a:gd name="T23" fmla="*/ 15 h 34"/>
                            <a:gd name="T24" fmla="*/ 60 w 60"/>
                            <a:gd name="T25" fmla="*/ 19 h 34"/>
                            <a:gd name="T26" fmla="*/ 15 w 60"/>
                            <a:gd name="T27" fmla="*/ 34 h 34"/>
                            <a:gd name="T28" fmla="*/ 15 w 60"/>
                            <a:gd name="T29" fmla="*/ 29 h 34"/>
                          </a:gdLst>
                          <a:ahLst/>
                          <a:cxnLst/>
                          <a:rect l="0" t="0" r="r" b="b"/>
                          <a:pathLst>
                            <a:path w="60" h="34">
                              <a:moveTo>
                                <a:pt x="0" y="0"/>
                              </a:moveTo>
                              <a:lnTo>
                                <a:pt x="20" y="29"/>
                              </a:lnTo>
                              <a:lnTo>
                                <a:pt x="15" y="29"/>
                              </a:lnTo>
                              <a:lnTo>
                                <a:pt x="0" y="0"/>
                              </a:lnTo>
                              <a:close/>
                              <a:moveTo>
                                <a:pt x="15" y="34"/>
                              </a:moveTo>
                              <a:lnTo>
                                <a:pt x="15" y="34"/>
                              </a:lnTo>
                              <a:lnTo>
                                <a:pt x="15" y="29"/>
                              </a:lnTo>
                              <a:lnTo>
                                <a:pt x="15" y="34"/>
                              </a:lnTo>
                              <a:close/>
                              <a:moveTo>
                                <a:pt x="15" y="29"/>
                              </a:moveTo>
                              <a:lnTo>
                                <a:pt x="15" y="29"/>
                              </a:lnTo>
                              <a:lnTo>
                                <a:pt x="55" y="15"/>
                              </a:lnTo>
                              <a:lnTo>
                                <a:pt x="60" y="19"/>
                              </a:lnTo>
                              <a:lnTo>
                                <a:pt x="15" y="34"/>
                              </a:lnTo>
                              <a:lnTo>
                                <a:pt x="15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98" name="Freeform 49"/>
                      <wps:cNvSpPr>
                        <a:spLocks noEditPoints="1"/>
                      </wps:cNvSpPr>
                      <wps:spPr bwMode="auto">
                        <a:xfrm>
                          <a:off x="381000" y="327660"/>
                          <a:ext cx="38100" cy="22225"/>
                        </a:xfrm>
                        <a:custGeom>
                          <a:avLst/>
                          <a:gdLst>
                            <a:gd name="T0" fmla="*/ 5 w 60"/>
                            <a:gd name="T1" fmla="*/ 0 h 35"/>
                            <a:gd name="T2" fmla="*/ 20 w 60"/>
                            <a:gd name="T3" fmla="*/ 30 h 35"/>
                            <a:gd name="T4" fmla="*/ 15 w 60"/>
                            <a:gd name="T5" fmla="*/ 30 h 35"/>
                            <a:gd name="T6" fmla="*/ 0 w 60"/>
                            <a:gd name="T7" fmla="*/ 0 h 35"/>
                            <a:gd name="T8" fmla="*/ 5 w 60"/>
                            <a:gd name="T9" fmla="*/ 0 h 35"/>
                            <a:gd name="T10" fmla="*/ 20 w 60"/>
                            <a:gd name="T11" fmla="*/ 35 h 35"/>
                            <a:gd name="T12" fmla="*/ 15 w 60"/>
                            <a:gd name="T13" fmla="*/ 35 h 35"/>
                            <a:gd name="T14" fmla="*/ 15 w 60"/>
                            <a:gd name="T15" fmla="*/ 30 h 35"/>
                            <a:gd name="T16" fmla="*/ 20 w 60"/>
                            <a:gd name="T17" fmla="*/ 35 h 35"/>
                            <a:gd name="T18" fmla="*/ 15 w 60"/>
                            <a:gd name="T19" fmla="*/ 30 h 35"/>
                            <a:gd name="T20" fmla="*/ 15 w 60"/>
                            <a:gd name="T21" fmla="*/ 30 h 35"/>
                            <a:gd name="T22" fmla="*/ 60 w 60"/>
                            <a:gd name="T23" fmla="*/ 20 h 35"/>
                            <a:gd name="T24" fmla="*/ 60 w 60"/>
                            <a:gd name="T25" fmla="*/ 25 h 35"/>
                            <a:gd name="T26" fmla="*/ 20 w 60"/>
                            <a:gd name="T27" fmla="*/ 35 h 35"/>
                            <a:gd name="T28" fmla="*/ 15 w 60"/>
                            <a:gd name="T29" fmla="*/ 30 h 35"/>
                          </a:gdLst>
                          <a:ahLst/>
                          <a:cxnLst/>
                          <a:rect l="0" t="0" r="r" b="b"/>
                          <a:pathLst>
                            <a:path w="60" h="35">
                              <a:moveTo>
                                <a:pt x="5" y="0"/>
                              </a:moveTo>
                              <a:lnTo>
                                <a:pt x="20" y="30"/>
                              </a:lnTo>
                              <a:lnTo>
                                <a:pt x="15" y="30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close/>
                              <a:moveTo>
                                <a:pt x="20" y="35"/>
                              </a:moveTo>
                              <a:lnTo>
                                <a:pt x="15" y="35"/>
                              </a:lnTo>
                              <a:lnTo>
                                <a:pt x="15" y="30"/>
                              </a:lnTo>
                              <a:lnTo>
                                <a:pt x="20" y="35"/>
                              </a:lnTo>
                              <a:close/>
                              <a:moveTo>
                                <a:pt x="15" y="30"/>
                              </a:moveTo>
                              <a:lnTo>
                                <a:pt x="15" y="30"/>
                              </a:lnTo>
                              <a:lnTo>
                                <a:pt x="60" y="20"/>
                              </a:lnTo>
                              <a:lnTo>
                                <a:pt x="60" y="25"/>
                              </a:lnTo>
                              <a:lnTo>
                                <a:pt x="20" y="35"/>
                              </a:lnTo>
                              <a:lnTo>
                                <a:pt x="15" y="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99" name="Freeform 50"/>
                      <wps:cNvSpPr>
                        <a:spLocks noEditPoints="1"/>
                      </wps:cNvSpPr>
                      <wps:spPr bwMode="auto">
                        <a:xfrm>
                          <a:off x="374650" y="337185"/>
                          <a:ext cx="34925" cy="22225"/>
                        </a:xfrm>
                        <a:custGeom>
                          <a:avLst/>
                          <a:gdLst>
                            <a:gd name="T0" fmla="*/ 5 w 55"/>
                            <a:gd name="T1" fmla="*/ 0 h 35"/>
                            <a:gd name="T2" fmla="*/ 15 w 55"/>
                            <a:gd name="T3" fmla="*/ 35 h 35"/>
                            <a:gd name="T4" fmla="*/ 10 w 55"/>
                            <a:gd name="T5" fmla="*/ 35 h 35"/>
                            <a:gd name="T6" fmla="*/ 0 w 55"/>
                            <a:gd name="T7" fmla="*/ 5 h 35"/>
                            <a:gd name="T8" fmla="*/ 5 w 55"/>
                            <a:gd name="T9" fmla="*/ 0 h 35"/>
                            <a:gd name="T10" fmla="*/ 10 w 55"/>
                            <a:gd name="T11" fmla="*/ 35 h 35"/>
                            <a:gd name="T12" fmla="*/ 10 w 55"/>
                            <a:gd name="T13" fmla="*/ 35 h 35"/>
                            <a:gd name="T14" fmla="*/ 10 w 55"/>
                            <a:gd name="T15" fmla="*/ 35 h 35"/>
                            <a:gd name="T16" fmla="*/ 10 w 55"/>
                            <a:gd name="T17" fmla="*/ 35 h 35"/>
                            <a:gd name="T18" fmla="*/ 10 w 55"/>
                            <a:gd name="T19" fmla="*/ 35 h 35"/>
                            <a:gd name="T20" fmla="*/ 10 w 55"/>
                            <a:gd name="T21" fmla="*/ 30 h 35"/>
                            <a:gd name="T22" fmla="*/ 55 w 55"/>
                            <a:gd name="T23" fmla="*/ 25 h 35"/>
                            <a:gd name="T24" fmla="*/ 55 w 55"/>
                            <a:gd name="T25" fmla="*/ 30 h 35"/>
                            <a:gd name="T26" fmla="*/ 10 w 55"/>
                            <a:gd name="T27" fmla="*/ 35 h 35"/>
                            <a:gd name="T28" fmla="*/ 10 w 55"/>
                            <a:gd name="T29" fmla="*/ 35 h 35"/>
                          </a:gdLst>
                          <a:ahLst/>
                          <a:cxnLst/>
                          <a:rect l="0" t="0" r="r" b="b"/>
                          <a:pathLst>
                            <a:path w="55" h="35">
                              <a:moveTo>
                                <a:pt x="5" y="0"/>
                              </a:moveTo>
                              <a:lnTo>
                                <a:pt x="15" y="35"/>
                              </a:lnTo>
                              <a:lnTo>
                                <a:pt x="10" y="35"/>
                              </a:lnTo>
                              <a:lnTo>
                                <a:pt x="0" y="5"/>
                              </a:lnTo>
                              <a:lnTo>
                                <a:pt x="5" y="0"/>
                              </a:lnTo>
                              <a:close/>
                              <a:moveTo>
                                <a:pt x="10" y="35"/>
                              </a:moveTo>
                              <a:lnTo>
                                <a:pt x="10" y="35"/>
                              </a:lnTo>
                              <a:close/>
                              <a:moveTo>
                                <a:pt x="10" y="35"/>
                              </a:moveTo>
                              <a:lnTo>
                                <a:pt x="10" y="30"/>
                              </a:lnTo>
                              <a:lnTo>
                                <a:pt x="55" y="25"/>
                              </a:lnTo>
                              <a:lnTo>
                                <a:pt x="55" y="30"/>
                              </a:lnTo>
                              <a:lnTo>
                                <a:pt x="1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00" name="Freeform 51"/>
                      <wps:cNvSpPr>
                        <a:spLocks noEditPoints="1"/>
                      </wps:cNvSpPr>
                      <wps:spPr bwMode="auto">
                        <a:xfrm>
                          <a:off x="365125" y="349885"/>
                          <a:ext cx="34925" cy="22225"/>
                        </a:xfrm>
                        <a:custGeom>
                          <a:avLst/>
                          <a:gdLst>
                            <a:gd name="T0" fmla="*/ 5 w 55"/>
                            <a:gd name="T1" fmla="*/ 0 h 35"/>
                            <a:gd name="T2" fmla="*/ 10 w 55"/>
                            <a:gd name="T3" fmla="*/ 35 h 35"/>
                            <a:gd name="T4" fmla="*/ 5 w 55"/>
                            <a:gd name="T5" fmla="*/ 35 h 35"/>
                            <a:gd name="T6" fmla="*/ 0 w 55"/>
                            <a:gd name="T7" fmla="*/ 0 h 35"/>
                            <a:gd name="T8" fmla="*/ 5 w 55"/>
                            <a:gd name="T9" fmla="*/ 0 h 35"/>
                            <a:gd name="T10" fmla="*/ 10 w 55"/>
                            <a:gd name="T11" fmla="*/ 35 h 35"/>
                            <a:gd name="T12" fmla="*/ 10 w 55"/>
                            <a:gd name="T13" fmla="*/ 35 h 35"/>
                            <a:gd name="T14" fmla="*/ 5 w 55"/>
                            <a:gd name="T15" fmla="*/ 35 h 35"/>
                            <a:gd name="T16" fmla="*/ 10 w 55"/>
                            <a:gd name="T17" fmla="*/ 35 h 35"/>
                            <a:gd name="T18" fmla="*/ 5 w 55"/>
                            <a:gd name="T19" fmla="*/ 35 h 35"/>
                            <a:gd name="T20" fmla="*/ 10 w 55"/>
                            <a:gd name="T21" fmla="*/ 30 h 35"/>
                            <a:gd name="T22" fmla="*/ 50 w 55"/>
                            <a:gd name="T23" fmla="*/ 30 h 35"/>
                            <a:gd name="T24" fmla="*/ 55 w 55"/>
                            <a:gd name="T25" fmla="*/ 35 h 35"/>
                            <a:gd name="T26" fmla="*/ 10 w 55"/>
                            <a:gd name="T27" fmla="*/ 35 h 35"/>
                            <a:gd name="T28" fmla="*/ 5 w 55"/>
                            <a:gd name="T29" fmla="*/ 35 h 35"/>
                          </a:gdLst>
                          <a:ahLst/>
                          <a:cxnLst/>
                          <a:rect l="0" t="0" r="r" b="b"/>
                          <a:pathLst>
                            <a:path w="55" h="35">
                              <a:moveTo>
                                <a:pt x="5" y="0"/>
                              </a:moveTo>
                              <a:lnTo>
                                <a:pt x="10" y="35"/>
                              </a:lnTo>
                              <a:lnTo>
                                <a:pt x="5" y="35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close/>
                              <a:moveTo>
                                <a:pt x="10" y="35"/>
                              </a:moveTo>
                              <a:lnTo>
                                <a:pt x="10" y="35"/>
                              </a:lnTo>
                              <a:lnTo>
                                <a:pt x="5" y="35"/>
                              </a:lnTo>
                              <a:lnTo>
                                <a:pt x="10" y="35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10" y="30"/>
                              </a:lnTo>
                              <a:lnTo>
                                <a:pt x="50" y="30"/>
                              </a:lnTo>
                              <a:lnTo>
                                <a:pt x="55" y="35"/>
                              </a:lnTo>
                              <a:lnTo>
                                <a:pt x="10" y="35"/>
                              </a:lnTo>
                              <a:lnTo>
                                <a:pt x="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01" name="Freeform 52"/>
                      <wps:cNvSpPr>
                        <a:spLocks noEditPoints="1"/>
                      </wps:cNvSpPr>
                      <wps:spPr bwMode="auto">
                        <a:xfrm>
                          <a:off x="355600" y="359410"/>
                          <a:ext cx="31750" cy="25400"/>
                        </a:xfrm>
                        <a:custGeom>
                          <a:avLst/>
                          <a:gdLst>
                            <a:gd name="T0" fmla="*/ 5 w 50"/>
                            <a:gd name="T1" fmla="*/ 0 h 40"/>
                            <a:gd name="T2" fmla="*/ 10 w 50"/>
                            <a:gd name="T3" fmla="*/ 35 h 40"/>
                            <a:gd name="T4" fmla="*/ 5 w 50"/>
                            <a:gd name="T5" fmla="*/ 35 h 40"/>
                            <a:gd name="T6" fmla="*/ 0 w 50"/>
                            <a:gd name="T7" fmla="*/ 0 h 40"/>
                            <a:gd name="T8" fmla="*/ 5 w 50"/>
                            <a:gd name="T9" fmla="*/ 0 h 40"/>
                            <a:gd name="T10" fmla="*/ 5 w 50"/>
                            <a:gd name="T11" fmla="*/ 40 h 40"/>
                            <a:gd name="T12" fmla="*/ 5 w 50"/>
                            <a:gd name="T13" fmla="*/ 40 h 40"/>
                            <a:gd name="T14" fmla="*/ 5 w 50"/>
                            <a:gd name="T15" fmla="*/ 35 h 40"/>
                            <a:gd name="T16" fmla="*/ 5 w 50"/>
                            <a:gd name="T17" fmla="*/ 40 h 40"/>
                            <a:gd name="T18" fmla="*/ 5 w 50"/>
                            <a:gd name="T19" fmla="*/ 35 h 40"/>
                            <a:gd name="T20" fmla="*/ 5 w 50"/>
                            <a:gd name="T21" fmla="*/ 35 h 40"/>
                            <a:gd name="T22" fmla="*/ 50 w 50"/>
                            <a:gd name="T23" fmla="*/ 30 h 40"/>
                            <a:gd name="T24" fmla="*/ 50 w 50"/>
                            <a:gd name="T25" fmla="*/ 35 h 40"/>
                            <a:gd name="T26" fmla="*/ 5 w 50"/>
                            <a:gd name="T27" fmla="*/ 40 h 40"/>
                            <a:gd name="T28" fmla="*/ 5 w 50"/>
                            <a:gd name="T29" fmla="*/ 35 h 40"/>
                          </a:gdLst>
                          <a:ahLst/>
                          <a:cxnLst/>
                          <a:rect l="0" t="0" r="r" b="b"/>
                          <a:pathLst>
                            <a:path w="50" h="40">
                              <a:moveTo>
                                <a:pt x="5" y="0"/>
                              </a:moveTo>
                              <a:lnTo>
                                <a:pt x="10" y="35"/>
                              </a:lnTo>
                              <a:lnTo>
                                <a:pt x="5" y="35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5" y="40"/>
                              </a:lnTo>
                              <a:lnTo>
                                <a:pt x="5" y="35"/>
                              </a:lnTo>
                              <a:lnTo>
                                <a:pt x="5" y="40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5" y="35"/>
                              </a:lnTo>
                              <a:lnTo>
                                <a:pt x="50" y="30"/>
                              </a:lnTo>
                              <a:lnTo>
                                <a:pt x="50" y="35"/>
                              </a:lnTo>
                              <a:lnTo>
                                <a:pt x="5" y="40"/>
                              </a:lnTo>
                              <a:lnTo>
                                <a:pt x="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02" name="Freeform 53"/>
                      <wps:cNvSpPr>
                        <a:spLocks noEditPoints="1"/>
                      </wps:cNvSpPr>
                      <wps:spPr bwMode="auto">
                        <a:xfrm>
                          <a:off x="342900" y="368935"/>
                          <a:ext cx="28575" cy="25400"/>
                        </a:xfrm>
                        <a:custGeom>
                          <a:avLst/>
                          <a:gdLst>
                            <a:gd name="T0" fmla="*/ 45 w 45"/>
                            <a:gd name="T1" fmla="*/ 40 h 40"/>
                            <a:gd name="T2" fmla="*/ 5 w 45"/>
                            <a:gd name="T3" fmla="*/ 40 h 40"/>
                            <a:gd name="T4" fmla="*/ 5 w 45"/>
                            <a:gd name="T5" fmla="*/ 35 h 40"/>
                            <a:gd name="T6" fmla="*/ 45 w 45"/>
                            <a:gd name="T7" fmla="*/ 35 h 40"/>
                            <a:gd name="T8" fmla="*/ 45 w 45"/>
                            <a:gd name="T9" fmla="*/ 40 h 40"/>
                            <a:gd name="T10" fmla="*/ 5 w 45"/>
                            <a:gd name="T11" fmla="*/ 40 h 40"/>
                            <a:gd name="T12" fmla="*/ 0 w 45"/>
                            <a:gd name="T13" fmla="*/ 40 h 40"/>
                            <a:gd name="T14" fmla="*/ 0 w 45"/>
                            <a:gd name="T15" fmla="*/ 35 h 40"/>
                            <a:gd name="T16" fmla="*/ 5 w 45"/>
                            <a:gd name="T17" fmla="*/ 40 h 40"/>
                            <a:gd name="T18" fmla="*/ 5 w 45"/>
                            <a:gd name="T19" fmla="*/ 40 h 40"/>
                            <a:gd name="T20" fmla="*/ 0 w 45"/>
                            <a:gd name="T21" fmla="*/ 35 h 40"/>
                            <a:gd name="T22" fmla="*/ 0 w 45"/>
                            <a:gd name="T23" fmla="*/ 0 h 40"/>
                            <a:gd name="T24" fmla="*/ 5 w 45"/>
                            <a:gd name="T25" fmla="*/ 0 h 40"/>
                            <a:gd name="T26" fmla="*/ 5 w 45"/>
                            <a:gd name="T27" fmla="*/ 35 h 40"/>
                            <a:gd name="T28" fmla="*/ 5 w 45"/>
                            <a:gd name="T29" fmla="*/ 40 h 40"/>
                          </a:gdLst>
                          <a:ahLst/>
                          <a:cxnLst/>
                          <a:rect l="0" t="0" r="r" b="b"/>
                          <a:pathLst>
                            <a:path w="45" h="40">
                              <a:moveTo>
                                <a:pt x="45" y="40"/>
                              </a:moveTo>
                              <a:lnTo>
                                <a:pt x="5" y="40"/>
                              </a:lnTo>
                              <a:lnTo>
                                <a:pt x="5" y="35"/>
                              </a:lnTo>
                              <a:lnTo>
                                <a:pt x="45" y="35"/>
                              </a:lnTo>
                              <a:lnTo>
                                <a:pt x="45" y="40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0" y="40"/>
                              </a:lnTo>
                              <a:lnTo>
                                <a:pt x="0" y="35"/>
                              </a:lnTo>
                              <a:lnTo>
                                <a:pt x="5" y="40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0" y="35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lnTo>
                                <a:pt x="5" y="35"/>
                              </a:lnTo>
                              <a:lnTo>
                                <a:pt x="5" y="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03" name="Freeform 54"/>
                      <wps:cNvSpPr>
                        <a:spLocks noEditPoints="1"/>
                      </wps:cNvSpPr>
                      <wps:spPr bwMode="auto">
                        <a:xfrm>
                          <a:off x="314325" y="384810"/>
                          <a:ext cx="28575" cy="31750"/>
                        </a:xfrm>
                        <a:custGeom>
                          <a:avLst/>
                          <a:gdLst>
                            <a:gd name="T0" fmla="*/ 15 w 45"/>
                            <a:gd name="T1" fmla="*/ 5 h 50"/>
                            <a:gd name="T2" fmla="*/ 5 w 45"/>
                            <a:gd name="T3" fmla="*/ 35 h 50"/>
                            <a:gd name="T4" fmla="*/ 0 w 45"/>
                            <a:gd name="T5" fmla="*/ 35 h 50"/>
                            <a:gd name="T6" fmla="*/ 10 w 45"/>
                            <a:gd name="T7" fmla="*/ 0 h 50"/>
                            <a:gd name="T8" fmla="*/ 15 w 45"/>
                            <a:gd name="T9" fmla="*/ 5 h 50"/>
                            <a:gd name="T10" fmla="*/ 5 w 45"/>
                            <a:gd name="T11" fmla="*/ 40 h 50"/>
                            <a:gd name="T12" fmla="*/ 0 w 45"/>
                            <a:gd name="T13" fmla="*/ 40 h 50"/>
                            <a:gd name="T14" fmla="*/ 0 w 45"/>
                            <a:gd name="T15" fmla="*/ 35 h 50"/>
                            <a:gd name="T16" fmla="*/ 5 w 45"/>
                            <a:gd name="T17" fmla="*/ 40 h 50"/>
                            <a:gd name="T18" fmla="*/ 0 w 45"/>
                            <a:gd name="T19" fmla="*/ 35 h 50"/>
                            <a:gd name="T20" fmla="*/ 5 w 45"/>
                            <a:gd name="T21" fmla="*/ 35 h 50"/>
                            <a:gd name="T22" fmla="*/ 45 w 45"/>
                            <a:gd name="T23" fmla="*/ 45 h 50"/>
                            <a:gd name="T24" fmla="*/ 45 w 45"/>
                            <a:gd name="T25" fmla="*/ 50 h 50"/>
                            <a:gd name="T26" fmla="*/ 5 w 45"/>
                            <a:gd name="T27" fmla="*/ 40 h 50"/>
                            <a:gd name="T28" fmla="*/ 0 w 45"/>
                            <a:gd name="T29" fmla="*/ 35 h 50"/>
                          </a:gdLst>
                          <a:ahLst/>
                          <a:cxnLst/>
                          <a:rect l="0" t="0" r="r" b="b"/>
                          <a:pathLst>
                            <a:path w="45" h="50">
                              <a:moveTo>
                                <a:pt x="15" y="5"/>
                              </a:move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lnTo>
                                <a:pt x="10" y="0"/>
                              </a:lnTo>
                              <a:lnTo>
                                <a:pt x="15" y="5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0" y="40"/>
                              </a:lnTo>
                              <a:lnTo>
                                <a:pt x="0" y="35"/>
                              </a:lnTo>
                              <a:lnTo>
                                <a:pt x="5" y="40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5" y="35"/>
                              </a:lnTo>
                              <a:lnTo>
                                <a:pt x="45" y="45"/>
                              </a:lnTo>
                              <a:lnTo>
                                <a:pt x="45" y="50"/>
                              </a:lnTo>
                              <a:lnTo>
                                <a:pt x="5" y="40"/>
                              </a:lnTo>
                              <a:lnTo>
                                <a:pt x="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04" name="Freeform 55"/>
                      <wps:cNvSpPr>
                        <a:spLocks noEditPoints="1"/>
                      </wps:cNvSpPr>
                      <wps:spPr bwMode="auto">
                        <a:xfrm>
                          <a:off x="330200" y="378460"/>
                          <a:ext cx="28575" cy="28575"/>
                        </a:xfrm>
                        <a:custGeom>
                          <a:avLst/>
                          <a:gdLst>
                            <a:gd name="T0" fmla="*/ 10 w 45"/>
                            <a:gd name="T1" fmla="*/ 0 h 45"/>
                            <a:gd name="T2" fmla="*/ 5 w 45"/>
                            <a:gd name="T3" fmla="*/ 35 h 45"/>
                            <a:gd name="T4" fmla="*/ 0 w 45"/>
                            <a:gd name="T5" fmla="*/ 35 h 45"/>
                            <a:gd name="T6" fmla="*/ 5 w 45"/>
                            <a:gd name="T7" fmla="*/ 0 h 45"/>
                            <a:gd name="T8" fmla="*/ 10 w 45"/>
                            <a:gd name="T9" fmla="*/ 0 h 45"/>
                            <a:gd name="T10" fmla="*/ 0 w 45"/>
                            <a:gd name="T11" fmla="*/ 35 h 45"/>
                            <a:gd name="T12" fmla="*/ 0 w 45"/>
                            <a:gd name="T13" fmla="*/ 35 h 45"/>
                            <a:gd name="T14" fmla="*/ 0 w 45"/>
                            <a:gd name="T15" fmla="*/ 35 h 45"/>
                            <a:gd name="T16" fmla="*/ 0 w 45"/>
                            <a:gd name="T17" fmla="*/ 35 h 45"/>
                            <a:gd name="T18" fmla="*/ 0 w 45"/>
                            <a:gd name="T19" fmla="*/ 35 h 45"/>
                            <a:gd name="T20" fmla="*/ 5 w 45"/>
                            <a:gd name="T21" fmla="*/ 30 h 45"/>
                            <a:gd name="T22" fmla="*/ 45 w 45"/>
                            <a:gd name="T23" fmla="*/ 40 h 45"/>
                            <a:gd name="T24" fmla="*/ 45 w 45"/>
                            <a:gd name="T25" fmla="*/ 45 h 45"/>
                            <a:gd name="T26" fmla="*/ 0 w 45"/>
                            <a:gd name="T27" fmla="*/ 35 h 45"/>
                            <a:gd name="T28" fmla="*/ 0 w 45"/>
                            <a:gd name="T29" fmla="*/ 35 h 45"/>
                          </a:gdLst>
                          <a:ahLst/>
                          <a:cxnLst/>
                          <a:rect l="0" t="0" r="r" b="b"/>
                          <a:pathLst>
                            <a:path w="45" h="45">
                              <a:moveTo>
                                <a:pt x="10" y="0"/>
                              </a:move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lnTo>
                                <a:pt x="5" y="0"/>
                              </a:lnTo>
                              <a:lnTo>
                                <a:pt x="10" y="0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0" y="35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5" y="30"/>
                              </a:lnTo>
                              <a:lnTo>
                                <a:pt x="45" y="40"/>
                              </a:lnTo>
                              <a:lnTo>
                                <a:pt x="45" y="45"/>
                              </a:lnTo>
                              <a:lnTo>
                                <a:pt x="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05" name="Freeform 56"/>
                      <wps:cNvSpPr>
                        <a:spLocks noEditPoints="1"/>
                      </wps:cNvSpPr>
                      <wps:spPr bwMode="auto">
                        <a:xfrm>
                          <a:off x="393700" y="290195"/>
                          <a:ext cx="41275" cy="31750"/>
                        </a:xfrm>
                        <a:custGeom>
                          <a:avLst/>
                          <a:gdLst>
                            <a:gd name="T0" fmla="*/ 0 w 65"/>
                            <a:gd name="T1" fmla="*/ 20 h 50"/>
                            <a:gd name="T2" fmla="*/ 0 w 65"/>
                            <a:gd name="T3" fmla="*/ 20 h 50"/>
                            <a:gd name="T4" fmla="*/ 0 w 65"/>
                            <a:gd name="T5" fmla="*/ 20 h 50"/>
                            <a:gd name="T6" fmla="*/ 0 w 65"/>
                            <a:gd name="T7" fmla="*/ 20 h 50"/>
                            <a:gd name="T8" fmla="*/ 0 w 65"/>
                            <a:gd name="T9" fmla="*/ 20 h 50"/>
                            <a:gd name="T10" fmla="*/ 5 w 65"/>
                            <a:gd name="T11" fmla="*/ 20 h 50"/>
                            <a:gd name="T12" fmla="*/ 25 w 65"/>
                            <a:gd name="T13" fmla="*/ 50 h 50"/>
                            <a:gd name="T14" fmla="*/ 20 w 65"/>
                            <a:gd name="T15" fmla="*/ 50 h 50"/>
                            <a:gd name="T16" fmla="*/ 0 w 65"/>
                            <a:gd name="T17" fmla="*/ 20 h 50"/>
                            <a:gd name="T18" fmla="*/ 0 w 65"/>
                            <a:gd name="T19" fmla="*/ 20 h 50"/>
                            <a:gd name="T20" fmla="*/ 25 w 65"/>
                            <a:gd name="T21" fmla="*/ 50 h 50"/>
                            <a:gd name="T22" fmla="*/ 20 w 65"/>
                            <a:gd name="T23" fmla="*/ 50 h 50"/>
                            <a:gd name="T24" fmla="*/ 20 w 65"/>
                            <a:gd name="T25" fmla="*/ 50 h 50"/>
                            <a:gd name="T26" fmla="*/ 25 w 65"/>
                            <a:gd name="T27" fmla="*/ 50 h 50"/>
                            <a:gd name="T28" fmla="*/ 20 w 65"/>
                            <a:gd name="T29" fmla="*/ 50 h 50"/>
                            <a:gd name="T30" fmla="*/ 20 w 65"/>
                            <a:gd name="T31" fmla="*/ 45 h 50"/>
                            <a:gd name="T32" fmla="*/ 60 w 65"/>
                            <a:gd name="T33" fmla="*/ 30 h 50"/>
                            <a:gd name="T34" fmla="*/ 60 w 65"/>
                            <a:gd name="T35" fmla="*/ 35 h 50"/>
                            <a:gd name="T36" fmla="*/ 25 w 65"/>
                            <a:gd name="T37" fmla="*/ 50 h 50"/>
                            <a:gd name="T38" fmla="*/ 20 w 65"/>
                            <a:gd name="T39" fmla="*/ 50 h 50"/>
                            <a:gd name="T40" fmla="*/ 65 w 65"/>
                            <a:gd name="T41" fmla="*/ 35 h 50"/>
                            <a:gd name="T42" fmla="*/ 65 w 65"/>
                            <a:gd name="T43" fmla="*/ 35 h 50"/>
                            <a:gd name="T44" fmla="*/ 60 w 65"/>
                            <a:gd name="T45" fmla="*/ 35 h 50"/>
                            <a:gd name="T46" fmla="*/ 65 w 65"/>
                            <a:gd name="T47" fmla="*/ 35 h 50"/>
                            <a:gd name="T48" fmla="*/ 60 w 65"/>
                            <a:gd name="T49" fmla="*/ 35 h 50"/>
                            <a:gd name="T50" fmla="*/ 60 w 65"/>
                            <a:gd name="T51" fmla="*/ 35 h 50"/>
                            <a:gd name="T52" fmla="*/ 40 w 65"/>
                            <a:gd name="T53" fmla="*/ 5 h 50"/>
                            <a:gd name="T54" fmla="*/ 40 w 65"/>
                            <a:gd name="T55" fmla="*/ 5 h 50"/>
                            <a:gd name="T56" fmla="*/ 65 w 65"/>
                            <a:gd name="T57" fmla="*/ 35 h 50"/>
                            <a:gd name="T58" fmla="*/ 60 w 65"/>
                            <a:gd name="T59" fmla="*/ 35 h 50"/>
                            <a:gd name="T60" fmla="*/ 40 w 65"/>
                            <a:gd name="T61" fmla="*/ 0 h 50"/>
                            <a:gd name="T62" fmla="*/ 40 w 65"/>
                            <a:gd name="T63" fmla="*/ 0 h 50"/>
                            <a:gd name="T64" fmla="*/ 40 w 65"/>
                            <a:gd name="T65" fmla="*/ 5 h 50"/>
                            <a:gd name="T66" fmla="*/ 40 w 65"/>
                            <a:gd name="T67" fmla="*/ 0 h 50"/>
                            <a:gd name="T68" fmla="*/ 40 w 65"/>
                            <a:gd name="T69" fmla="*/ 5 h 50"/>
                            <a:gd name="T70" fmla="*/ 40 w 65"/>
                            <a:gd name="T71" fmla="*/ 5 h 50"/>
                            <a:gd name="T72" fmla="*/ 5 w 65"/>
                            <a:gd name="T73" fmla="*/ 20 h 50"/>
                            <a:gd name="T74" fmla="*/ 0 w 65"/>
                            <a:gd name="T75" fmla="*/ 20 h 50"/>
                            <a:gd name="T76" fmla="*/ 40 w 65"/>
                            <a:gd name="T77" fmla="*/ 0 h 50"/>
                            <a:gd name="T78" fmla="*/ 40 w 65"/>
                            <a:gd name="T79" fmla="*/ 5 h 50"/>
                          </a:gdLst>
                          <a:ahLst/>
                          <a:cxnLst/>
                          <a:rect l="0" t="0" r="r" b="b"/>
                          <a:pathLst>
                            <a:path w="65" h="50">
                              <a:moveTo>
                                <a:pt x="0" y="20"/>
                              </a:moveTo>
                              <a:lnTo>
                                <a:pt x="0" y="20"/>
                              </a:lnTo>
                              <a:close/>
                              <a:moveTo>
                                <a:pt x="0" y="20"/>
                              </a:moveTo>
                              <a:lnTo>
                                <a:pt x="5" y="20"/>
                              </a:lnTo>
                              <a:lnTo>
                                <a:pt x="25" y="50"/>
                              </a:lnTo>
                              <a:lnTo>
                                <a:pt x="20" y="50"/>
                              </a:lnTo>
                              <a:lnTo>
                                <a:pt x="0" y="20"/>
                              </a:lnTo>
                              <a:close/>
                              <a:moveTo>
                                <a:pt x="25" y="50"/>
                              </a:moveTo>
                              <a:lnTo>
                                <a:pt x="20" y="50"/>
                              </a:lnTo>
                              <a:lnTo>
                                <a:pt x="25" y="50"/>
                              </a:lnTo>
                              <a:close/>
                              <a:moveTo>
                                <a:pt x="20" y="50"/>
                              </a:moveTo>
                              <a:lnTo>
                                <a:pt x="20" y="45"/>
                              </a:lnTo>
                              <a:lnTo>
                                <a:pt x="60" y="30"/>
                              </a:lnTo>
                              <a:lnTo>
                                <a:pt x="60" y="35"/>
                              </a:lnTo>
                              <a:lnTo>
                                <a:pt x="25" y="50"/>
                              </a:lnTo>
                              <a:lnTo>
                                <a:pt x="20" y="50"/>
                              </a:lnTo>
                              <a:close/>
                              <a:moveTo>
                                <a:pt x="65" y="35"/>
                              </a:moveTo>
                              <a:lnTo>
                                <a:pt x="65" y="35"/>
                              </a:lnTo>
                              <a:lnTo>
                                <a:pt x="60" y="35"/>
                              </a:lnTo>
                              <a:lnTo>
                                <a:pt x="65" y="35"/>
                              </a:lnTo>
                              <a:close/>
                              <a:moveTo>
                                <a:pt x="60" y="35"/>
                              </a:moveTo>
                              <a:lnTo>
                                <a:pt x="60" y="35"/>
                              </a:lnTo>
                              <a:lnTo>
                                <a:pt x="40" y="5"/>
                              </a:lnTo>
                              <a:lnTo>
                                <a:pt x="65" y="35"/>
                              </a:lnTo>
                              <a:lnTo>
                                <a:pt x="60" y="35"/>
                              </a:lnTo>
                              <a:close/>
                              <a:moveTo>
                                <a:pt x="40" y="0"/>
                              </a:moveTo>
                              <a:lnTo>
                                <a:pt x="40" y="0"/>
                              </a:lnTo>
                              <a:lnTo>
                                <a:pt x="40" y="5"/>
                              </a:lnTo>
                              <a:lnTo>
                                <a:pt x="40" y="0"/>
                              </a:lnTo>
                              <a:close/>
                              <a:moveTo>
                                <a:pt x="40" y="5"/>
                              </a:moveTo>
                              <a:lnTo>
                                <a:pt x="40" y="5"/>
                              </a:lnTo>
                              <a:lnTo>
                                <a:pt x="5" y="20"/>
                              </a:lnTo>
                              <a:lnTo>
                                <a:pt x="0" y="20"/>
                              </a:lnTo>
                              <a:lnTo>
                                <a:pt x="40" y="0"/>
                              </a:lnTo>
                              <a:lnTo>
                                <a:pt x="40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</wpc:wpc>
                </a:graphicData>
              </a:graphic>
            </wp:inline>
          </w:drawing>
        </mc:Choice>
        <mc:Fallback>
          <w:pict>
            <v:group id="Kanwa 106" o:spid="_x0000_i2049" style="height:38.95pt;mso-position-horizontal-relative:char;mso-position-vertical-relative:line;width:40.05pt" coordsize="508635,494665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2050" type="#_x0000_t75" style="height:494665;mso-wrap-style:square;position:absolute;visibility:visible;width:508635">
                <v:fill o:detectmouseclick="t"/>
              </v:shape>
              <v:shape id="Freeform 10" o:spid="_x0000_s2051" style="height:466725;mso-wrap-style:square;position:absolute;v-text-anchor:top;visibility:visible;width:466725" coordsize="735,735" path="m370,l370,l405,5l440,10l480,20l510,30l545,45l575,65l600,84l630,109l650,134l675,164l690,194l710,223l720,258l730,293l735,333l735,368l735,407l730,442l720,477l710,512l690,541l675,571l650,601l630,626l600,651l575,670l545,690l510,705l480,715l440,725l405,730l370,735l330,730l295,725l260,715,225,705,195,690,160,670,135,651,110,626,85,601,65,571,45,541,30,512,15,477,5,442,,407,,368,,333,5,293,15,258,30,223,45,194,65,164,85,134l110,109l135,84,160,65,195,45,225,30,260,20,295,10,330,5,370,xe" fillcolor="#005747" stroked="f">
                <v:path arrowok="t" o:connecttype="custom" o:connectlocs="234950,0;279400,6350;323850,19050;365125,41275;400050,69215;428625,104140;450850,141605;463550,186055;466725,233680;466725,258445;457200,302895;438150,343535;412750,381635;381000,413385;346075,438150;304800,454025;257175,463550;234950,466725;187325,460375;142875,447675;101600,425450;69850,397510;41275,362585;19050,325120;3175,280670;0,233680;0,211455;9525,163830;28575,123190;53975,85090;85725,53340;123825,28575;165100,12700;209550,3175" o:connectangles="0,0,0,0,0,0,0,0,0,0,0,0,0,0,0,0,0,0,0,0,0,0,0,0,0,0,0,0,0,0,0,0,0,0"/>
              </v:shape>
              <v:shape id="Freeform 11" o:spid="_x0000_s2052" style="height:466725;mso-wrap-style:square;position:absolute;v-text-anchor:top;visibility:visible;width:466725" coordsize="735,735" path="m370,l370,l405,5l440,10l480,20l510,30l545,45l575,65l600,84l630,109l650,134l675,164l690,194l710,223l720,258l730,293l735,333l735,368l735,407l730,442l720,477l710,512l690,541l675,571l650,601l630,626l600,651l575,670l545,690l510,705l480,715l440,725l405,730l370,735l330,730l295,725l260,715,225,705,195,690,160,670,135,651,110,626,85,601,65,571,45,541,30,512,15,477,5,442,,407,,368,,333,5,293,15,258,30,223,45,194,65,164,85,134l110,109l135,84,160,65,195,45,225,30,260,20,295,10,330,5,370,e" fillcolor="#005023" stroked="f">
                <v:path arrowok="t" o:connecttype="custom" o:connectlocs="234950,0;279400,6350;323850,19050;365125,41275;400050,69215;428625,104140;450850,141605;463550,186055;466725,233680;466725,258445;457200,302895;438150,343535;412750,381635;381000,413385;346075,438150;304800,454025;257175,463550;234950,466725;187325,460375;142875,447675;101600,425450;69850,397510;41275,362585;19050,325120;3175,280670;0,233680;0,211455;9525,163830;28575,123190;53975,85090;85725,53340;123825,28575;165100,12700;209550,3175" o:connectangles="0,0,0,0,0,0,0,0,0,0,0,0,0,0,0,0,0,0,0,0,0,0,0,0,0,0,0,0,0,0,0,0,0,0"/>
              </v:shape>
              <v:shape id="Freeform 12" o:spid="_x0000_s2053" style="height:454025;left:3175;mso-wrap-style:square;position:absolute;top:6350;v-text-anchor:top;visibility:visible;width:460375" coordsize="725,715" path="m365,l365,l400,l435,5l470,15l505,30l535,45l565,60l595,79l620,104l640,129l665,159l680,189l695,218l710,253l715,288l725,323l725,358l725,392l715,432l710,467l695,497l680,526l665,556l640,586l620,611l595,636l565,655l535,675l505,690l470,700l435,710l400,715l365,715l325,715l290,710l255,700,225,690,190,675,160,655,135,636,110,611,85,586,65,556,45,526,30,497,20,467,10,432,5,392,,358,5,323l10,288l20,253,30,218,45,189,65,159,85,129l110,104l135,79,160,60,190,45,225,30,255,15,290,5,325,l365,xe" stroked="f">
                <v:path arrowok="t" o:connecttype="custom" o:connectlocs="231775,0;276225,3175;320675,19050;358775,38100;393700,66040;422275,100965;441325,138430;454025,182880;460375,227330;460375,248920;450850,296545;431800,334010;406400,372110;377825,403860;339725,428625;298450,444500;254000,454025;231775,454025;184150,450850;142875,438150;101600,415925;69850,387985;41275,353060;19050,315595;6350,274320;0,227330;3175,205105;12700,160655;28575,120015;53975,81915;85725,50165;120650,28575;161925,9525;206375,0" o:connectangles="0,0,0,0,0,0,0,0,0,0,0,0,0,0,0,0,0,0,0,0,0,0,0,0,0,0,0,0,0,0,0,0,0,0"/>
              </v:shape>
              <v:shape id="Freeform 13" o:spid="_x0000_s2054" style="height:454025;mso-wrap-style:square;position:absolute;v-text-anchor:top;visibility:visible;width:460375" coordsize="725,715" path="m365,l365,l400,l435,5l470,15l505,30l535,45l565,60l595,79l620,104l640,129l665,159l680,189l695,218l710,253l715,288l725,323l725,358l725,392l715,432l710,467l695,497l680,526l665,556l640,586l620,611l595,636l565,655l535,675l505,690l470,700l435,710l400,715l365,715l325,715l290,710l255,700,225,690,190,675,160,655,135,636,110,611,85,586,65,556,45,526,30,497,20,467,10,432,5,392,,358,5,323l10,288l20,253,30,218,45,189,65,159,85,129l110,104l135,79,160,60,190,45,225,30,255,15,290,5,325,l365,e" filled="f" stroked="f">
                <v:path arrowok="t" o:connecttype="custom" o:connectlocs="231775,0;276225,3175;320675,19050;358775,38100;393700,66040;422275,100965;441325,138430;454025,182880;460375,227330;460375,248920;450850,296545;431800,334010;406400,372110;377825,403860;339725,428625;298450,444500;254000,454025;231775,454025;184150,450850;142875,438150;101600,415925;69850,387985;41275,353060;19050,315595;6350,274320;0,227330;3175,205105;12700,160655;28575,120015;53975,81915;85725,50165;120650,28575;161925,9525;206375,0" o:connectangles="0,0,0,0,0,0,0,0,0,0,0,0,0,0,0,0,0,0,0,0,0,0,0,0,0,0,0,0,0,0,0,0,0,0"/>
              </v:shape>
              <v:shape id="Freeform 14" o:spid="_x0000_s2055" style="height:328295;left:69850;mso-wrap-style:square;position:absolute;top:69215;v-text-anchor:top;visibility:visible;width:330200" coordsize="520,517" path="m260,l260,l310,5l360,20l405,45l440,75l475,114l495,159l510,209l520,259l510,313l495,358l475,403l440,442l405,472l360,497l310,512l260,517l205,512,155,497,115,472,75,442,45,403,20,358,5,313,,259,5,209,20,159,45,114,75,75,115,45,155,20,205,5,260,xe" fillcolor="#005747" stroked="f">
                <v:path arrowok="t" o:connecttype="custom" o:connectlocs="165100,0;165100,0;196850,3175;228600,12700;257175,28575;279400,47625;301625,72390;314325,100965;323850,132715;330200,164465;330200,164465;323850,198755;314325,227330;301625,255905;279400,280670;257175,299720;228600,315595;196850,325120;165100,328295;165100,328295;130175,325120;98425,315595;73025,299720;47625,280670;28575,255905;12700,227330;3175,198755;0,164465;0,164465;3175,132715;12700,100965;28575,72390;47625,47625;73025,28575;98425,12700;130175,3175;165100,0" o:connectangles="0,0,0,0,0,0,0,0,0,0,0,0,0,0,0,0,0,0,0,0,0,0,0,0,0,0,0,0,0,0,0,0,0,0,0,0,0"/>
              </v:shape>
              <v:shape id="Freeform 15" o:spid="_x0000_s2056" style="height:328295;left:69850;mso-wrap-style:square;position:absolute;top:69215;v-text-anchor:top;visibility:visible;width:330200" coordsize="520,517" path="m260,l260,l310,5l360,20l405,45l440,75l475,114l495,159l510,209l520,259l510,313l495,358l475,403l440,442l405,472l360,497l310,512l260,517l205,512,155,497,115,472,75,442,45,403,20,358,5,313,,259,5,209,20,159,45,114,75,75,115,45,155,20,205,5,260,e" filled="f" stroked="f">
                <v:path arrowok="t" o:connecttype="custom" o:connectlocs="165100,0;165100,0;196850,3175;228600,12700;257175,28575;279400,47625;301625,72390;314325,100965;323850,132715;330200,164465;330200,164465;323850,198755;314325,227330;301625,255905;279400,280670;257175,299720;228600,315595;196850,325120;165100,328295;165100,328295;130175,325120;98425,315595;73025,299720;47625,280670;28575,255905;12700,227330;3175,198755;0,164465;0,164465;3175,132715;12700,100965;28575,72390;47625,47625;73025,28575;98425,12700;130175,3175;165100,0" o:connectangles="0,0,0,0,0,0,0,0,0,0,0,0,0,0,0,0,0,0,0,0,0,0,0,0,0,0,0,0,0,0,0,0,0,0,0,0,0"/>
              </v:shape>
              <v:shape id="Freeform 16" o:spid="_x0000_s2057" style="height:315595;left:76200;mso-wrap-style:square;position:absolute;top:75565;v-text-anchor:top;visibility:visible;width:317500" coordsize="500,497" path="m250,l250,l300,5l345,20l390,45l425,75l455,109l480,154l495,199l500,249l495,298l480,348l455,388l425,427l390,457l345,477l300,492l250,497l200,492,150,477,110,457,70,427,40,388,15,348,5,298,,249,5,199,15,154,40,109,70,75,110,45,150,20,200,5,250,xe" stroked="f">
                <v:path arrowok="t" o:connecttype="custom" o:connectlocs="158750,0;158750,0;190500,3175;219075,12700;247650,28575;269875,47625;288925,69215;304800,97790;314325,126365;317500,158115;317500,158115;314325,189230;304800,220980;288925,246380;269875,271145;247650,290195;219075,302895;190500,312420;158750,315595;158750,315595;127000,312420;95250,302895;69850,290195;44450,271145;25400,246380;9525,220980;3175,189230;0,158115;0,158115;3175,126365;9525,97790;25400,69215;44450,47625;69850,28575;95250,12700;127000,3175;158750,0" o:connectangles="0,0,0,0,0,0,0,0,0,0,0,0,0,0,0,0,0,0,0,0,0,0,0,0,0,0,0,0,0,0,0,0,0,0,0,0,0"/>
              </v:shape>
              <v:shape id="Freeform 17" o:spid="_x0000_s2058" style="height:315595;left:76200;mso-wrap-style:square;position:absolute;top:75565;v-text-anchor:top;visibility:visible;width:317500" coordsize="500,497" path="m250,l250,l300,5l345,20l390,45l425,75l455,109l480,154l495,199l500,249l495,298l480,348l455,388l425,427l390,457l345,477l300,492l250,497l200,492,150,477,110,457,70,427,40,388,15,348,5,298,,249,5,199,15,154,40,109,70,75,110,45,150,20,200,5,250,e" filled="f" stroked="f">
                <v:path arrowok="t" o:connecttype="custom" o:connectlocs="158750,0;158750,0;190500,3175;219075,12700;247650,28575;269875,47625;288925,69215;304800,97790;314325,126365;317500,158115;317500,158115;314325,189230;304800,220980;288925,246380;269875,271145;247650,290195;219075,302895;190500,312420;158750,315595;158750,315595;127000,312420;95250,302895;69850,290195;44450,271145;25400,246380;9525,220980;3175,189230;0,158115;0,158115;3175,126365;9525,97790;25400,69215;44450,47625;69850,28575;95250,12700;127000,3175;158750,0" o:connectangles="0,0,0,0,0,0,0,0,0,0,0,0,0,0,0,0,0,0,0,0,0,0,0,0,0,0,0,0,0,0,0,0,0,0,0,0,0"/>
              </v:shape>
              <v:shape id="Freeform 18" o:spid="_x0000_s2059" style="height:173355;left:111125;mso-wrap-style:square;position:absolute;top:139065;v-text-anchor:top;visibility:visible;width:234950" coordsize="370,273" path="m150,273l205,,120,99l140,99l55,193l75,193l,273l150,273xm160,273l200,79l265,79l240,213l275,213l260,273l160,273xm200,69l215,4l305,4l330,9l345,19l355,29l365,49l370,79l365,94l360,109l350,124l345,134l320,144l305,149l260,149l275,79l290,79l295,79l300,74l295,69l290,69l200,69xe" fillcolor="#005023" stroked="f">
                <v:path arrowok="t" o:connecttype="custom" o:connectlocs="95250,173355;130175,0;76200,62865;88900,62865;34925,122555;47625,122555;0,173355;95250,173355;101600,173355;127000,50165;168275,50165;152400,135255;174625,135255;165100,173355;101600,173355;127000,43815;136525,2540;193675,2540;193675,2540;209550,5715;219075,12065;225425,18415;225425,18415;231775,31115;234950,50165;234950,50165;231775,59690;228600,69215;222250,78740;219075,85090;219075,85090;203200,91440;193675,94615;165100,94615;174625,50165;184150,50165;184150,50165;187325,50165;190500,46990;190500,46990;187325,43815;184150,43815;127000,43815" o:connectangles="0,0,0,0,0,0,0,0,0,0,0,0,0,0,0,0,0,0,0,0,0,0,0,0,0,0,0,0,0,0,0,0,0,0,0,0,0,0,0,0,0,0,0"/>
                <o:lock v:ext="edit" verticies="t"/>
              </v:shape>
              <v:shape id="Freeform 19" o:spid="_x0000_s2060" style="height:195580;left:22225;mso-wrap-style:square;position:absolute;v-text-anchor:top;visibility:visible;width:422275" coordsize="665,308" path="m600,263l660,253l665,298l660,298l650,268l640,268l645,298l635,298l630,273l615,273l620,308l610,308l600,263xm575,198l620,159l625,169l595,193l635,188l640,203l605,228l650,218l655,228l595,243l590,228l625,198l580,208l575,198xm555,124l555,124l550,139l550,154l565,159l580,149l585,144l585,139l580,124l570,119l565,119l555,124xm550,119l550,119l560,109l570,109l580,109l590,119l595,129l600,139l595,149l585,159l575,169l565,169l555,164l545,159l535,149l535,139l540,129l550,119xm470,94l490,39l500,44l485,84,520,54l530,64l515,104,545,74l555,84l510,124,500,114,515,69,480,99,470,94xm425,74l445,30,425,25l430,15l475,30l470,39l455,35,435,79,425,74xm355,39l370,39l370,49l380,54l390,54l390,49l390,44l390,39l380,35,365,30l365,15l365,10,375,5l385,5l395,5l405,10l405,20l405,25l395,25l395,15l385,15l375,15l375,20l385,25l400,35l405,39l405,49l400,59l390,64l375,64l370,59,360,54l360,49l355,39xm295,64l290,5,300,l330,39l325,l335,l340,59l330,59l300,25l305,59l295,64xm260,44l245,25l240,49l260,44xm285,64l270,64l265,54l240,59l240,74l225,79l235,15l245,10l285,64xm175,49l185,64l190,64l195,59l200,54l200,49l195,44l190,44l180,49l175,49xm185,99l160,49,175,39l190,35l200,35l210,44l210,54l210,59l205,64l195,69l185,74l200,94l185,99xm140,139l120,124,80,114,90,104l120,109l110,84,120,74l130,114l145,134l140,139xm75,188l80,179l90,179l100,174l100,164l100,159l95,159l90,159l80,169l70,174l55,174,50,164l50,154l55,144l65,139l70,134l75,134l85,139,75,149l70,144l65,149l60,159l65,164l75,159l90,149l95,149l105,149l110,159l110,169l105,179l100,188l90,193l85,193,75,188xm60,218l35,218l50,233,60,218xm90,203l85,218l70,218,60,238l70,248l65,258,20,218l25,203l90,203xm60,308l,293,,283l50,293l55,263l65,263l60,308xe" fillcolor="#005023" stroked="f">
                <v:path arrowok="t" o:connecttype="custom" o:connectlocs="412750,170180;390525,173355;393700,100965;384175,144780;396875,125730;349250,88265;358775,100965;371475,88265;358775,75565;355600,69215;368300,69215;381000,88265;358775,107315;339725,94615;349250,75565;330200,34290;323850,78740;269875,46990;298450,24765;234950,24765;241300,34290;247650,27940;241300,22225;231775,6350;244475,3175;257175,15875;244475,9525;238125,12700;254000,22225;257175,31115;238125,40640;228600,31115;190500,0;209550,37465;155575,15875;168275,34290;155575,6350;120650,40640;127000,31115;120650,27940;111125,24765;127000,22225;133350,37465;117475,46990;50800,72390;82550,72390;50800,113665;63500,104140;60325,100965;44450,110490;31750,104140;41275,88265;47625,94615;41275,94615;41275,104140;57150,94615;69850,100965;66675,113665;47625,119380;38100,138430;44450,157480;38100,195580;41275,167005" o:connectangles="0,0,0,0,0,0,0,0,0,0,0,0,0,0,0,0,0,0,0,0,0,0,0,0,0,0,0,0,0,0,0,0,0,0,0,0,0,0,0,0,0,0,0,0,0,0,0,0,0,0,0,0,0,0,0,0,0,0,0,0,0,0,0"/>
                <o:lock v:ext="edit" verticies="t"/>
              </v:shape>
              <v:shape id="Freeform 20" o:spid="_x0000_s2061" style="height:6350;left:219075;mso-wrap-style:square;position:absolute;top:15875;v-text-anchor:top;visibility:visible;width:9525" coordsize="15,10" path="m,10l5,,15,,5,10,,10xe" fillcolor="#005747" stroked="f">
                <v:path arrowok="t" o:connecttype="custom" o:connectlocs="0,6350;3175,0;9525,0;3175,6350;0,6350" o:connectangles="0,0,0,0,0"/>
              </v:shape>
              <v:shape id="Freeform 21" o:spid="_x0000_s2062" style="height:132080;left:31750;mso-wrap-style:square;position:absolute;top:312420;v-text-anchor:top;visibility:visible;width:184150" coordsize="290,208" path="m290,203l285,208l275,203l260,203l250,198l240,198l225,193l215,188l200,188l190,183l180,178l170,173l155,169l145,164l135,154l125,149l115,144,105,134l100,129l90,124,80,114,70,109,65,99,55,89,50,84,45,74,35,64,30,54,25,49,20,39,15,29,10,20,5,10,,,5,l10,5l15,15l20,24l25,34l30,44l35,54l40,64l45,69,55,79l60,89l70,94l75,104l85,109l90,119l100,124l110,134l120,139l130,144l140,154l150,159l160,164l170,169l180,173l190,178l205,183l215,183l225,188l240,193l250,193l265,198l275,198l290,203xe" fillcolor="#005023" stroked="f">
                <v:path arrowok="t" o:connecttype="custom" o:connectlocs="180975,132080;165100,128905;152400,125730;136525,119380;120650,116205;107950,109855;92075,104140;79375,94615;66675,85090;57150,78740;44450,69215;34925,56515;28575,46990;19050,34290;12700,24765;6350,12700;0,0;6350,3175;12700,15240;19050,27940;25400,40640;34925,50165;44450,59690;53975,69215;63500,78740;76200,88265;88900,97790;101600,104140;114300,109855;130175,116205;142875,119380;158750,122555;174625,125730" o:connectangles="0,0,0,0,0,0,0,0,0,0,0,0,0,0,0,0,0,0,0,0,0,0,0,0,0,0,0,0,0,0,0,0,0"/>
              </v:shape>
              <v:shape id="Freeform 22" o:spid="_x0000_s2063" style="height:135255;left:47625;mso-wrap-style:square;position:absolute;top:293370;v-text-anchor:top;visibility:visible;width:187325" coordsize="295,213" path="m295,208l295,213l280,213l265,213l255,208l240,208l225,203l215,203l200,199l190,194l180,189l165,184l155,179l145,174l135,169l125,164l115,154l105,149l95,139,85,134,75,124l70,119l60,109,50,99,45,89,40,84,30,74,25,64,20,54,15,45,10,35,5,25,,15,,,5,l5,10l10,20l15,30l20,40l25,50l30,59l35,69l40,79,50,89l55,94l65,104l70,114l80,119l90,129l95,139l105,144l115,149l125,159l135,164l145,169l160,174l170,179l180,184l190,189l205,194l215,199l230,199l240,203l255,203l265,208l280,208l295,208xe" fillcolor="#005023" stroked="f">
                <v:path arrowok="t" o:connecttype="custom" o:connectlocs="187325,135255;168275,135255;152400,132080;136525,128905;120650,123190;104775,116840;92075,110490;79375,104140;66675,94615;53975,85090;44450,75565;31750,62865;25400,53340;15875,40640;9525,28575;3175,15875;0,0;3175,6350;9525,19050;15875,31750;22225,43815;31750,56515;41275,66040;50800,75565;60325,88265;73025,94615;85725,104140;101600,110490;114300,116840;130175,123190;146050,126365;161925,128905;177800,132080" o:connectangles="0,0,0,0,0,0,0,0,0,0,0,0,0,0,0,0,0,0,0,0,0,0,0,0,0,0,0,0,0,0,0,0,0"/>
              </v:shape>
              <v:shape id="Freeform 23" o:spid="_x0000_s2064" style="height:110490;left:69850;mso-wrap-style:square;position:absolute;top:302895;v-text-anchor:top;visibility:visible;width:149225" coordsize="235,174" path="m235,169l235,174l225,169l215,169l205,164l195,164l185,159l175,159l165,154l155,149l145,149l140,144l130,139l120,134l110,129l105,124l95,119l90,114l80,109,75,99,65,94,60,89,55,84,45,74,40,69,35,59,30,54,25,49,20,39,15,35,10,25,5,15l5,10l,,5,l10,5l10,15l15,25l20,30l25,39l30,44l35,49l40,59l45,64l50,74l55,79l65,84l70,89l75,99l85,104l90,109l100,114l105,119l115,124l125,129l130,134l140,139l150,144l160,144l165,149l175,154l185,154l195,159l205,159l215,164l225,164l235,169xe" fillcolor="#005747" stroked="f">
                <v:path arrowok="t" o:connecttype="custom" o:connectlocs="149225,110490;136525,107315;123825,104140;111125,100965;98425,94615;88900,91440;76200,85090;66675,78740;57150,72390;47625,62865;38100,56515;28575,46990;22225,37465;15875,31115;9525,22225;3175,9525;0,0;6350,3175;9525,15875;15875,24765;22225,31115;28575,40640;34925,50165;44450,56515;53975,66040;63500,72390;73025,78740;82550,85090;95250,91440;104775,94615;117475,97790;130175,100965;142875,104140" o:connectangles="0,0,0,0,0,0,0,0,0,0,0,0,0,0,0,0,0,0,0,0,0,0,0,0,0,0,0,0,0,0,0,0,0"/>
              </v:shape>
              <v:shape id="Freeform 24" o:spid="_x0000_s2065" style="height:19050;left:212725;mso-wrap-style:square;position:absolute;top:425450;v-text-anchor:top;visibility:visible;width:22225" coordsize="35,30" path="m,25l30,l35,5l5,30,,25xe" fillcolor="#005747" stroked="f">
                <v:path arrowok="t" o:connecttype="custom" o:connectlocs="0,15875;19050,0;22225,3175;3175,19050;0,15875" o:connectangles="0,0,0,0,0"/>
              </v:shape>
              <v:shape id="Freeform 25" o:spid="_x0000_s2066" style="height:18415;left:219075;mso-wrap-style:square;position:absolute;top:410210;v-text-anchor:top;visibility:visible;width:15875" coordsize="25,29" path="m,l25,29l20,29l,xe" fillcolor="#005747" stroked="f">
                <v:path arrowok="t" o:connecttype="custom" o:connectlocs="0,0;15875,18415;12700,18415;0,0;0,0" o:connectangles="0,0,0,0,0"/>
              </v:shape>
              <v:shape id="Freeform 26" o:spid="_x0000_s2067" style="height:34290;left:193675;mso-wrap-style:square;position:absolute;top:407035;v-text-anchor:top;visibility:visible;width:25400" coordsize="40,54" path="m20,l40,29l35,34l15,l20,xm40,29l40,34l35,34l40,29xm40,29l35,34l5,54,,49,35,29l40,29xe" fillcolor="#005747" stroked="f">
                <v:path arrowok="t" o:connecttype="custom" o:connectlocs="12700,0;25400,18415;22225,21590;9525,0;12700,0;25400,18415;25400,21590;22225,21590;25400,18415;25400,18415;22225,21590;3175,34290;0,31115;22225,18415;25400,18415" o:connectangles="0,0,0,0,0,0,0,0,0,0,0,0,0,0,0"/>
                <o:lock v:ext="edit" verticies="t"/>
              </v:shape>
              <v:shape id="Freeform 27" o:spid="_x0000_s2068" style="height:31115;left:174625;mso-wrap-style:square;position:absolute;top:403860;v-text-anchor:top;visibility:visible;width:28575" coordsize="45,49" path="m25,l40,29l35,34l20,l25,xm40,29l45,34l40,34l40,29xm40,29l40,34l5,49,,44,40,29xe" fillcolor="#005747" stroked="f">
                <v:path arrowok="t" o:connecttype="custom" o:connectlocs="15875,0;25400,18415;22225,21590;12700,0;15875,0;25400,18415;28575,21590;25400,21590;25400,18415;25400,18415;25400,21590;3175,31115;0,27940;25400,18415;25400,18415" o:connectangles="0,0,0,0,0,0,0,0,0,0,0,0,0,0,0"/>
                <o:lock v:ext="edit" verticies="t"/>
              </v:shape>
              <v:shape id="Freeform 28" o:spid="_x0000_s2069" style="height:31115;left:158750;mso-wrap-style:square;position:absolute;top:397510;v-text-anchor:top;visibility:visible;width:25400" coordsize="40,49" path="m25,l40,35l35,35l20,5,25,xm40,35l40,35xm40,35l40,35l,49,35,35l40,35xe" fillcolor="#005747" stroked="f">
                <v:path arrowok="t" o:connecttype="custom" o:connectlocs="15875,0;25400,22225;22225,22225;12700,3175;15875,0;25400,22225;25400,22225;25400,22225;25400,22225;25400,22225;25400,22225;0,31115;0,31115;22225,22225;25400,22225" o:connectangles="0,0,0,0,0,0,0,0,0,0,0,0,0,0,0"/>
                <o:lock v:ext="edit" verticies="t"/>
              </v:shape>
              <v:shape id="Freeform 29" o:spid="_x0000_s2070" style="height:27940;left:139700;mso-wrap-style:square;position:absolute;top:394335;v-text-anchor:top;visibility:visible;width:28575" coordsize="45,44" path="m35,l45,30l40,30l30,l35,xm45,30l45,35l40,35l45,30xm45,30l40,35l5,44,,40,40,30l45,30xe" fillcolor="#005747" stroked="f">
                <v:path arrowok="t" o:connecttype="custom" o:connectlocs="22225,0;28575,19050;25400,19050;19050,0;22225,0;28575,19050;28575,22225;25400,22225;28575,19050;28575,19050;25400,22225;3175,27940;0,25400;25400,19050;28575,19050" o:connectangles="0,0,0,0,0,0,0,0,0,0,0,0,0,0,0"/>
                <o:lock v:ext="edit" verticies="t"/>
              </v:shape>
              <v:shape id="Freeform 30" o:spid="_x0000_s2071" style="height:21590;left:41275;mso-wrap-style:square;position:absolute;top:315595;v-text-anchor:top;visibility:visible;width:38100" coordsize="60,34" path="m60,l40,29l35,29l55,l60,xm40,29l40,34l40,29xm40,29l40,34l,19,,15,40,29xe" fillcolor="#005747" stroked="f">
                <v:path arrowok="t" o:connecttype="custom" o:connectlocs="38100,0;25400,18415;22225,18415;34925,0;38100,0;25400,18415;25400,21590;25400,21590;25400,18415;25400,18415;25400,21590;0,12065;0,9525;25400,18415;25400,18415" o:connectangles="0,0,0,0,0,0,0,0,0,0,0,0,0,0,0"/>
                <o:lock v:ext="edit" verticies="t"/>
              </v:shape>
              <v:shape id="Freeform 31" o:spid="_x0000_s2072" style="height:22225;left:47625;mso-wrap-style:square;position:absolute;top:327660;v-text-anchor:top;visibility:visible;width:38100" coordsize="60,35" path="m60,l45,30l40,30l55,l60,xm45,30l45,35l45,30xm45,30l45,35l,25,,20,45,30xe" fillcolor="#005747" stroked="f">
                <v:path arrowok="t" o:connecttype="custom" o:connectlocs="38100,0;28575,19050;25400,19050;34925,0;38100,0;28575,19050;28575,22225;28575,22225;28575,19050;28575,19050;28575,22225;0,15875;0,12700;28575,19050;28575,19050" o:connectangles="0,0,0,0,0,0,0,0,0,0,0,0,0,0,0"/>
                <o:lock v:ext="edit" verticies="t"/>
              </v:shape>
              <v:shape id="Freeform 32" o:spid="_x0000_s2073" style="height:22225;left:57150;mso-wrap-style:square;position:absolute;top:337185;v-text-anchor:top;visibility:visible;width:34925" coordsize="55,35" path="m55,5l45,35l40,35l50,l55,5xm45,35l45,35xm45,35l45,35l,30,,25l45,30l45,35xe" fillcolor="#005747" stroked="f">
                <v:path arrowok="t" o:connecttype="custom" o:connectlocs="34925,3175;28575,22225;25400,22225;31750,0;34925,3175;28575,22225;28575,22225;28575,22225;28575,22225;28575,22225;28575,22225;0,19050;0,15875;28575,19050;28575,22225" o:connectangles="0,0,0,0,0,0,0,0,0,0,0,0,0,0,0"/>
                <o:lock v:ext="edit" verticies="t"/>
              </v:shape>
              <v:shape id="Freeform 33" o:spid="_x0000_s2074" style="height:22225;left:69850;mso-wrap-style:square;position:absolute;top:349885;v-text-anchor:top;visibility:visible;width:31750" coordsize="50,35" path="m50,l45,35l40,35l45,l50,xm45,35l45,35l40,35l45,35xm45,35l40,35l,35,,30l40,30l45,35xe" fillcolor="#005747" stroked="f">
                <v:path arrowok="t" o:connecttype="custom" o:connectlocs="31750,0;28575,22225;25400,22225;28575,0;31750,0;28575,22225;28575,22225;25400,22225;28575,22225;28575,22225;25400,22225;0,22225;0,19050;25400,19050;28575,22225" o:connectangles="0,0,0,0,0,0,0,0,0,0,0,0,0,0,0"/>
                <o:lock v:ext="edit" verticies="t"/>
              </v:shape>
              <v:shape id="Freeform 34" o:spid="_x0000_s2075" style="height:25400;left:82550;mso-wrap-style:square;position:absolute;top:359410;v-text-anchor:top;visibility:visible;width:28575" coordsize="45,40" path="m45,l45,35l40,35,40,l45,xm45,35l45,40l40,40l45,35xm45,35l40,40l,35,,30l40,35l45,35xe" fillcolor="#005747" stroked="f">
                <v:path arrowok="t" o:connecttype="custom" o:connectlocs="28575,0;28575,22225;25400,22225;25400,0;28575,0;28575,22225;28575,25400;25400,25400;28575,22225;28575,22225;25400,25400;0,22225;0,19050;25400,22225;28575,22225" o:connectangles="0,0,0,0,0,0,0,0,0,0,0,0,0,0,0"/>
                <o:lock v:ext="edit" verticies="t"/>
              </v:shape>
              <v:shape id="Freeform 35" o:spid="_x0000_s2076" style="height:25400;left:95250;mso-wrap-style:square;position:absolute;top:368935;v-text-anchor:top;visibility:visible;width:28575" coordsize="45,40" path="m,35l40,35l40,40,,40,,35xm45,35l45,40l40,40l45,35xm40,40l40,35l40,l45,l45,35l40,40xe" fillcolor="#005747" stroked="f">
                <v:path arrowok="t" o:connecttype="custom" o:connectlocs="0,22225;25400,22225;25400,25400;0,25400;0,22225;28575,22225;28575,25400;25400,25400;28575,22225;25400,25400;25400,22225;25400,0;28575,0;28575,22225;25400,25400" o:connectangles="0,0,0,0,0,0,0,0,0,0,0,0,0,0,0"/>
                <o:lock v:ext="edit" verticies="t"/>
              </v:shape>
              <v:shape id="Freeform 36" o:spid="_x0000_s2077" style="height:31750;left:123825;mso-wrap-style:square;position:absolute;top:384810;v-text-anchor:top;visibility:visible;width:28575" coordsize="45,50" path="m40,l45,35l40,35,35,5,40,xm45,35l45,40l45,35xm45,35l45,40l,50,,45,40,35l45,35xe" fillcolor="#005747" stroked="f">
                <v:path arrowok="t" o:connecttype="custom" o:connectlocs="25400,0;28575,22225;25400,22225;22225,3175;25400,0;28575,22225;28575,25400;28575,25400;28575,22225;28575,22225;28575,25400;0,31750;0,28575;25400,22225;28575,22225" o:connectangles="0,0,0,0,0,0,0,0,0,0,0,0,0,0,0"/>
                <o:lock v:ext="edit" verticies="t"/>
              </v:shape>
              <v:shape id="Freeform 37" o:spid="_x0000_s2078" style="height:28575;left:107950;mso-wrap-style:square;position:absolute;top:378460;v-text-anchor:top;visibility:visible;width:28575" coordsize="45,45" path="m45,l45,35l40,35,40,l45,xm45,35l45,35xm45,35l45,35l5,45,,40,45,30l45,35xe" fillcolor="#005747" stroked="f">
                <v:path arrowok="t" o:connecttype="custom" o:connectlocs="28575,0;28575,22225;25400,22225;25400,0;28575,0;28575,22225;28575,22225;28575,22225;28575,22225;28575,22225;28575,22225;3175,28575;0,25400;28575,19050;28575,22225" o:connectangles="0,0,0,0,0,0,0,0,0,0,0,0,0,0,0"/>
                <o:lock v:ext="edit" verticies="t"/>
              </v:shape>
              <v:shape id="Freeform 38" o:spid="_x0000_s2079" style="height:31750;left:31750;mso-wrap-style:square;position:absolute;top:290195;v-text-anchor:top;visibility:visible;width:41275" coordsize="65,50" path="m65,20l65,20xm65,20l65,20l45,50l40,50l60,20l65,20xm45,50l45,50l40,50l45,50xm45,50l40,50l5,35l5,30l45,45l45,50xm5,35l,35l5,35xm5,35l5,35l25,5l30,5l5,35xm25,5l25,l25,5xm25,5l25,,65,20l60,20l25,5xe" fillcolor="#005747" stroked="f">
                <v:path arrowok="t" o:connecttype="custom" o:connectlocs="41275,12700;41275,12700;41275,12700;41275,12700;41275,12700;41275,12700;28575,31750;25400,31750;38100,12700;41275,12700;28575,31750;28575,31750;25400,31750;28575,31750;28575,31750;25400,31750;3175,22225;3175,19050;28575,28575;28575,31750;3175,22225;0,22225;3175,22225;3175,22225;3175,22225;3175,22225;15875,3175;19050,3175;3175,22225;3175,22225;15875,3175;15875,0;15875,0;15875,3175;15875,3175;15875,0;41275,12700;38100,12700;15875,3175;15875,3175" o:connectangles="0,0,0,0,0,0,0,0,0,0,0,0,0,0,0,0,0,0,0,0,0,0,0,0,0,0,0,0,0,0,0,0,0,0,0,0,0,0,0,0"/>
                <o:lock v:ext="edit" verticies="t"/>
              </v:shape>
              <v:shape id="Freeform 39" o:spid="_x0000_s2080" style="height:132080;left:254000;mso-wrap-style:square;position:absolute;top:312420;v-text-anchor:top;visibility:visible;width:180975" coordsize="285,208" path="m,208l,203l10,198l25,198l35,193l45,193l60,188l70,183l85,183l95,178l105,173l115,169l125,164l135,159l145,154l155,144l165,139l175,134l185,124l195,119l200,109l210,104l220,94l225,89l235,79l240,69l245,64l250,54l260,44l265,34l270,24l270,15l275,5,280,l285,l280,10l275,20l270,29l265,39l260,49l255,54l250,64l245,74l235,84l230,89l220,99l215,109l205,114l195,124l190,129l180,134l170,144l160,149l150,154l140,164l130,169l120,173l105,178l95,183l85,188l75,188l60,193l50,198l35,198l25,203l10,203,,208xe" fillcolor="#005747" stroked="f">
                <v:path arrowok="t" o:connecttype="custom" o:connectlocs="0,128905;15875,125730;28575,122555;44450,116205;60325,113030;73025,107315;85725,100965;98425,91440;111125,85090;123825,75565;133350,66040;142875,56515;152400,43815;158750,34290;168275,21590;171450,9525;177800,0;177800,6350;171450,18415;165100,31115;158750,40640;149225,53340;139700,62865;130175,72390;120650,81915;107950,91440;95250,97790;82550,107315;66675,113030;53975,119380;38100,122555;22225,125730;6350,128905" o:connectangles="0,0,0,0,0,0,0,0,0,0,0,0,0,0,0,0,0,0,0,0,0,0,0,0,0,0,0,0,0,0,0,0,0"/>
              </v:shape>
              <v:shape id="Freeform 40" o:spid="_x0000_s2081" style="height:135255;left:234950;mso-wrap-style:square;position:absolute;top:293370;v-text-anchor:top;visibility:visible;width:184150" coordsize="290,213" path="m,213l,208l10,208l25,208l35,203l50,203l65,199l75,199l85,194l100,189l110,184l120,179l135,174l145,169l155,164l165,159l175,149l185,144l195,139l205,129l210,119l220,114l230,104l235,94l245,89l250,79l255,69l260,59l265,50l270,40l275,30l280,20l285,10,285,l290,l290,15l285,25l280,35l275,45l270,54l265,64l260,74l255,84l245,89l240,99l230,109l225,119l215,124l205,134l195,139l190,149l180,154l170,159l160,169l145,174l135,179l125,184l115,189l100,194l90,199l75,203l65,203l50,208l40,208l25,213l10,213,,213xe" fillcolor="#005023" stroked="f">
                <v:path arrowok="t" o:connecttype="custom" o:connectlocs="0,132080;15875,132080;31750,128905;47625,126365;63500,120015;76200,113665;92075,107315;104775,100965;117475,91440;130175,81915;139700,72390;149225,59690;158750,50165;165100,37465;171450,25400;177800,12700;180975,0;184150,9525;177800,22225;171450,34290;165100,46990;155575,56515;146050,69215;136525,78740;123825,88265;114300,97790;101600,107315;85725,113665;73025,120015;57150,126365;41275,128905;25400,132080;6350,135255" o:connectangles="0,0,0,0,0,0,0,0,0,0,0,0,0,0,0,0,0,0,0,0,0,0,0,0,0,0,0,0,0,0,0,0,0"/>
              </v:shape>
              <v:shape id="Freeform 41" o:spid="_x0000_s2082" style="height:110490;left:247650;mso-wrap-style:square;position:absolute;top:302895;v-text-anchor:top;visibility:visible;width:149225" coordsize="235,174" path="m,174l,169l10,164l20,164l30,159l40,159l50,154l60,154l70,149l80,144l90,144l95,139l105,134l115,129l120,124l130,119l140,114l145,109l155,104l160,99l165,89l175,84l180,79l185,74l190,64l195,59l205,49l210,44l210,39l215,30l220,25l225,15l230,5l230,l235,l235,10l230,15l225,25l220,35l215,39l210,49l205,54l200,59l195,69l190,74l185,84l175,89l170,94l165,99l155,109l150,114l140,119l135,124l125,129l115,134l110,139l100,144l90,149l80,149l70,154l60,159l50,159l40,164l30,164l20,169l10,169l,174xe" fillcolor="#005747" stroked="f">
                <v:path arrowok="t" o:connecttype="custom" o:connectlocs="0,107315;12700,104140;25400,100965;38100,97790;50800,91440;60325,88265;73025,81915;82550,75565;92075,69215;101600,62865;111125,53340;117475,46990;123825,37465;133350,27940;136525,19050;142875,9525;146050,0;149225,6350;142875,15875;136525,24765;130175,34290;123825,43815;117475,53340;107950,59690;98425,69215;88900,75565;79375,81915;69850,88265;57150,94615;44450,97790;31750,100965;19050,104140;6350,107315" o:connectangles="0,0,0,0,0,0,0,0,0,0,0,0,0,0,0,0,0,0,0,0,0,0,0,0,0,0,0,0,0,0,0,0,0"/>
              </v:shape>
              <v:shape id="Freeform 42" o:spid="_x0000_s2083" style="height:19050;left:231775;mso-wrap-style:square;position:absolute;top:425450;v-text-anchor:top;visibility:visible;width:22225" coordsize="35,30" path="m35,30l,5,5,,35,25l35,30xe" fillcolor="#005747" stroked="f">
                <v:path arrowok="t" o:connecttype="custom" o:connectlocs="22225,19050;0,3175;3175,0;22225,15875;22225,19050" o:connectangles="0,0,0,0,0"/>
              </v:shape>
              <v:shape id="Freeform 43" o:spid="_x0000_s2084" style="height:18415;left:231775;mso-wrap-style:square;position:absolute;top:410210;v-text-anchor:top;visibility:visible;width:19050" coordsize="30,29" path="m30,l5,29,,29,25,l30,xe" fillcolor="#005747" stroked="f">
                <v:path arrowok="t" o:connecttype="custom" o:connectlocs="19050,0;3175,18415;0,18415;15875,0;19050,0" o:connectangles="0,0,0,0,0"/>
              </v:shape>
              <v:shape id="Freeform 44" o:spid="_x0000_s2085" style="height:34290;left:247650;mso-wrap-style:square;position:absolute;top:407035;v-text-anchor:top;visibility:visible;width:25400" coordsize="40,54" path="m25,l10,34,5,29,25,xm5,34l,34,5,29l5,34xm5,29l5,29l40,49l40,54l5,34l5,29xe" fillcolor="#005747" stroked="f">
                <v:path arrowok="t" o:connecttype="custom" o:connectlocs="15875,0;6350,21590;3175,18415;15875,0;15875,0;3175,21590;0,21590;3175,18415;3175,21590;3175,18415;3175,18415;25400,31115;25400,34290;3175,21590;3175,18415" o:connectangles="0,0,0,0,0,0,0,0,0,0,0,0,0,0,0"/>
                <o:lock v:ext="edit" verticies="t"/>
              </v:shape>
              <v:shape id="Freeform 45" o:spid="_x0000_s2086" style="height:31115;left:266700;mso-wrap-style:square;position:absolute;top:403860;v-text-anchor:top;visibility:visible;width:25400" coordsize="40,49" path="m20,l5,34,,29,15,l20,xm,34l,34l,29l,34xm,29l5,29l40,44l40,49l,34,,29xe" fillcolor="#005747" stroked="f">
                <v:path arrowok="t" o:connecttype="custom" o:connectlocs="12700,0;3175,21590;0,18415;9525,0;12700,0;0,21590;0,21590;0,18415;0,21590;0,18415;3175,18415;25400,27940;25400,31115;0,21590;0,18415" o:connectangles="0,0,0,0,0,0,0,0,0,0,0,0,0,0,0"/>
                <o:lock v:ext="edit" verticies="t"/>
              </v:shape>
              <v:shape id="Freeform 46" o:spid="_x0000_s2087" style="height:31115;left:282575;mso-wrap-style:square;position:absolute;top:397510;v-text-anchor:top;visibility:visible;width:25400" coordsize="40,49" path="m20,5l5,35,,35,15,l20,5xm5,35l,35l5,35xm,35l5,35l40,49,5,35,,35xe" fillcolor="#005747" stroked="f">
                <v:path arrowok="t" o:connecttype="custom" o:connectlocs="12700,3175;3175,22225;0,22225;9525,0;12700,3175;3175,22225;0,22225;0,22225;3175,22225;0,22225;3175,22225;25400,31115;25400,31115;3175,22225;0,22225" o:connectangles="0,0,0,0,0,0,0,0,0,0,0,0,0,0,0"/>
                <o:lock v:ext="edit" verticies="t"/>
              </v:shape>
              <v:shape id="Freeform 47" o:spid="_x0000_s2088" style="height:31115;left:298450;mso-wrap-style:square;position:absolute;top:391160;v-text-anchor:top;visibility:visible;width:28575" coordsize="45,49" path="m15,5l5,35,,35,10,l15,5xm5,40l,40,,35l5,40xm,35l5,35l45,45l45,49l5,40,,35xe" fillcolor="#005747" stroked="f">
                <v:path arrowok="t" o:connecttype="custom" o:connectlocs="9525,3175;3175,22225;0,22225;6350,0;9525,3175;3175,25400;0,25400;0,22225;3175,25400;0,22225;3175,22225;28575,28575;28575,31115;3175,25400;0,22225" o:connectangles="0,0,0,0,0,0,0,0,0,0,0,0,0,0,0"/>
                <o:lock v:ext="edit" verticies="t"/>
              </v:shape>
              <v:shape id="Freeform 48" o:spid="_x0000_s2089" style="height:21590;left:390525;mso-wrap-style:square;position:absolute;top:315595;v-text-anchor:top;visibility:visible;width:38100" coordsize="60,34" path="m,l20,29l15,29l,xm15,34l15,34l15,29l15,34xm15,29l15,29l55,15l60,19l15,34l15,29xe" fillcolor="#005747" stroked="f">
                <v:path arrowok="t" o:connecttype="custom" o:connectlocs="0,0;12700,18415;9525,18415;0,0;0,0;9525,21590;9525,21590;9525,18415;9525,21590;9525,18415;9525,18415;34925,9525;38100,12065;9525,21590;9525,18415" o:connectangles="0,0,0,0,0,0,0,0,0,0,0,0,0,0,0"/>
                <o:lock v:ext="edit" verticies="t"/>
              </v:shape>
              <v:shape id="Freeform 49" o:spid="_x0000_s2090" style="height:22225;left:381000;mso-wrap-style:square;position:absolute;top:327660;v-text-anchor:top;visibility:visible;width:38100" coordsize="60,35" path="m5,l20,30l15,30l,,5,xm20,35l15,35l15,30l20,35xm15,30l15,30l60,20l60,25l20,35,15,30xe" fillcolor="#005747" stroked="f">
                <v:path arrowok="t" o:connecttype="custom" o:connectlocs="3175,0;12700,19050;9525,19050;0,0;3175,0;12700,22225;9525,22225;9525,19050;12700,22225;9525,19050;9525,19050;38100,12700;38100,15875;12700,22225;9525,19050" o:connectangles="0,0,0,0,0,0,0,0,0,0,0,0,0,0,0"/>
                <o:lock v:ext="edit" verticies="t"/>
              </v:shape>
              <v:shape id="Freeform 50" o:spid="_x0000_s2091" style="height:22225;left:374650;mso-wrap-style:square;position:absolute;top:337185;v-text-anchor:top;visibility:visible;width:34925" coordsize="55,35" path="m5,l15,35l10,35l,5,5,xm10,35l10,35xm10,35l10,30l55,25l55,30l10,35xe" fillcolor="#005747" stroked="f">
                <v:path arrowok="t" o:connecttype="custom" o:connectlocs="3175,0;9525,22225;6350,22225;0,3175;3175,0;6350,22225;6350,22225;6350,22225;6350,22225;6350,22225;6350,19050;34925,15875;34925,19050;6350,22225;6350,22225" o:connectangles="0,0,0,0,0,0,0,0,0,0,0,0,0,0,0"/>
                <o:lock v:ext="edit" verticies="t"/>
              </v:shape>
              <v:shape id="Freeform 51" o:spid="_x0000_s2092" style="height:22225;left:365125;mso-wrap-style:square;position:absolute;top:349885;v-text-anchor:top;visibility:visible;width:34925" coordsize="55,35" path="m5,l10,35l5,35,,,5,xm10,35l10,35l5,35l10,35xm5,35l10,30l50,30l55,35l10,35l5,35xe" fillcolor="#005747" stroked="f">
                <v:path arrowok="t" o:connecttype="custom" o:connectlocs="3175,0;6350,22225;3175,22225;0,0;3175,0;6350,22225;6350,22225;3175,22225;6350,22225;3175,22225;6350,19050;31750,19050;34925,22225;6350,22225;3175,22225" o:connectangles="0,0,0,0,0,0,0,0,0,0,0,0,0,0,0"/>
                <o:lock v:ext="edit" verticies="t"/>
              </v:shape>
              <v:shape id="Freeform 52" o:spid="_x0000_s2093" style="height:25400;left:355600;mso-wrap-style:square;position:absolute;top:359410;v-text-anchor:top;visibility:visible;width:31750" coordsize="50,40" path="m5,l10,35l5,35,,,5,xm5,40l5,40l5,35l5,40xm5,35l5,35l50,30l50,35l5,40l5,35xe" fillcolor="#005747" stroked="f">
                <v:path arrowok="t" o:connecttype="custom" o:connectlocs="3175,0;6350,22225;3175,22225;0,0;3175,0;3175,25400;3175,25400;3175,22225;3175,25400;3175,22225;3175,22225;31750,19050;31750,22225;3175,25400;3175,22225" o:connectangles="0,0,0,0,0,0,0,0,0,0,0,0,0,0,0"/>
                <o:lock v:ext="edit" verticies="t"/>
              </v:shape>
              <v:shape id="Freeform 53" o:spid="_x0000_s2094" style="height:25400;left:342900;mso-wrap-style:square;position:absolute;top:368935;v-text-anchor:top;visibility:visible;width:28575" coordsize="45,40" path="m45,40l5,40l5,35l45,35l45,40xm5,40l,40,,35l5,40xm5,40l,35,,,5,l5,35l5,40xe" fillcolor="#005747" stroked="f">
                <v:path arrowok="t" o:connecttype="custom" o:connectlocs="28575,25400;3175,25400;3175,22225;28575,22225;28575,25400;3175,25400;0,25400;0,22225;3175,25400;3175,25400;0,22225;0,0;3175,0;3175,22225;3175,25400" o:connectangles="0,0,0,0,0,0,0,0,0,0,0,0,0,0,0"/>
                <o:lock v:ext="edit" verticies="t"/>
              </v:shape>
              <v:shape id="Freeform 54" o:spid="_x0000_s2095" style="height:31750;left:314325;mso-wrap-style:square;position:absolute;top:384810;v-text-anchor:top;visibility:visible;width:28575" coordsize="45,50" path="m15,5l5,35,,35,10,l15,5xm5,40l,40,,35l5,40xm,35l5,35l45,45l45,50l5,40,,35xe" fillcolor="#005747" stroked="f">
                <v:path arrowok="t" o:connecttype="custom" o:connectlocs="9525,3175;3175,22225;0,22225;6350,0;9525,3175;3175,25400;0,25400;0,22225;3175,25400;0,22225;3175,22225;28575,28575;28575,31750;3175,25400;0,22225" o:connectangles="0,0,0,0,0,0,0,0,0,0,0,0,0,0,0"/>
                <o:lock v:ext="edit" verticies="t"/>
              </v:shape>
              <v:shape id="Freeform 55" o:spid="_x0000_s2096" style="height:28575;left:330200;mso-wrap-style:square;position:absolute;top:378460;v-text-anchor:top;visibility:visible;width:28575" coordsize="45,45" path="m10,l5,35,,35,5,l10,xm,35l,35xm,35l5,30,45,40l45,45l,35xe" fillcolor="#005747" stroked="f">
                <v:path arrowok="t" o:connecttype="custom" o:connectlocs="6350,0;3175,22225;0,22225;3175,0;6350,0;0,22225;0,22225;0,22225;0,22225;0,22225;3175,19050;28575,25400;28575,28575;0,22225;0,22225" o:connectangles="0,0,0,0,0,0,0,0,0,0,0,0,0,0,0"/>
                <o:lock v:ext="edit" verticies="t"/>
              </v:shape>
              <v:shape id="Freeform 56" o:spid="_x0000_s2097" style="height:31750;left:393700;mso-wrap-style:square;position:absolute;top:290195;v-text-anchor:top;visibility:visible;width:41275" coordsize="65,50" path="m,20l,20xm,20l5,20l25,50l20,50l,20xm25,50l20,50l25,50xm20,50l20,45l60,30l60,35l25,50l20,50xm65,35l65,35l60,35l65,35xm60,35l60,35l40,5,65,35l60,35xm40,l40,l40,5,40,xm40,5l40,5l5,20,,20,40,l40,5xe" fillcolor="#005747" stroked="f">
                <v:path arrowok="t" o:connecttype="custom" o:connectlocs="0,12700;0,12700;0,12700;0,12700;0,12700;3175,12700;15875,31750;12700,31750;0,12700;0,12700;15875,31750;12700,31750;12700,31750;15875,31750;12700,31750;12700,28575;38100,19050;38100,22225;15875,31750;12700,31750;41275,22225;41275,22225;38100,22225;41275,22225;38100,22225;38100,22225;25400,3175;25400,3175;41275,22225;38100,22225;25400,0;25400,0;25400,3175;25400,0;25400,3175;25400,3175;3175,12700;0,12700;25400,0;25400,3175" o:connectangles="0,0,0,0,0,0,0,0,0,0,0,0,0,0,0,0,0,0,0,0,0,0,0,0,0,0,0,0,0,0,0,0,0,0,0,0,0,0,0,0"/>
                <o:lock v:ext="edit" verticies="t"/>
              </v:shape>
              <w10:wrap type="none"/>
              <w10:anchorlock/>
            </v:group>
          </w:pict>
        </mc:Fallback>
      </mc:AlternateContent>
    </w:r>
    <w:r>
      <w:rPr>
        <w:noProof/>
      </w:rPr>
      <mc:AlternateContent>
        <mc:Choice Requires="wps">
          <w:drawing>
            <wp:inline distT="0" distB="0" distL="0" distR="0">
              <wp:extent cx="5231130" cy="478155"/>
              <wp:effectExtent l="0" t="0" r="0" b="0"/>
              <wp:docPr id="107" name="Pole tekstowe 10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231130" cy="4781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E5247" w:rsidRDefault="00F6177C" w:rsidP="00A34D7D">
                          <w:pPr>
                            <w:pStyle w:val="LPNaglowek"/>
                            <w:ind w:left="284"/>
                          </w:pPr>
                          <w:r>
                            <w:rPr>
                              <w:rFonts w:cs="Arial"/>
                              <w:color w:val="005042"/>
                              <w:szCs w:val="28"/>
                            </w:rPr>
                            <w:t>Państwowe Gospodarstwo Leśne Lasy Państwowe                     Nadleśnictwo Gidle</w:t>
                          </w:r>
                        </w:p>
                      </w:txbxContent>
                    </wps:txbx>
                    <wps:bodyPr rot="0" vert="horz" wrap="square" anchor="t" anchorCtr="0" upright="1"/>
                  </wps:wsp>
                </a:graphicData>
              </a:graphic>
            </wp:inline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107" o:spid="_x0000_s1026" type="#_x0000_t202" style="width:411.9pt;height:37.6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" filled="f" stroked="f" strokecolor="white" strokeweight="0">
              <v:textbox>
                <w:txbxContent>
                  <w:p w:rsidR="009E5247" w:rsidRDefault="00F6177C" w:rsidP="00A34D7D">
                    <w:pPr>
                      <w:pStyle w:val="LPNaglowek"/>
                      <w:ind w:left="284"/>
                    </w:pPr>
                    <w:r>
                      <w:rPr>
                        <w:rFonts w:cs="Arial"/>
                        <w:color w:val="005042"/>
                        <w:szCs w:val="28"/>
                      </w:rPr>
                      <w:t>Państwowe Gospodarstwo Leśne Lasy Państwowe                     Nadleśnictwo Gidle</w:t>
                    </w:r>
                  </w:p>
                </w:txbxContent>
              </v:textbox>
              <w10:anchorlock/>
            </v:shape>
          </w:pict>
        </mc:Fallback>
      </mc:AlternateContent>
    </w:r>
    <w:r>
      <w:rPr>
        <w:noProof/>
      </w:rPr>
      <mc:AlternateContent>
        <mc:Choice Requires="wpc">
          <w:drawing>
            <wp:inline distT="0" distB="0" distL="0" distR="0">
              <wp:extent cx="6911975" cy="228600"/>
              <wp:effectExtent l="9525" t="0" r="3175" b="0"/>
              <wp:docPr id="58" name="Kanwa 58"/>
              <wp:cNvGraphicFramePr/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/>
                    <wps:wsp>
                      <wps:cNvPr id="57" name="Line 7"/>
                      <wps:cNvCnPr>
                        <a:cxnSpLocks noChangeShapeType="1"/>
                      </wps:cNvCnPr>
                      <wps:spPr bwMode="auto">
                        <a:xfrm flipV="1">
                          <a:off x="0" y="114300"/>
                          <a:ext cx="5867747" cy="635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5846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c:wpc>
                </a:graphicData>
              </a:graphic>
            </wp:inline>
          </w:drawing>
        </mc:Choice>
        <mc:Fallback>
          <w:pict>
            <v:group id="Kanwa 58" o:spid="_x0000_i2099" style="height:18pt;mso-position-horizontal-relative:char;mso-position-vertical-relative:line;width:544.25pt" coordsize="69119,2286">
              <v:shape id="_x0000_s2100" type="#_x0000_t75" style="height:2286;mso-wrap-style:square;position:absolute;visibility:visible;width:69119">
                <v:fill o:detectmouseclick="t"/>
              </v:shape>
              <v:line id="Line 7" o:spid="_x0000_s2101" style="flip:y;mso-wrap-style:square;position:absolute;visibility:visible" from="0,1143" to="58677,1149" o:connectortype="straight" strokecolor="#005846" strokeweight="0.5pt"/>
              <w10:wrap type="none"/>
              <w10:anchorlock/>
            </v:group>
          </w:pict>
        </mc:Fallback>
      </mc:AlternateContent>
    </w:r>
  </w:p>
  <w:p w:rsidR="009E5247" w:rsidRDefault="009E524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9E5247" w:rsidRDefault="00F6177C" w:rsidP="00DA09D1"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column">
                <wp:posOffset>387974</wp:posOffset>
              </wp:positionH>
              <wp:positionV relativeFrom="paragraph">
                <wp:posOffset>-194945</wp:posOffset>
              </wp:positionV>
              <wp:extent cx="5734685" cy="1058545"/>
              <wp:effectExtent l="0" t="0" r="0" b="8255"/>
              <wp:wrapNone/>
              <wp:docPr id="51" name="Text Box 10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734685" cy="10585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9E5247" w:rsidRDefault="00F6177C" w:rsidP="0076020F">
                          <w:pPr>
                            <w:pStyle w:val="LPNaglowek"/>
                            <w:ind w:left="284"/>
                          </w:pPr>
                          <w:r>
                            <w:rPr>
                              <w:rFonts w:cs="Arial"/>
                              <w:color w:val="005042"/>
                              <w:szCs w:val="28"/>
                            </w:rPr>
                            <w:t>Państwowe Gospodarstwo Leśne Lasy Państwowe                     Nadleśnictwo Gidle</w:t>
                          </w:r>
                        </w:p>
                        <w:p w:rsidR="009E5247" w:rsidRDefault="009E5247" w:rsidP="00DA09D1">
                          <w:pPr>
                            <w:pStyle w:val="LPNaglowek"/>
                          </w:pPr>
                        </w:p>
                      </w:txbxContent>
                    </wps:txbx>
                    <wps:bodyPr vert="horz" wrap="square" anchor="t" anchorCtr="0" compatLnSpc="0"/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08" o:spid="_x0000_s1028" type="#_x0000_t202" style="position:absolute;margin-left:30.55pt;margin-top:-15.35pt;width:451.55pt;height:83.35pt;z-index:-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" filled="f" stroked="f">
              <v:textbox>
                <w:txbxContent>
                  <w:p w:rsidR="009E5247" w:rsidRDefault="00F6177C" w:rsidP="0076020F">
                    <w:pPr>
                      <w:pStyle w:val="LPNaglowek"/>
                      <w:ind w:left="284"/>
                    </w:pPr>
                    <w:r>
                      <w:rPr>
                        <w:rFonts w:cs="Arial"/>
                        <w:color w:val="005042"/>
                        <w:szCs w:val="28"/>
                      </w:rPr>
                      <w:t>Państwowe Gospodarstwo Leśne Lasy Państwowe                     Nadleśnictwo Gidle</w:t>
                    </w:r>
                  </w:p>
                  <w:p w:rsidR="009E5247" w:rsidRDefault="009E5247" w:rsidP="00DA09D1">
                    <w:pPr>
                      <w:pStyle w:val="LPNaglowek"/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62336" behindDoc="1" locked="0" layoutInCell="1" allowOverlap="1">
              <wp:simplePos x="0" y="0"/>
              <wp:positionH relativeFrom="margin">
                <wp:align>left</wp:align>
              </wp:positionH>
              <wp:positionV relativeFrom="paragraph">
                <wp:posOffset>-146050</wp:posOffset>
              </wp:positionV>
              <wp:extent cx="466090" cy="466090"/>
              <wp:effectExtent l="0" t="0" r="10160" b="10160"/>
              <wp:wrapNone/>
              <wp:docPr id="3" name="Kanwa 5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466090" cy="466090"/>
                        <a:chOff x="0" y="0"/>
                        <a:chExt cx="466197" cy="466197"/>
                      </a:xfrm>
                    </wpg:grpSpPr>
                    <wps:wsp>
                      <wps:cNvPr id="4" name="Freeform 61"/>
                      <wps:cNvSpPr/>
                      <wps:spPr>
                        <a:xfrm>
                          <a:off x="0" y="0"/>
                          <a:ext cx="466197" cy="466197"/>
                        </a:xfrm>
                        <a:custGeom>
                          <a:avLst/>
                          <a:gdLst>
                            <a:gd name="f0" fmla="val 10800000"/>
                            <a:gd name="f1" fmla="val 5400000"/>
                            <a:gd name="f2" fmla="val 180"/>
                            <a:gd name="f3" fmla="val w"/>
                            <a:gd name="f4" fmla="val h"/>
                            <a:gd name="f5" fmla="val 0"/>
                            <a:gd name="f6" fmla="val 735"/>
                            <a:gd name="f7" fmla="val 370"/>
                            <a:gd name="f8" fmla="val 405"/>
                            <a:gd name="f9" fmla="val 5"/>
                            <a:gd name="f10" fmla="val 440"/>
                            <a:gd name="f11" fmla="val 10"/>
                            <a:gd name="f12" fmla="val 480"/>
                            <a:gd name="f13" fmla="val 20"/>
                            <a:gd name="f14" fmla="val 510"/>
                            <a:gd name="f15" fmla="val 30"/>
                            <a:gd name="f16" fmla="val 545"/>
                            <a:gd name="f17" fmla="val 45"/>
                            <a:gd name="f18" fmla="val 575"/>
                            <a:gd name="f19" fmla="val 65"/>
                            <a:gd name="f20" fmla="val 600"/>
                            <a:gd name="f21" fmla="val 84"/>
                            <a:gd name="f22" fmla="val 630"/>
                            <a:gd name="f23" fmla="val 109"/>
                            <a:gd name="f24" fmla="val 650"/>
                            <a:gd name="f25" fmla="val 134"/>
                            <a:gd name="f26" fmla="val 675"/>
                            <a:gd name="f27" fmla="val 164"/>
                            <a:gd name="f28" fmla="val 690"/>
                            <a:gd name="f29" fmla="val 194"/>
                            <a:gd name="f30" fmla="val 710"/>
                            <a:gd name="f31" fmla="val 223"/>
                            <a:gd name="f32" fmla="val 720"/>
                            <a:gd name="f33" fmla="val 258"/>
                            <a:gd name="f34" fmla="val 730"/>
                            <a:gd name="f35" fmla="val 293"/>
                            <a:gd name="f36" fmla="val 333"/>
                            <a:gd name="f37" fmla="val 368"/>
                            <a:gd name="f38" fmla="val 407"/>
                            <a:gd name="f39" fmla="val 442"/>
                            <a:gd name="f40" fmla="val 477"/>
                            <a:gd name="f41" fmla="val 512"/>
                            <a:gd name="f42" fmla="val 541"/>
                            <a:gd name="f43" fmla="val 571"/>
                            <a:gd name="f44" fmla="val 601"/>
                            <a:gd name="f45" fmla="val 626"/>
                            <a:gd name="f46" fmla="val 651"/>
                            <a:gd name="f47" fmla="val 670"/>
                            <a:gd name="f48" fmla="val 705"/>
                            <a:gd name="f49" fmla="val 715"/>
                            <a:gd name="f50" fmla="val 725"/>
                            <a:gd name="f51" fmla="val 330"/>
                            <a:gd name="f52" fmla="val 295"/>
                            <a:gd name="f53" fmla="val 260"/>
                            <a:gd name="f54" fmla="val 225"/>
                            <a:gd name="f55" fmla="val 195"/>
                            <a:gd name="f56" fmla="val 160"/>
                            <a:gd name="f57" fmla="val 135"/>
                            <a:gd name="f58" fmla="val 110"/>
                            <a:gd name="f59" fmla="val 85"/>
                            <a:gd name="f60" fmla="val 15"/>
                            <a:gd name="f61" fmla="+- 0 0 0"/>
                            <a:gd name="f62" fmla="*/ f3 1 735"/>
                            <a:gd name="f63" fmla="*/ f4 1 735"/>
                            <a:gd name="f64" fmla="+- f6 0 f5"/>
                            <a:gd name="f65" fmla="*/ f61 f0 1"/>
                            <a:gd name="f66" fmla="*/ f64 1 735"/>
                            <a:gd name="f67" fmla="*/ 370 f64 1"/>
                            <a:gd name="f68" fmla="*/ 0 f64 1"/>
                            <a:gd name="f69" fmla="*/ 440 f64 1"/>
                            <a:gd name="f70" fmla="*/ 10 f64 1"/>
                            <a:gd name="f71" fmla="*/ 510 f64 1"/>
                            <a:gd name="f72" fmla="*/ 30 f64 1"/>
                            <a:gd name="f73" fmla="*/ 575 f64 1"/>
                            <a:gd name="f74" fmla="*/ 65 f64 1"/>
                            <a:gd name="f75" fmla="*/ 630 f64 1"/>
                            <a:gd name="f76" fmla="*/ 109 f64 1"/>
                            <a:gd name="f77" fmla="*/ 675 f64 1"/>
                            <a:gd name="f78" fmla="*/ 164 f64 1"/>
                            <a:gd name="f79" fmla="*/ 710 f64 1"/>
                            <a:gd name="f80" fmla="*/ 223 f64 1"/>
                            <a:gd name="f81" fmla="*/ 730 f64 1"/>
                            <a:gd name="f82" fmla="*/ 293 f64 1"/>
                            <a:gd name="f83" fmla="*/ 735 f64 1"/>
                            <a:gd name="f84" fmla="*/ 368 f64 1"/>
                            <a:gd name="f85" fmla="*/ 407 f64 1"/>
                            <a:gd name="f86" fmla="*/ 720 f64 1"/>
                            <a:gd name="f87" fmla="*/ 477 f64 1"/>
                            <a:gd name="f88" fmla="*/ 690 f64 1"/>
                            <a:gd name="f89" fmla="*/ 541 f64 1"/>
                            <a:gd name="f90" fmla="*/ 650 f64 1"/>
                            <a:gd name="f91" fmla="*/ 601 f64 1"/>
                            <a:gd name="f92" fmla="*/ 600 f64 1"/>
                            <a:gd name="f93" fmla="*/ 651 f64 1"/>
                            <a:gd name="f94" fmla="*/ 545 f64 1"/>
                            <a:gd name="f95" fmla="*/ 480 f64 1"/>
                            <a:gd name="f96" fmla="*/ 715 f64 1"/>
                            <a:gd name="f97" fmla="*/ 405 f64 1"/>
                            <a:gd name="f98" fmla="*/ 295 f64 1"/>
                            <a:gd name="f99" fmla="*/ 725 f64 1"/>
                            <a:gd name="f100" fmla="*/ 225 f64 1"/>
                            <a:gd name="f101" fmla="*/ 705 f64 1"/>
                            <a:gd name="f102" fmla="*/ 160 f64 1"/>
                            <a:gd name="f103" fmla="*/ 670 f64 1"/>
                            <a:gd name="f104" fmla="*/ 110 f64 1"/>
                            <a:gd name="f105" fmla="*/ 626 f64 1"/>
                            <a:gd name="f106" fmla="*/ 571 f64 1"/>
                            <a:gd name="f107" fmla="*/ 512 f64 1"/>
                            <a:gd name="f108" fmla="*/ 5 f64 1"/>
                            <a:gd name="f109" fmla="*/ 442 f64 1"/>
                            <a:gd name="f110" fmla="*/ 333 f64 1"/>
                            <a:gd name="f111" fmla="*/ 15 f64 1"/>
                            <a:gd name="f112" fmla="*/ 258 f64 1"/>
                            <a:gd name="f113" fmla="*/ 45 f64 1"/>
                            <a:gd name="f114" fmla="*/ 194 f64 1"/>
                            <a:gd name="f115" fmla="*/ 85 f64 1"/>
                            <a:gd name="f116" fmla="*/ 134 f64 1"/>
                            <a:gd name="f117" fmla="*/ 135 f64 1"/>
                            <a:gd name="f118" fmla="*/ 84 f64 1"/>
                            <a:gd name="f119" fmla="*/ 195 f64 1"/>
                            <a:gd name="f120" fmla="*/ 260 f64 1"/>
                            <a:gd name="f121" fmla="*/ 20 f64 1"/>
                            <a:gd name="f122" fmla="*/ 330 f64 1"/>
                            <a:gd name="f123" fmla="*/ f65 1 f2"/>
                            <a:gd name="f124" fmla="*/ f67 1 735"/>
                            <a:gd name="f125" fmla="*/ f68 1 735"/>
                            <a:gd name="f126" fmla="*/ f69 1 735"/>
                            <a:gd name="f127" fmla="*/ f70 1 735"/>
                            <a:gd name="f128" fmla="*/ f71 1 735"/>
                            <a:gd name="f129" fmla="*/ f72 1 735"/>
                            <a:gd name="f130" fmla="*/ f73 1 735"/>
                            <a:gd name="f131" fmla="*/ f74 1 735"/>
                            <a:gd name="f132" fmla="*/ f75 1 735"/>
                            <a:gd name="f133" fmla="*/ f76 1 735"/>
                            <a:gd name="f134" fmla="*/ f77 1 735"/>
                            <a:gd name="f135" fmla="*/ f78 1 735"/>
                            <a:gd name="f136" fmla="*/ f79 1 735"/>
                            <a:gd name="f137" fmla="*/ f80 1 735"/>
                            <a:gd name="f138" fmla="*/ f81 1 735"/>
                            <a:gd name="f139" fmla="*/ f82 1 735"/>
                            <a:gd name="f140" fmla="*/ f83 1 735"/>
                            <a:gd name="f141" fmla="*/ f84 1 735"/>
                            <a:gd name="f142" fmla="*/ f85 1 735"/>
                            <a:gd name="f143" fmla="*/ f86 1 735"/>
                            <a:gd name="f144" fmla="*/ f87 1 735"/>
                            <a:gd name="f145" fmla="*/ f88 1 735"/>
                            <a:gd name="f146" fmla="*/ f89 1 735"/>
                            <a:gd name="f147" fmla="*/ f90 1 735"/>
                            <a:gd name="f148" fmla="*/ f91 1 735"/>
                            <a:gd name="f149" fmla="*/ f92 1 735"/>
                            <a:gd name="f150" fmla="*/ f93 1 735"/>
                            <a:gd name="f151" fmla="*/ f94 1 735"/>
                            <a:gd name="f152" fmla="*/ f95 1 735"/>
                            <a:gd name="f153" fmla="*/ f96 1 735"/>
                            <a:gd name="f154" fmla="*/ f97 1 735"/>
                            <a:gd name="f155" fmla="*/ f98 1 735"/>
                            <a:gd name="f156" fmla="*/ f99 1 735"/>
                            <a:gd name="f157" fmla="*/ f100 1 735"/>
                            <a:gd name="f158" fmla="*/ f101 1 735"/>
                            <a:gd name="f159" fmla="*/ f102 1 735"/>
                            <a:gd name="f160" fmla="*/ f103 1 735"/>
                            <a:gd name="f161" fmla="*/ f104 1 735"/>
                            <a:gd name="f162" fmla="*/ f105 1 735"/>
                            <a:gd name="f163" fmla="*/ f106 1 735"/>
                            <a:gd name="f164" fmla="*/ f107 1 735"/>
                            <a:gd name="f165" fmla="*/ f108 1 735"/>
                            <a:gd name="f166" fmla="*/ f109 1 735"/>
                            <a:gd name="f167" fmla="*/ f110 1 735"/>
                            <a:gd name="f168" fmla="*/ f111 1 735"/>
                            <a:gd name="f169" fmla="*/ f112 1 735"/>
                            <a:gd name="f170" fmla="*/ f113 1 735"/>
                            <a:gd name="f171" fmla="*/ f114 1 735"/>
                            <a:gd name="f172" fmla="*/ f115 1 735"/>
                            <a:gd name="f173" fmla="*/ f116 1 735"/>
                            <a:gd name="f174" fmla="*/ f117 1 735"/>
                            <a:gd name="f175" fmla="*/ f118 1 735"/>
                            <a:gd name="f176" fmla="*/ f119 1 735"/>
                            <a:gd name="f177" fmla="*/ f120 1 735"/>
                            <a:gd name="f178" fmla="*/ f121 1 735"/>
                            <a:gd name="f179" fmla="*/ f122 1 735"/>
                            <a:gd name="f180" fmla="*/ 0 1 f66"/>
                            <a:gd name="f181" fmla="*/ f6 1 f66"/>
                            <a:gd name="f182" fmla="+- f123 0 f1"/>
                            <a:gd name="f183" fmla="*/ f124 1 f66"/>
                            <a:gd name="f184" fmla="*/ f125 1 f66"/>
                            <a:gd name="f185" fmla="*/ f126 1 f66"/>
                            <a:gd name="f186" fmla="*/ f127 1 f66"/>
                            <a:gd name="f187" fmla="*/ f128 1 f66"/>
                            <a:gd name="f188" fmla="*/ f129 1 f66"/>
                            <a:gd name="f189" fmla="*/ f130 1 f66"/>
                            <a:gd name="f190" fmla="*/ f131 1 f66"/>
                            <a:gd name="f191" fmla="*/ f132 1 f66"/>
                            <a:gd name="f192" fmla="*/ f133 1 f66"/>
                            <a:gd name="f193" fmla="*/ f134 1 f66"/>
                            <a:gd name="f194" fmla="*/ f135 1 f66"/>
                            <a:gd name="f195" fmla="*/ f136 1 f66"/>
                            <a:gd name="f196" fmla="*/ f137 1 f66"/>
                            <a:gd name="f197" fmla="*/ f138 1 f66"/>
                            <a:gd name="f198" fmla="*/ f139 1 f66"/>
                            <a:gd name="f199" fmla="*/ f140 1 f66"/>
                            <a:gd name="f200" fmla="*/ f141 1 f66"/>
                            <a:gd name="f201" fmla="*/ f142 1 f66"/>
                            <a:gd name="f202" fmla="*/ f143 1 f66"/>
                            <a:gd name="f203" fmla="*/ f144 1 f66"/>
                            <a:gd name="f204" fmla="*/ f145 1 f66"/>
                            <a:gd name="f205" fmla="*/ f146 1 f66"/>
                            <a:gd name="f206" fmla="*/ f147 1 f66"/>
                            <a:gd name="f207" fmla="*/ f148 1 f66"/>
                            <a:gd name="f208" fmla="*/ f149 1 f66"/>
                            <a:gd name="f209" fmla="*/ f150 1 f66"/>
                            <a:gd name="f210" fmla="*/ f151 1 f66"/>
                            <a:gd name="f211" fmla="*/ f152 1 f66"/>
                            <a:gd name="f212" fmla="*/ f153 1 f66"/>
                            <a:gd name="f213" fmla="*/ f154 1 f66"/>
                            <a:gd name="f214" fmla="*/ f155 1 f66"/>
                            <a:gd name="f215" fmla="*/ f156 1 f66"/>
                            <a:gd name="f216" fmla="*/ f157 1 f66"/>
                            <a:gd name="f217" fmla="*/ f158 1 f66"/>
                            <a:gd name="f218" fmla="*/ f159 1 f66"/>
                            <a:gd name="f219" fmla="*/ f160 1 f66"/>
                            <a:gd name="f220" fmla="*/ f161 1 f66"/>
                            <a:gd name="f221" fmla="*/ f162 1 f66"/>
                            <a:gd name="f222" fmla="*/ f163 1 f66"/>
                            <a:gd name="f223" fmla="*/ f164 1 f66"/>
                            <a:gd name="f224" fmla="*/ f165 1 f66"/>
                            <a:gd name="f225" fmla="*/ f166 1 f66"/>
                            <a:gd name="f226" fmla="*/ f167 1 f66"/>
                            <a:gd name="f227" fmla="*/ f168 1 f66"/>
                            <a:gd name="f228" fmla="*/ f169 1 f66"/>
                            <a:gd name="f229" fmla="*/ f170 1 f66"/>
                            <a:gd name="f230" fmla="*/ f171 1 f66"/>
                            <a:gd name="f231" fmla="*/ f172 1 f66"/>
                            <a:gd name="f232" fmla="*/ f173 1 f66"/>
                            <a:gd name="f233" fmla="*/ f174 1 f66"/>
                            <a:gd name="f234" fmla="*/ f175 1 f66"/>
                            <a:gd name="f235" fmla="*/ f176 1 f66"/>
                            <a:gd name="f236" fmla="*/ f177 1 f66"/>
                            <a:gd name="f237" fmla="*/ f178 1 f66"/>
                            <a:gd name="f238" fmla="*/ f179 1 f66"/>
                            <a:gd name="f239" fmla="*/ f180 f62 1"/>
                            <a:gd name="f240" fmla="*/ f181 f62 1"/>
                            <a:gd name="f241" fmla="*/ f181 f63 1"/>
                            <a:gd name="f242" fmla="*/ f180 f63 1"/>
                            <a:gd name="f243" fmla="*/ f183 f62 1"/>
                            <a:gd name="f244" fmla="*/ f184 f63 1"/>
                            <a:gd name="f245" fmla="*/ f185 f62 1"/>
                            <a:gd name="f246" fmla="*/ f186 f63 1"/>
                            <a:gd name="f247" fmla="*/ f187 f62 1"/>
                            <a:gd name="f248" fmla="*/ f188 f63 1"/>
                            <a:gd name="f249" fmla="*/ f189 f62 1"/>
                            <a:gd name="f250" fmla="*/ f190 f63 1"/>
                            <a:gd name="f251" fmla="*/ f191 f62 1"/>
                            <a:gd name="f252" fmla="*/ f192 f63 1"/>
                            <a:gd name="f253" fmla="*/ f193 f62 1"/>
                            <a:gd name="f254" fmla="*/ f194 f63 1"/>
                            <a:gd name="f255" fmla="*/ f195 f62 1"/>
                            <a:gd name="f256" fmla="*/ f196 f63 1"/>
                            <a:gd name="f257" fmla="*/ f197 f62 1"/>
                            <a:gd name="f258" fmla="*/ f198 f63 1"/>
                            <a:gd name="f259" fmla="*/ f199 f62 1"/>
                            <a:gd name="f260" fmla="*/ f200 f63 1"/>
                            <a:gd name="f261" fmla="*/ f201 f63 1"/>
                            <a:gd name="f262" fmla="*/ f202 f62 1"/>
                            <a:gd name="f263" fmla="*/ f203 f63 1"/>
                            <a:gd name="f264" fmla="*/ f204 f62 1"/>
                            <a:gd name="f265" fmla="*/ f205 f63 1"/>
                            <a:gd name="f266" fmla="*/ f206 f62 1"/>
                            <a:gd name="f267" fmla="*/ f207 f63 1"/>
                            <a:gd name="f268" fmla="*/ f208 f62 1"/>
                            <a:gd name="f269" fmla="*/ f209 f63 1"/>
                            <a:gd name="f270" fmla="*/ f210 f62 1"/>
                            <a:gd name="f271" fmla="*/ f204 f63 1"/>
                            <a:gd name="f272" fmla="*/ f211 f62 1"/>
                            <a:gd name="f273" fmla="*/ f212 f63 1"/>
                            <a:gd name="f274" fmla="*/ f213 f62 1"/>
                            <a:gd name="f275" fmla="*/ f197 f63 1"/>
                            <a:gd name="f276" fmla="*/ f199 f63 1"/>
                            <a:gd name="f277" fmla="*/ f214 f62 1"/>
                            <a:gd name="f278" fmla="*/ f215 f63 1"/>
                            <a:gd name="f279" fmla="*/ f216 f62 1"/>
                            <a:gd name="f280" fmla="*/ f217 f63 1"/>
                            <a:gd name="f281" fmla="*/ f218 f62 1"/>
                            <a:gd name="f282" fmla="*/ f219 f63 1"/>
                            <a:gd name="f283" fmla="*/ f220 f62 1"/>
                            <a:gd name="f284" fmla="*/ f221 f63 1"/>
                            <a:gd name="f285" fmla="*/ f190 f62 1"/>
                            <a:gd name="f286" fmla="*/ f222 f63 1"/>
                            <a:gd name="f287" fmla="*/ f188 f62 1"/>
                            <a:gd name="f288" fmla="*/ f223 f63 1"/>
                            <a:gd name="f289" fmla="*/ f224 f62 1"/>
                            <a:gd name="f290" fmla="*/ f225 f63 1"/>
                            <a:gd name="f291" fmla="*/ f184 f62 1"/>
                            <a:gd name="f292" fmla="*/ f226 f63 1"/>
                            <a:gd name="f293" fmla="*/ f227 f62 1"/>
                            <a:gd name="f294" fmla="*/ f228 f63 1"/>
                            <a:gd name="f295" fmla="*/ f229 f62 1"/>
                            <a:gd name="f296" fmla="*/ f230 f63 1"/>
                            <a:gd name="f297" fmla="*/ f231 f62 1"/>
                            <a:gd name="f298" fmla="*/ f232 f63 1"/>
                            <a:gd name="f299" fmla="*/ f233 f62 1"/>
                            <a:gd name="f300" fmla="*/ f234 f63 1"/>
                            <a:gd name="f301" fmla="*/ f235 f62 1"/>
                            <a:gd name="f302" fmla="*/ f229 f63 1"/>
                            <a:gd name="f303" fmla="*/ f236 f62 1"/>
                            <a:gd name="f304" fmla="*/ f237 f63 1"/>
                            <a:gd name="f305" fmla="*/ f238 f62 1"/>
                            <a:gd name="f306" fmla="*/ f224 f63 1"/>
                          </a:gdLst>
                          <a:ahLst/>
                          <a:cxnLst/>
                          <a:rect l="f239" t="f242" r="f240" b="f241"/>
                          <a:pathLst>
                            <a:path w="735" h="735">
                              <a:moveTo>
                                <a:pt x="f7" y="f5"/>
                              </a:moveTo>
                              <a:lnTo>
                                <a:pt x="f7" y="f5"/>
                              </a:lnTo>
                              <a:lnTo>
                                <a:pt x="f8" y="f9"/>
                              </a:lnTo>
                              <a:lnTo>
                                <a:pt x="f10" y="f11"/>
                              </a:lnTo>
                              <a:lnTo>
                                <a:pt x="f12" y="f13"/>
                              </a:lnTo>
                              <a:lnTo>
                                <a:pt x="f14" y="f15"/>
                              </a:lnTo>
                              <a:lnTo>
                                <a:pt x="f16" y="f17"/>
                              </a:lnTo>
                              <a:lnTo>
                                <a:pt x="f18" y="f19"/>
                              </a:lnTo>
                              <a:lnTo>
                                <a:pt x="f20" y="f21"/>
                              </a:lnTo>
                              <a:lnTo>
                                <a:pt x="f22" y="f23"/>
                              </a:lnTo>
                              <a:lnTo>
                                <a:pt x="f24" y="f25"/>
                              </a:lnTo>
                              <a:lnTo>
                                <a:pt x="f26" y="f27"/>
                              </a:lnTo>
                              <a:lnTo>
                                <a:pt x="f28" y="f29"/>
                              </a:lnTo>
                              <a:lnTo>
                                <a:pt x="f30" y="f31"/>
                              </a:lnTo>
                              <a:lnTo>
                                <a:pt x="f32" y="f33"/>
                              </a:lnTo>
                              <a:lnTo>
                                <a:pt x="f34" y="f35"/>
                              </a:lnTo>
                              <a:lnTo>
                                <a:pt x="f6" y="f36"/>
                              </a:lnTo>
                              <a:lnTo>
                                <a:pt x="f6" y="f37"/>
                              </a:lnTo>
                              <a:lnTo>
                                <a:pt x="f6" y="f38"/>
                              </a:lnTo>
                              <a:lnTo>
                                <a:pt x="f34" y="f39"/>
                              </a:lnTo>
                              <a:lnTo>
                                <a:pt x="f32" y="f40"/>
                              </a:lnTo>
                              <a:lnTo>
                                <a:pt x="f30" y="f41"/>
                              </a:lnTo>
                              <a:lnTo>
                                <a:pt x="f28" y="f42"/>
                              </a:lnTo>
                              <a:lnTo>
                                <a:pt x="f26" y="f43"/>
                              </a:lnTo>
                              <a:lnTo>
                                <a:pt x="f24" y="f44"/>
                              </a:lnTo>
                              <a:lnTo>
                                <a:pt x="f22" y="f45"/>
                              </a:lnTo>
                              <a:lnTo>
                                <a:pt x="f20" y="f46"/>
                              </a:lnTo>
                              <a:lnTo>
                                <a:pt x="f18" y="f47"/>
                              </a:lnTo>
                              <a:lnTo>
                                <a:pt x="f16" y="f28"/>
                              </a:lnTo>
                              <a:lnTo>
                                <a:pt x="f14" y="f48"/>
                              </a:lnTo>
                              <a:lnTo>
                                <a:pt x="f12" y="f49"/>
                              </a:lnTo>
                              <a:lnTo>
                                <a:pt x="f10" y="f50"/>
                              </a:lnTo>
                              <a:lnTo>
                                <a:pt x="f8" y="f34"/>
                              </a:lnTo>
                              <a:lnTo>
                                <a:pt x="f7" y="f6"/>
                              </a:lnTo>
                              <a:lnTo>
                                <a:pt x="f51" y="f34"/>
                              </a:lnTo>
                              <a:lnTo>
                                <a:pt x="f52" y="f50"/>
                              </a:lnTo>
                              <a:lnTo>
                                <a:pt x="f53" y="f49"/>
                              </a:lnTo>
                              <a:lnTo>
                                <a:pt x="f54" y="f48"/>
                              </a:lnTo>
                              <a:lnTo>
                                <a:pt x="f55" y="f28"/>
                              </a:lnTo>
                              <a:lnTo>
                                <a:pt x="f56" y="f47"/>
                              </a:lnTo>
                              <a:lnTo>
                                <a:pt x="f57" y="f46"/>
                              </a:lnTo>
                              <a:lnTo>
                                <a:pt x="f58" y="f45"/>
                              </a:lnTo>
                              <a:lnTo>
                                <a:pt x="f59" y="f44"/>
                              </a:lnTo>
                              <a:lnTo>
                                <a:pt x="f19" y="f43"/>
                              </a:lnTo>
                              <a:lnTo>
                                <a:pt x="f17" y="f42"/>
                              </a:lnTo>
                              <a:lnTo>
                                <a:pt x="f15" y="f41"/>
                              </a:lnTo>
                              <a:lnTo>
                                <a:pt x="f60" y="f40"/>
                              </a:lnTo>
                              <a:lnTo>
                                <a:pt x="f9" y="f39"/>
                              </a:lnTo>
                              <a:lnTo>
                                <a:pt x="f5" y="f38"/>
                              </a:lnTo>
                              <a:lnTo>
                                <a:pt x="f5" y="f37"/>
                              </a:lnTo>
                              <a:lnTo>
                                <a:pt x="f5" y="f36"/>
                              </a:lnTo>
                              <a:lnTo>
                                <a:pt x="f9" y="f35"/>
                              </a:lnTo>
                              <a:lnTo>
                                <a:pt x="f60" y="f33"/>
                              </a:lnTo>
                              <a:lnTo>
                                <a:pt x="f15" y="f31"/>
                              </a:lnTo>
                              <a:lnTo>
                                <a:pt x="f17" y="f29"/>
                              </a:lnTo>
                              <a:lnTo>
                                <a:pt x="f19" y="f27"/>
                              </a:lnTo>
                              <a:lnTo>
                                <a:pt x="f59" y="f25"/>
                              </a:lnTo>
                              <a:lnTo>
                                <a:pt x="f58" y="f23"/>
                              </a:lnTo>
                              <a:lnTo>
                                <a:pt x="f57" y="f21"/>
                              </a:lnTo>
                              <a:lnTo>
                                <a:pt x="f56" y="f19"/>
                              </a:lnTo>
                              <a:lnTo>
                                <a:pt x="f55" y="f17"/>
                              </a:lnTo>
                              <a:lnTo>
                                <a:pt x="f54" y="f15"/>
                              </a:lnTo>
                              <a:lnTo>
                                <a:pt x="f53" y="f13"/>
                              </a:lnTo>
                              <a:lnTo>
                                <a:pt x="f52" y="f11"/>
                              </a:lnTo>
                              <a:lnTo>
                                <a:pt x="f51" y="f9"/>
                              </a:lnTo>
                              <a:lnTo>
                                <a:pt x="f7" y="f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9E5247" w:rsidRDefault="009E5247" w:rsidP="00DA09D1"/>
                        </w:txbxContent>
                      </wps:txbx>
                      <wps:bodyPr vert="horz" wrap="square" lIns="0" tIns="0" rIns="0" bIns="0" anchor="t" anchorCtr="0" compatLnSpc="0"/>
                    </wps:wsp>
                    <wps:wsp>
                      <wps:cNvPr id="5" name="Freeform 62"/>
                      <wps:cNvSpPr/>
                      <wps:spPr>
                        <a:xfrm>
                          <a:off x="0" y="0"/>
                          <a:ext cx="466197" cy="466197"/>
                        </a:xfrm>
                        <a:custGeom>
                          <a:avLst/>
                          <a:gdLst>
                            <a:gd name="f0" fmla="val 10800000"/>
                            <a:gd name="f1" fmla="val 5400000"/>
                            <a:gd name="f2" fmla="val 180"/>
                            <a:gd name="f3" fmla="val w"/>
                            <a:gd name="f4" fmla="val h"/>
                            <a:gd name="f5" fmla="val 0"/>
                            <a:gd name="f6" fmla="val 735"/>
                            <a:gd name="f7" fmla="val 370"/>
                            <a:gd name="f8" fmla="val 405"/>
                            <a:gd name="f9" fmla="val 5"/>
                            <a:gd name="f10" fmla="val 440"/>
                            <a:gd name="f11" fmla="val 10"/>
                            <a:gd name="f12" fmla="val 480"/>
                            <a:gd name="f13" fmla="val 20"/>
                            <a:gd name="f14" fmla="val 510"/>
                            <a:gd name="f15" fmla="val 30"/>
                            <a:gd name="f16" fmla="val 545"/>
                            <a:gd name="f17" fmla="val 45"/>
                            <a:gd name="f18" fmla="val 575"/>
                            <a:gd name="f19" fmla="val 65"/>
                            <a:gd name="f20" fmla="val 600"/>
                            <a:gd name="f21" fmla="val 84"/>
                            <a:gd name="f22" fmla="val 630"/>
                            <a:gd name="f23" fmla="val 109"/>
                            <a:gd name="f24" fmla="val 650"/>
                            <a:gd name="f25" fmla="val 134"/>
                            <a:gd name="f26" fmla="val 675"/>
                            <a:gd name="f27" fmla="val 164"/>
                            <a:gd name="f28" fmla="val 690"/>
                            <a:gd name="f29" fmla="val 194"/>
                            <a:gd name="f30" fmla="val 710"/>
                            <a:gd name="f31" fmla="val 223"/>
                            <a:gd name="f32" fmla="val 720"/>
                            <a:gd name="f33" fmla="val 258"/>
                            <a:gd name="f34" fmla="val 730"/>
                            <a:gd name="f35" fmla="val 293"/>
                            <a:gd name="f36" fmla="val 333"/>
                            <a:gd name="f37" fmla="val 368"/>
                            <a:gd name="f38" fmla="val 407"/>
                            <a:gd name="f39" fmla="val 442"/>
                            <a:gd name="f40" fmla="val 477"/>
                            <a:gd name="f41" fmla="val 512"/>
                            <a:gd name="f42" fmla="val 541"/>
                            <a:gd name="f43" fmla="val 571"/>
                            <a:gd name="f44" fmla="val 601"/>
                            <a:gd name="f45" fmla="val 626"/>
                            <a:gd name="f46" fmla="val 651"/>
                            <a:gd name="f47" fmla="val 670"/>
                            <a:gd name="f48" fmla="val 705"/>
                            <a:gd name="f49" fmla="val 715"/>
                            <a:gd name="f50" fmla="val 725"/>
                            <a:gd name="f51" fmla="val 330"/>
                            <a:gd name="f52" fmla="val 295"/>
                            <a:gd name="f53" fmla="val 260"/>
                            <a:gd name="f54" fmla="val 225"/>
                            <a:gd name="f55" fmla="val 195"/>
                            <a:gd name="f56" fmla="val 160"/>
                            <a:gd name="f57" fmla="val 135"/>
                            <a:gd name="f58" fmla="val 110"/>
                            <a:gd name="f59" fmla="val 85"/>
                            <a:gd name="f60" fmla="val 15"/>
                            <a:gd name="f61" fmla="+- 0 0 0"/>
                            <a:gd name="f62" fmla="*/ f3 1 735"/>
                            <a:gd name="f63" fmla="*/ f4 1 735"/>
                            <a:gd name="f64" fmla="+- f6 0 f5"/>
                            <a:gd name="f65" fmla="*/ f61 f0 1"/>
                            <a:gd name="f66" fmla="*/ f64 1 735"/>
                            <a:gd name="f67" fmla="*/ 370 f64 1"/>
                            <a:gd name="f68" fmla="*/ 0 f64 1"/>
                            <a:gd name="f69" fmla="*/ 440 f64 1"/>
                            <a:gd name="f70" fmla="*/ 10 f64 1"/>
                            <a:gd name="f71" fmla="*/ 510 f64 1"/>
                            <a:gd name="f72" fmla="*/ 30 f64 1"/>
                            <a:gd name="f73" fmla="*/ 575 f64 1"/>
                            <a:gd name="f74" fmla="*/ 65 f64 1"/>
                            <a:gd name="f75" fmla="*/ 630 f64 1"/>
                            <a:gd name="f76" fmla="*/ 109 f64 1"/>
                            <a:gd name="f77" fmla="*/ 675 f64 1"/>
                            <a:gd name="f78" fmla="*/ 164 f64 1"/>
                            <a:gd name="f79" fmla="*/ 710 f64 1"/>
                            <a:gd name="f80" fmla="*/ 223 f64 1"/>
                            <a:gd name="f81" fmla="*/ 730 f64 1"/>
                            <a:gd name="f82" fmla="*/ 293 f64 1"/>
                            <a:gd name="f83" fmla="*/ 735 f64 1"/>
                            <a:gd name="f84" fmla="*/ 368 f64 1"/>
                            <a:gd name="f85" fmla="*/ 407 f64 1"/>
                            <a:gd name="f86" fmla="*/ 720 f64 1"/>
                            <a:gd name="f87" fmla="*/ 477 f64 1"/>
                            <a:gd name="f88" fmla="*/ 690 f64 1"/>
                            <a:gd name="f89" fmla="*/ 541 f64 1"/>
                            <a:gd name="f90" fmla="*/ 650 f64 1"/>
                            <a:gd name="f91" fmla="*/ 601 f64 1"/>
                            <a:gd name="f92" fmla="*/ 600 f64 1"/>
                            <a:gd name="f93" fmla="*/ 651 f64 1"/>
                            <a:gd name="f94" fmla="*/ 545 f64 1"/>
                            <a:gd name="f95" fmla="*/ 480 f64 1"/>
                            <a:gd name="f96" fmla="*/ 715 f64 1"/>
                            <a:gd name="f97" fmla="*/ 405 f64 1"/>
                            <a:gd name="f98" fmla="*/ 295 f64 1"/>
                            <a:gd name="f99" fmla="*/ 725 f64 1"/>
                            <a:gd name="f100" fmla="*/ 225 f64 1"/>
                            <a:gd name="f101" fmla="*/ 705 f64 1"/>
                            <a:gd name="f102" fmla="*/ 160 f64 1"/>
                            <a:gd name="f103" fmla="*/ 670 f64 1"/>
                            <a:gd name="f104" fmla="*/ 110 f64 1"/>
                            <a:gd name="f105" fmla="*/ 626 f64 1"/>
                            <a:gd name="f106" fmla="*/ 571 f64 1"/>
                            <a:gd name="f107" fmla="*/ 512 f64 1"/>
                            <a:gd name="f108" fmla="*/ 5 f64 1"/>
                            <a:gd name="f109" fmla="*/ 442 f64 1"/>
                            <a:gd name="f110" fmla="*/ 333 f64 1"/>
                            <a:gd name="f111" fmla="*/ 15 f64 1"/>
                            <a:gd name="f112" fmla="*/ 258 f64 1"/>
                            <a:gd name="f113" fmla="*/ 45 f64 1"/>
                            <a:gd name="f114" fmla="*/ 194 f64 1"/>
                            <a:gd name="f115" fmla="*/ 85 f64 1"/>
                            <a:gd name="f116" fmla="*/ 134 f64 1"/>
                            <a:gd name="f117" fmla="*/ 135 f64 1"/>
                            <a:gd name="f118" fmla="*/ 84 f64 1"/>
                            <a:gd name="f119" fmla="*/ 195 f64 1"/>
                            <a:gd name="f120" fmla="*/ 260 f64 1"/>
                            <a:gd name="f121" fmla="*/ 20 f64 1"/>
                            <a:gd name="f122" fmla="*/ 330 f64 1"/>
                            <a:gd name="f123" fmla="*/ f65 1 f2"/>
                            <a:gd name="f124" fmla="*/ f67 1 735"/>
                            <a:gd name="f125" fmla="*/ f68 1 735"/>
                            <a:gd name="f126" fmla="*/ f69 1 735"/>
                            <a:gd name="f127" fmla="*/ f70 1 735"/>
                            <a:gd name="f128" fmla="*/ f71 1 735"/>
                            <a:gd name="f129" fmla="*/ f72 1 735"/>
                            <a:gd name="f130" fmla="*/ f73 1 735"/>
                            <a:gd name="f131" fmla="*/ f74 1 735"/>
                            <a:gd name="f132" fmla="*/ f75 1 735"/>
                            <a:gd name="f133" fmla="*/ f76 1 735"/>
                            <a:gd name="f134" fmla="*/ f77 1 735"/>
                            <a:gd name="f135" fmla="*/ f78 1 735"/>
                            <a:gd name="f136" fmla="*/ f79 1 735"/>
                            <a:gd name="f137" fmla="*/ f80 1 735"/>
                            <a:gd name="f138" fmla="*/ f81 1 735"/>
                            <a:gd name="f139" fmla="*/ f82 1 735"/>
                            <a:gd name="f140" fmla="*/ f83 1 735"/>
                            <a:gd name="f141" fmla="*/ f84 1 735"/>
                            <a:gd name="f142" fmla="*/ f85 1 735"/>
                            <a:gd name="f143" fmla="*/ f86 1 735"/>
                            <a:gd name="f144" fmla="*/ f87 1 735"/>
                            <a:gd name="f145" fmla="*/ f88 1 735"/>
                            <a:gd name="f146" fmla="*/ f89 1 735"/>
                            <a:gd name="f147" fmla="*/ f90 1 735"/>
                            <a:gd name="f148" fmla="*/ f91 1 735"/>
                            <a:gd name="f149" fmla="*/ f92 1 735"/>
                            <a:gd name="f150" fmla="*/ f93 1 735"/>
                            <a:gd name="f151" fmla="*/ f94 1 735"/>
                            <a:gd name="f152" fmla="*/ f95 1 735"/>
                            <a:gd name="f153" fmla="*/ f96 1 735"/>
                            <a:gd name="f154" fmla="*/ f97 1 735"/>
                            <a:gd name="f155" fmla="*/ f98 1 735"/>
                            <a:gd name="f156" fmla="*/ f99 1 735"/>
                            <a:gd name="f157" fmla="*/ f100 1 735"/>
                            <a:gd name="f158" fmla="*/ f101 1 735"/>
                            <a:gd name="f159" fmla="*/ f102 1 735"/>
                            <a:gd name="f160" fmla="*/ f103 1 735"/>
                            <a:gd name="f161" fmla="*/ f104 1 735"/>
                            <a:gd name="f162" fmla="*/ f105 1 735"/>
                            <a:gd name="f163" fmla="*/ f106 1 735"/>
                            <a:gd name="f164" fmla="*/ f107 1 735"/>
                            <a:gd name="f165" fmla="*/ f108 1 735"/>
                            <a:gd name="f166" fmla="*/ f109 1 735"/>
                            <a:gd name="f167" fmla="*/ f110 1 735"/>
                            <a:gd name="f168" fmla="*/ f111 1 735"/>
                            <a:gd name="f169" fmla="*/ f112 1 735"/>
                            <a:gd name="f170" fmla="*/ f113 1 735"/>
                            <a:gd name="f171" fmla="*/ f114 1 735"/>
                            <a:gd name="f172" fmla="*/ f115 1 735"/>
                            <a:gd name="f173" fmla="*/ f116 1 735"/>
                            <a:gd name="f174" fmla="*/ f117 1 735"/>
                            <a:gd name="f175" fmla="*/ f118 1 735"/>
                            <a:gd name="f176" fmla="*/ f119 1 735"/>
                            <a:gd name="f177" fmla="*/ f120 1 735"/>
                            <a:gd name="f178" fmla="*/ f121 1 735"/>
                            <a:gd name="f179" fmla="*/ f122 1 735"/>
                            <a:gd name="f180" fmla="*/ 0 1 f66"/>
                            <a:gd name="f181" fmla="*/ f6 1 f66"/>
                            <a:gd name="f182" fmla="+- f123 0 f1"/>
                            <a:gd name="f183" fmla="*/ f124 1 f66"/>
                            <a:gd name="f184" fmla="*/ f125 1 f66"/>
                            <a:gd name="f185" fmla="*/ f126 1 f66"/>
                            <a:gd name="f186" fmla="*/ f127 1 f66"/>
                            <a:gd name="f187" fmla="*/ f128 1 f66"/>
                            <a:gd name="f188" fmla="*/ f129 1 f66"/>
                            <a:gd name="f189" fmla="*/ f130 1 f66"/>
                            <a:gd name="f190" fmla="*/ f131 1 f66"/>
                            <a:gd name="f191" fmla="*/ f132 1 f66"/>
                            <a:gd name="f192" fmla="*/ f133 1 f66"/>
                            <a:gd name="f193" fmla="*/ f134 1 f66"/>
                            <a:gd name="f194" fmla="*/ f135 1 f66"/>
                            <a:gd name="f195" fmla="*/ f136 1 f66"/>
                            <a:gd name="f196" fmla="*/ f137 1 f66"/>
                            <a:gd name="f197" fmla="*/ f138 1 f66"/>
                            <a:gd name="f198" fmla="*/ f139 1 f66"/>
                            <a:gd name="f199" fmla="*/ f140 1 f66"/>
                            <a:gd name="f200" fmla="*/ f141 1 f66"/>
                            <a:gd name="f201" fmla="*/ f142 1 f66"/>
                            <a:gd name="f202" fmla="*/ f143 1 f66"/>
                            <a:gd name="f203" fmla="*/ f144 1 f66"/>
                            <a:gd name="f204" fmla="*/ f145 1 f66"/>
                            <a:gd name="f205" fmla="*/ f146 1 f66"/>
                            <a:gd name="f206" fmla="*/ f147 1 f66"/>
                            <a:gd name="f207" fmla="*/ f148 1 f66"/>
                            <a:gd name="f208" fmla="*/ f149 1 f66"/>
                            <a:gd name="f209" fmla="*/ f150 1 f66"/>
                            <a:gd name="f210" fmla="*/ f151 1 f66"/>
                            <a:gd name="f211" fmla="*/ f152 1 f66"/>
                            <a:gd name="f212" fmla="*/ f153 1 f66"/>
                            <a:gd name="f213" fmla="*/ f154 1 f66"/>
                            <a:gd name="f214" fmla="*/ f155 1 f66"/>
                            <a:gd name="f215" fmla="*/ f156 1 f66"/>
                            <a:gd name="f216" fmla="*/ f157 1 f66"/>
                            <a:gd name="f217" fmla="*/ f158 1 f66"/>
                            <a:gd name="f218" fmla="*/ f159 1 f66"/>
                            <a:gd name="f219" fmla="*/ f160 1 f66"/>
                            <a:gd name="f220" fmla="*/ f161 1 f66"/>
                            <a:gd name="f221" fmla="*/ f162 1 f66"/>
                            <a:gd name="f222" fmla="*/ f163 1 f66"/>
                            <a:gd name="f223" fmla="*/ f164 1 f66"/>
                            <a:gd name="f224" fmla="*/ f165 1 f66"/>
                            <a:gd name="f225" fmla="*/ f166 1 f66"/>
                            <a:gd name="f226" fmla="*/ f167 1 f66"/>
                            <a:gd name="f227" fmla="*/ f168 1 f66"/>
                            <a:gd name="f228" fmla="*/ f169 1 f66"/>
                            <a:gd name="f229" fmla="*/ f170 1 f66"/>
                            <a:gd name="f230" fmla="*/ f171 1 f66"/>
                            <a:gd name="f231" fmla="*/ f172 1 f66"/>
                            <a:gd name="f232" fmla="*/ f173 1 f66"/>
                            <a:gd name="f233" fmla="*/ f174 1 f66"/>
                            <a:gd name="f234" fmla="*/ f175 1 f66"/>
                            <a:gd name="f235" fmla="*/ f176 1 f66"/>
                            <a:gd name="f236" fmla="*/ f177 1 f66"/>
                            <a:gd name="f237" fmla="*/ f178 1 f66"/>
                            <a:gd name="f238" fmla="*/ f179 1 f66"/>
                            <a:gd name="f239" fmla="*/ f180 f62 1"/>
                            <a:gd name="f240" fmla="*/ f181 f62 1"/>
                            <a:gd name="f241" fmla="*/ f181 f63 1"/>
                            <a:gd name="f242" fmla="*/ f180 f63 1"/>
                            <a:gd name="f243" fmla="*/ f183 f62 1"/>
                            <a:gd name="f244" fmla="*/ f184 f63 1"/>
                            <a:gd name="f245" fmla="*/ f185 f62 1"/>
                            <a:gd name="f246" fmla="*/ f186 f63 1"/>
                            <a:gd name="f247" fmla="*/ f187 f62 1"/>
                            <a:gd name="f248" fmla="*/ f188 f63 1"/>
                            <a:gd name="f249" fmla="*/ f189 f62 1"/>
                            <a:gd name="f250" fmla="*/ f190 f63 1"/>
                            <a:gd name="f251" fmla="*/ f191 f62 1"/>
                            <a:gd name="f252" fmla="*/ f192 f63 1"/>
                            <a:gd name="f253" fmla="*/ f193 f62 1"/>
                            <a:gd name="f254" fmla="*/ f194 f63 1"/>
                            <a:gd name="f255" fmla="*/ f195 f62 1"/>
                            <a:gd name="f256" fmla="*/ f196 f63 1"/>
                            <a:gd name="f257" fmla="*/ f197 f62 1"/>
                            <a:gd name="f258" fmla="*/ f198 f63 1"/>
                            <a:gd name="f259" fmla="*/ f199 f62 1"/>
                            <a:gd name="f260" fmla="*/ f200 f63 1"/>
                            <a:gd name="f261" fmla="*/ f201 f63 1"/>
                            <a:gd name="f262" fmla="*/ f202 f62 1"/>
                            <a:gd name="f263" fmla="*/ f203 f63 1"/>
                            <a:gd name="f264" fmla="*/ f204 f62 1"/>
                            <a:gd name="f265" fmla="*/ f205 f63 1"/>
                            <a:gd name="f266" fmla="*/ f206 f62 1"/>
                            <a:gd name="f267" fmla="*/ f207 f63 1"/>
                            <a:gd name="f268" fmla="*/ f208 f62 1"/>
                            <a:gd name="f269" fmla="*/ f209 f63 1"/>
                            <a:gd name="f270" fmla="*/ f210 f62 1"/>
                            <a:gd name="f271" fmla="*/ f204 f63 1"/>
                            <a:gd name="f272" fmla="*/ f211 f62 1"/>
                            <a:gd name="f273" fmla="*/ f212 f63 1"/>
                            <a:gd name="f274" fmla="*/ f213 f62 1"/>
                            <a:gd name="f275" fmla="*/ f197 f63 1"/>
                            <a:gd name="f276" fmla="*/ f199 f63 1"/>
                            <a:gd name="f277" fmla="*/ f214 f62 1"/>
                            <a:gd name="f278" fmla="*/ f215 f63 1"/>
                            <a:gd name="f279" fmla="*/ f216 f62 1"/>
                            <a:gd name="f280" fmla="*/ f217 f63 1"/>
                            <a:gd name="f281" fmla="*/ f218 f62 1"/>
                            <a:gd name="f282" fmla="*/ f219 f63 1"/>
                            <a:gd name="f283" fmla="*/ f220 f62 1"/>
                            <a:gd name="f284" fmla="*/ f221 f63 1"/>
                            <a:gd name="f285" fmla="*/ f190 f62 1"/>
                            <a:gd name="f286" fmla="*/ f222 f63 1"/>
                            <a:gd name="f287" fmla="*/ f188 f62 1"/>
                            <a:gd name="f288" fmla="*/ f223 f63 1"/>
                            <a:gd name="f289" fmla="*/ f224 f62 1"/>
                            <a:gd name="f290" fmla="*/ f225 f63 1"/>
                            <a:gd name="f291" fmla="*/ f184 f62 1"/>
                            <a:gd name="f292" fmla="*/ f226 f63 1"/>
                            <a:gd name="f293" fmla="*/ f227 f62 1"/>
                            <a:gd name="f294" fmla="*/ f228 f63 1"/>
                            <a:gd name="f295" fmla="*/ f229 f62 1"/>
                            <a:gd name="f296" fmla="*/ f230 f63 1"/>
                            <a:gd name="f297" fmla="*/ f231 f62 1"/>
                            <a:gd name="f298" fmla="*/ f232 f63 1"/>
                            <a:gd name="f299" fmla="*/ f233 f62 1"/>
                            <a:gd name="f300" fmla="*/ f234 f63 1"/>
                            <a:gd name="f301" fmla="*/ f235 f62 1"/>
                            <a:gd name="f302" fmla="*/ f229 f63 1"/>
                            <a:gd name="f303" fmla="*/ f236 f62 1"/>
                            <a:gd name="f304" fmla="*/ f237 f63 1"/>
                            <a:gd name="f305" fmla="*/ f238 f62 1"/>
                            <a:gd name="f306" fmla="*/ f224 f63 1"/>
                          </a:gdLst>
                          <a:ahLst/>
                          <a:cxnLst/>
                          <a:rect l="f239" t="f242" r="f240" b="f241"/>
                          <a:pathLst>
                            <a:path w="735" h="735">
                              <a:moveTo>
                                <a:pt x="f7" y="f5"/>
                              </a:moveTo>
                              <a:lnTo>
                                <a:pt x="f7" y="f5"/>
                              </a:lnTo>
                              <a:lnTo>
                                <a:pt x="f8" y="f9"/>
                              </a:lnTo>
                              <a:lnTo>
                                <a:pt x="f10" y="f11"/>
                              </a:lnTo>
                              <a:lnTo>
                                <a:pt x="f12" y="f13"/>
                              </a:lnTo>
                              <a:lnTo>
                                <a:pt x="f14" y="f15"/>
                              </a:lnTo>
                              <a:lnTo>
                                <a:pt x="f16" y="f17"/>
                              </a:lnTo>
                              <a:lnTo>
                                <a:pt x="f18" y="f19"/>
                              </a:lnTo>
                              <a:lnTo>
                                <a:pt x="f20" y="f21"/>
                              </a:lnTo>
                              <a:lnTo>
                                <a:pt x="f22" y="f23"/>
                              </a:lnTo>
                              <a:lnTo>
                                <a:pt x="f24" y="f25"/>
                              </a:lnTo>
                              <a:lnTo>
                                <a:pt x="f26" y="f27"/>
                              </a:lnTo>
                              <a:lnTo>
                                <a:pt x="f28" y="f29"/>
                              </a:lnTo>
                              <a:lnTo>
                                <a:pt x="f30" y="f31"/>
                              </a:lnTo>
                              <a:lnTo>
                                <a:pt x="f32" y="f33"/>
                              </a:lnTo>
                              <a:lnTo>
                                <a:pt x="f34" y="f35"/>
                              </a:lnTo>
                              <a:lnTo>
                                <a:pt x="f6" y="f36"/>
                              </a:lnTo>
                              <a:lnTo>
                                <a:pt x="f6" y="f37"/>
                              </a:lnTo>
                              <a:lnTo>
                                <a:pt x="f6" y="f38"/>
                              </a:lnTo>
                              <a:lnTo>
                                <a:pt x="f34" y="f39"/>
                              </a:lnTo>
                              <a:lnTo>
                                <a:pt x="f32" y="f40"/>
                              </a:lnTo>
                              <a:lnTo>
                                <a:pt x="f30" y="f41"/>
                              </a:lnTo>
                              <a:lnTo>
                                <a:pt x="f28" y="f42"/>
                              </a:lnTo>
                              <a:lnTo>
                                <a:pt x="f26" y="f43"/>
                              </a:lnTo>
                              <a:lnTo>
                                <a:pt x="f24" y="f44"/>
                              </a:lnTo>
                              <a:lnTo>
                                <a:pt x="f22" y="f45"/>
                              </a:lnTo>
                              <a:lnTo>
                                <a:pt x="f20" y="f46"/>
                              </a:lnTo>
                              <a:lnTo>
                                <a:pt x="f18" y="f47"/>
                              </a:lnTo>
                              <a:lnTo>
                                <a:pt x="f16" y="f28"/>
                              </a:lnTo>
                              <a:lnTo>
                                <a:pt x="f14" y="f48"/>
                              </a:lnTo>
                              <a:lnTo>
                                <a:pt x="f12" y="f49"/>
                              </a:lnTo>
                              <a:lnTo>
                                <a:pt x="f10" y="f50"/>
                              </a:lnTo>
                              <a:lnTo>
                                <a:pt x="f8" y="f34"/>
                              </a:lnTo>
                              <a:lnTo>
                                <a:pt x="f7" y="f6"/>
                              </a:lnTo>
                              <a:lnTo>
                                <a:pt x="f51" y="f34"/>
                              </a:lnTo>
                              <a:lnTo>
                                <a:pt x="f52" y="f50"/>
                              </a:lnTo>
                              <a:lnTo>
                                <a:pt x="f53" y="f49"/>
                              </a:lnTo>
                              <a:lnTo>
                                <a:pt x="f54" y="f48"/>
                              </a:lnTo>
                              <a:lnTo>
                                <a:pt x="f55" y="f28"/>
                              </a:lnTo>
                              <a:lnTo>
                                <a:pt x="f56" y="f47"/>
                              </a:lnTo>
                              <a:lnTo>
                                <a:pt x="f57" y="f46"/>
                              </a:lnTo>
                              <a:lnTo>
                                <a:pt x="f58" y="f45"/>
                              </a:lnTo>
                              <a:lnTo>
                                <a:pt x="f59" y="f44"/>
                              </a:lnTo>
                              <a:lnTo>
                                <a:pt x="f19" y="f43"/>
                              </a:lnTo>
                              <a:lnTo>
                                <a:pt x="f17" y="f42"/>
                              </a:lnTo>
                              <a:lnTo>
                                <a:pt x="f15" y="f41"/>
                              </a:lnTo>
                              <a:lnTo>
                                <a:pt x="f60" y="f40"/>
                              </a:lnTo>
                              <a:lnTo>
                                <a:pt x="f9" y="f39"/>
                              </a:lnTo>
                              <a:lnTo>
                                <a:pt x="f5" y="f38"/>
                              </a:lnTo>
                              <a:lnTo>
                                <a:pt x="f5" y="f37"/>
                              </a:lnTo>
                              <a:lnTo>
                                <a:pt x="f5" y="f36"/>
                              </a:lnTo>
                              <a:lnTo>
                                <a:pt x="f9" y="f35"/>
                              </a:lnTo>
                              <a:lnTo>
                                <a:pt x="f60" y="f33"/>
                              </a:lnTo>
                              <a:lnTo>
                                <a:pt x="f15" y="f31"/>
                              </a:lnTo>
                              <a:lnTo>
                                <a:pt x="f17" y="f29"/>
                              </a:lnTo>
                              <a:lnTo>
                                <a:pt x="f19" y="f27"/>
                              </a:lnTo>
                              <a:lnTo>
                                <a:pt x="f59" y="f25"/>
                              </a:lnTo>
                              <a:lnTo>
                                <a:pt x="f58" y="f23"/>
                              </a:lnTo>
                              <a:lnTo>
                                <a:pt x="f57" y="f21"/>
                              </a:lnTo>
                              <a:lnTo>
                                <a:pt x="f56" y="f19"/>
                              </a:lnTo>
                              <a:lnTo>
                                <a:pt x="f55" y="f17"/>
                              </a:lnTo>
                              <a:lnTo>
                                <a:pt x="f54" y="f15"/>
                              </a:lnTo>
                              <a:lnTo>
                                <a:pt x="f53" y="f13"/>
                              </a:lnTo>
                              <a:lnTo>
                                <a:pt x="f52" y="f11"/>
                              </a:lnTo>
                              <a:lnTo>
                                <a:pt x="f51" y="f9"/>
                              </a:lnTo>
                              <a:lnTo>
                                <a:pt x="f7" y="f5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9E5247" w:rsidRDefault="009E5247" w:rsidP="00DA09D1"/>
                        </w:txbxContent>
                      </wps:txbx>
                      <wps:bodyPr vert="horz" wrap="square" lIns="0" tIns="0" rIns="0" bIns="0" anchor="t" anchorCtr="0" compatLnSpc="0"/>
                    </wps:wsp>
                    <wps:wsp>
                      <wps:cNvPr id="6" name="Freeform 63"/>
                      <wps:cNvSpPr/>
                      <wps:spPr>
                        <a:xfrm>
                          <a:off x="3236" y="6483"/>
                          <a:ext cx="460802" cy="453597"/>
                        </a:xfrm>
                        <a:custGeom>
                          <a:avLst/>
                          <a:gdLst>
                            <a:gd name="f0" fmla="val 10800000"/>
                            <a:gd name="f1" fmla="val 5400000"/>
                            <a:gd name="f2" fmla="val 180"/>
                            <a:gd name="f3" fmla="val w"/>
                            <a:gd name="f4" fmla="val h"/>
                            <a:gd name="f5" fmla="val 0"/>
                            <a:gd name="f6" fmla="val 725"/>
                            <a:gd name="f7" fmla="val 715"/>
                            <a:gd name="f8" fmla="val 365"/>
                            <a:gd name="f9" fmla="val 400"/>
                            <a:gd name="f10" fmla="val 435"/>
                            <a:gd name="f11" fmla="val 5"/>
                            <a:gd name="f12" fmla="val 470"/>
                            <a:gd name="f13" fmla="val 15"/>
                            <a:gd name="f14" fmla="val 505"/>
                            <a:gd name="f15" fmla="val 30"/>
                            <a:gd name="f16" fmla="val 535"/>
                            <a:gd name="f17" fmla="val 45"/>
                            <a:gd name="f18" fmla="val 565"/>
                            <a:gd name="f19" fmla="val 60"/>
                            <a:gd name="f20" fmla="val 595"/>
                            <a:gd name="f21" fmla="val 79"/>
                            <a:gd name="f22" fmla="val 620"/>
                            <a:gd name="f23" fmla="val 104"/>
                            <a:gd name="f24" fmla="val 640"/>
                            <a:gd name="f25" fmla="val 129"/>
                            <a:gd name="f26" fmla="val 665"/>
                            <a:gd name="f27" fmla="val 159"/>
                            <a:gd name="f28" fmla="val 680"/>
                            <a:gd name="f29" fmla="val 189"/>
                            <a:gd name="f30" fmla="val 695"/>
                            <a:gd name="f31" fmla="val 218"/>
                            <a:gd name="f32" fmla="val 710"/>
                            <a:gd name="f33" fmla="val 253"/>
                            <a:gd name="f34" fmla="val 288"/>
                            <a:gd name="f35" fmla="val 323"/>
                            <a:gd name="f36" fmla="val 358"/>
                            <a:gd name="f37" fmla="val 392"/>
                            <a:gd name="f38" fmla="val 432"/>
                            <a:gd name="f39" fmla="val 467"/>
                            <a:gd name="f40" fmla="val 497"/>
                            <a:gd name="f41" fmla="val 526"/>
                            <a:gd name="f42" fmla="val 556"/>
                            <a:gd name="f43" fmla="val 586"/>
                            <a:gd name="f44" fmla="val 611"/>
                            <a:gd name="f45" fmla="val 636"/>
                            <a:gd name="f46" fmla="val 655"/>
                            <a:gd name="f47" fmla="val 675"/>
                            <a:gd name="f48" fmla="val 690"/>
                            <a:gd name="f49" fmla="val 700"/>
                            <a:gd name="f50" fmla="val 325"/>
                            <a:gd name="f51" fmla="val 290"/>
                            <a:gd name="f52" fmla="val 255"/>
                            <a:gd name="f53" fmla="val 225"/>
                            <a:gd name="f54" fmla="val 190"/>
                            <a:gd name="f55" fmla="val 160"/>
                            <a:gd name="f56" fmla="val 135"/>
                            <a:gd name="f57" fmla="val 110"/>
                            <a:gd name="f58" fmla="val 85"/>
                            <a:gd name="f59" fmla="val 65"/>
                            <a:gd name="f60" fmla="val 20"/>
                            <a:gd name="f61" fmla="val 10"/>
                            <a:gd name="f62" fmla="+- 0 0 0"/>
                            <a:gd name="f63" fmla="*/ f3 1 725"/>
                            <a:gd name="f64" fmla="*/ f4 1 715"/>
                            <a:gd name="f65" fmla="+- f7 0 f5"/>
                            <a:gd name="f66" fmla="+- f6 0 f5"/>
                            <a:gd name="f67" fmla="*/ f62 f0 1"/>
                            <a:gd name="f68" fmla="*/ f66 1 725"/>
                            <a:gd name="f69" fmla="*/ f65 1 715"/>
                            <a:gd name="f70" fmla="*/ 365 f66 1"/>
                            <a:gd name="f71" fmla="*/ 0 f65 1"/>
                            <a:gd name="f72" fmla="*/ 435 f66 1"/>
                            <a:gd name="f73" fmla="*/ 5 f65 1"/>
                            <a:gd name="f74" fmla="*/ 505 f66 1"/>
                            <a:gd name="f75" fmla="*/ 30 f65 1"/>
                            <a:gd name="f76" fmla="*/ 565 f66 1"/>
                            <a:gd name="f77" fmla="*/ 60 f65 1"/>
                            <a:gd name="f78" fmla="*/ 620 f66 1"/>
                            <a:gd name="f79" fmla="*/ 104 f65 1"/>
                            <a:gd name="f80" fmla="*/ 665 f66 1"/>
                            <a:gd name="f81" fmla="*/ 159 f65 1"/>
                            <a:gd name="f82" fmla="*/ 695 f66 1"/>
                            <a:gd name="f83" fmla="*/ 218 f65 1"/>
                            <a:gd name="f84" fmla="*/ 715 f66 1"/>
                            <a:gd name="f85" fmla="*/ 288 f65 1"/>
                            <a:gd name="f86" fmla="*/ 725 f66 1"/>
                            <a:gd name="f87" fmla="*/ 358 f65 1"/>
                            <a:gd name="f88" fmla="*/ 392 f65 1"/>
                            <a:gd name="f89" fmla="*/ 710 f66 1"/>
                            <a:gd name="f90" fmla="*/ 467 f65 1"/>
                            <a:gd name="f91" fmla="*/ 680 f66 1"/>
                            <a:gd name="f92" fmla="*/ 526 f65 1"/>
                            <a:gd name="f93" fmla="*/ 640 f66 1"/>
                            <a:gd name="f94" fmla="*/ 586 f65 1"/>
                            <a:gd name="f95" fmla="*/ 595 f66 1"/>
                            <a:gd name="f96" fmla="*/ 636 f65 1"/>
                            <a:gd name="f97" fmla="*/ 535 f66 1"/>
                            <a:gd name="f98" fmla="*/ 675 f65 1"/>
                            <a:gd name="f99" fmla="*/ 470 f66 1"/>
                            <a:gd name="f100" fmla="*/ 700 f65 1"/>
                            <a:gd name="f101" fmla="*/ 400 f66 1"/>
                            <a:gd name="f102" fmla="*/ 715 f65 1"/>
                            <a:gd name="f103" fmla="*/ 290 f66 1"/>
                            <a:gd name="f104" fmla="*/ 710 f65 1"/>
                            <a:gd name="f105" fmla="*/ 225 f66 1"/>
                            <a:gd name="f106" fmla="*/ 690 f65 1"/>
                            <a:gd name="f107" fmla="*/ 160 f66 1"/>
                            <a:gd name="f108" fmla="*/ 655 f65 1"/>
                            <a:gd name="f109" fmla="*/ 110 f66 1"/>
                            <a:gd name="f110" fmla="*/ 611 f65 1"/>
                            <a:gd name="f111" fmla="*/ 65 f66 1"/>
                            <a:gd name="f112" fmla="*/ 556 f65 1"/>
                            <a:gd name="f113" fmla="*/ 30 f66 1"/>
                            <a:gd name="f114" fmla="*/ 497 f65 1"/>
                            <a:gd name="f115" fmla="*/ 10 f66 1"/>
                            <a:gd name="f116" fmla="*/ 432 f65 1"/>
                            <a:gd name="f117" fmla="*/ 0 f66 1"/>
                            <a:gd name="f118" fmla="*/ 5 f66 1"/>
                            <a:gd name="f119" fmla="*/ 323 f65 1"/>
                            <a:gd name="f120" fmla="*/ 20 f66 1"/>
                            <a:gd name="f121" fmla="*/ 253 f65 1"/>
                            <a:gd name="f122" fmla="*/ 45 f66 1"/>
                            <a:gd name="f123" fmla="*/ 189 f65 1"/>
                            <a:gd name="f124" fmla="*/ 85 f66 1"/>
                            <a:gd name="f125" fmla="*/ 129 f65 1"/>
                            <a:gd name="f126" fmla="*/ 135 f66 1"/>
                            <a:gd name="f127" fmla="*/ 79 f65 1"/>
                            <a:gd name="f128" fmla="*/ 190 f66 1"/>
                            <a:gd name="f129" fmla="*/ 45 f65 1"/>
                            <a:gd name="f130" fmla="*/ 255 f66 1"/>
                            <a:gd name="f131" fmla="*/ 15 f65 1"/>
                            <a:gd name="f132" fmla="*/ 325 f66 1"/>
                            <a:gd name="f133" fmla="*/ f67 1 f2"/>
                            <a:gd name="f134" fmla="*/ f70 1 725"/>
                            <a:gd name="f135" fmla="*/ f71 1 715"/>
                            <a:gd name="f136" fmla="*/ f72 1 725"/>
                            <a:gd name="f137" fmla="*/ f73 1 715"/>
                            <a:gd name="f138" fmla="*/ f74 1 725"/>
                            <a:gd name="f139" fmla="*/ f75 1 715"/>
                            <a:gd name="f140" fmla="*/ f76 1 725"/>
                            <a:gd name="f141" fmla="*/ f77 1 715"/>
                            <a:gd name="f142" fmla="*/ f78 1 725"/>
                            <a:gd name="f143" fmla="*/ f79 1 715"/>
                            <a:gd name="f144" fmla="*/ f80 1 725"/>
                            <a:gd name="f145" fmla="*/ f81 1 715"/>
                            <a:gd name="f146" fmla="*/ f82 1 725"/>
                            <a:gd name="f147" fmla="*/ f83 1 715"/>
                            <a:gd name="f148" fmla="*/ f84 1 725"/>
                            <a:gd name="f149" fmla="*/ f85 1 715"/>
                            <a:gd name="f150" fmla="*/ f86 1 725"/>
                            <a:gd name="f151" fmla="*/ f87 1 715"/>
                            <a:gd name="f152" fmla="*/ f88 1 715"/>
                            <a:gd name="f153" fmla="*/ f89 1 725"/>
                            <a:gd name="f154" fmla="*/ f90 1 715"/>
                            <a:gd name="f155" fmla="*/ f91 1 725"/>
                            <a:gd name="f156" fmla="*/ f92 1 715"/>
                            <a:gd name="f157" fmla="*/ f93 1 725"/>
                            <a:gd name="f158" fmla="*/ f94 1 715"/>
                            <a:gd name="f159" fmla="*/ f95 1 725"/>
                            <a:gd name="f160" fmla="*/ f96 1 715"/>
                            <a:gd name="f161" fmla="*/ f97 1 725"/>
                            <a:gd name="f162" fmla="*/ f98 1 715"/>
                            <a:gd name="f163" fmla="*/ f99 1 725"/>
                            <a:gd name="f164" fmla="*/ f100 1 715"/>
                            <a:gd name="f165" fmla="*/ f101 1 725"/>
                            <a:gd name="f166" fmla="*/ f102 1 715"/>
                            <a:gd name="f167" fmla="*/ f103 1 725"/>
                            <a:gd name="f168" fmla="*/ f104 1 715"/>
                            <a:gd name="f169" fmla="*/ f105 1 725"/>
                            <a:gd name="f170" fmla="*/ f106 1 715"/>
                            <a:gd name="f171" fmla="*/ f107 1 725"/>
                            <a:gd name="f172" fmla="*/ f108 1 715"/>
                            <a:gd name="f173" fmla="*/ f109 1 725"/>
                            <a:gd name="f174" fmla="*/ f110 1 715"/>
                            <a:gd name="f175" fmla="*/ f111 1 725"/>
                            <a:gd name="f176" fmla="*/ f112 1 715"/>
                            <a:gd name="f177" fmla="*/ f113 1 725"/>
                            <a:gd name="f178" fmla="*/ f114 1 715"/>
                            <a:gd name="f179" fmla="*/ f115 1 725"/>
                            <a:gd name="f180" fmla="*/ f116 1 715"/>
                            <a:gd name="f181" fmla="*/ f117 1 725"/>
                            <a:gd name="f182" fmla="*/ f118 1 725"/>
                            <a:gd name="f183" fmla="*/ f119 1 715"/>
                            <a:gd name="f184" fmla="*/ f120 1 725"/>
                            <a:gd name="f185" fmla="*/ f121 1 715"/>
                            <a:gd name="f186" fmla="*/ f122 1 725"/>
                            <a:gd name="f187" fmla="*/ f123 1 715"/>
                            <a:gd name="f188" fmla="*/ f124 1 725"/>
                            <a:gd name="f189" fmla="*/ f125 1 715"/>
                            <a:gd name="f190" fmla="*/ f126 1 725"/>
                            <a:gd name="f191" fmla="*/ f127 1 715"/>
                            <a:gd name="f192" fmla="*/ f128 1 725"/>
                            <a:gd name="f193" fmla="*/ f129 1 715"/>
                            <a:gd name="f194" fmla="*/ f130 1 725"/>
                            <a:gd name="f195" fmla="*/ f131 1 715"/>
                            <a:gd name="f196" fmla="*/ f132 1 725"/>
                            <a:gd name="f197" fmla="*/ 0 1 f68"/>
                            <a:gd name="f198" fmla="*/ f6 1 f68"/>
                            <a:gd name="f199" fmla="*/ 0 1 f69"/>
                            <a:gd name="f200" fmla="*/ f7 1 f69"/>
                            <a:gd name="f201" fmla="+- f133 0 f1"/>
                            <a:gd name="f202" fmla="*/ f134 1 f68"/>
                            <a:gd name="f203" fmla="*/ f135 1 f69"/>
                            <a:gd name="f204" fmla="*/ f136 1 f68"/>
                            <a:gd name="f205" fmla="*/ f137 1 f69"/>
                            <a:gd name="f206" fmla="*/ f138 1 f68"/>
                            <a:gd name="f207" fmla="*/ f139 1 f69"/>
                            <a:gd name="f208" fmla="*/ f140 1 f68"/>
                            <a:gd name="f209" fmla="*/ f141 1 f69"/>
                            <a:gd name="f210" fmla="*/ f142 1 f68"/>
                            <a:gd name="f211" fmla="*/ f143 1 f69"/>
                            <a:gd name="f212" fmla="*/ f144 1 f68"/>
                            <a:gd name="f213" fmla="*/ f145 1 f69"/>
                            <a:gd name="f214" fmla="*/ f146 1 f68"/>
                            <a:gd name="f215" fmla="*/ f147 1 f69"/>
                            <a:gd name="f216" fmla="*/ f148 1 f68"/>
                            <a:gd name="f217" fmla="*/ f149 1 f69"/>
                            <a:gd name="f218" fmla="*/ f150 1 f68"/>
                            <a:gd name="f219" fmla="*/ f151 1 f69"/>
                            <a:gd name="f220" fmla="*/ f152 1 f69"/>
                            <a:gd name="f221" fmla="*/ f153 1 f68"/>
                            <a:gd name="f222" fmla="*/ f154 1 f69"/>
                            <a:gd name="f223" fmla="*/ f155 1 f68"/>
                            <a:gd name="f224" fmla="*/ f156 1 f69"/>
                            <a:gd name="f225" fmla="*/ f157 1 f68"/>
                            <a:gd name="f226" fmla="*/ f158 1 f69"/>
                            <a:gd name="f227" fmla="*/ f159 1 f68"/>
                            <a:gd name="f228" fmla="*/ f160 1 f69"/>
                            <a:gd name="f229" fmla="*/ f161 1 f68"/>
                            <a:gd name="f230" fmla="*/ f162 1 f69"/>
                            <a:gd name="f231" fmla="*/ f163 1 f68"/>
                            <a:gd name="f232" fmla="*/ f164 1 f69"/>
                            <a:gd name="f233" fmla="*/ f165 1 f68"/>
                            <a:gd name="f234" fmla="*/ f166 1 f69"/>
                            <a:gd name="f235" fmla="*/ f167 1 f68"/>
                            <a:gd name="f236" fmla="*/ f168 1 f69"/>
                            <a:gd name="f237" fmla="*/ f169 1 f68"/>
                            <a:gd name="f238" fmla="*/ f170 1 f69"/>
                            <a:gd name="f239" fmla="*/ f171 1 f68"/>
                            <a:gd name="f240" fmla="*/ f172 1 f69"/>
                            <a:gd name="f241" fmla="*/ f173 1 f68"/>
                            <a:gd name="f242" fmla="*/ f174 1 f69"/>
                            <a:gd name="f243" fmla="*/ f175 1 f68"/>
                            <a:gd name="f244" fmla="*/ f176 1 f69"/>
                            <a:gd name="f245" fmla="*/ f177 1 f68"/>
                            <a:gd name="f246" fmla="*/ f178 1 f69"/>
                            <a:gd name="f247" fmla="*/ f179 1 f68"/>
                            <a:gd name="f248" fmla="*/ f180 1 f69"/>
                            <a:gd name="f249" fmla="*/ f181 1 f68"/>
                            <a:gd name="f250" fmla="*/ f182 1 f68"/>
                            <a:gd name="f251" fmla="*/ f183 1 f69"/>
                            <a:gd name="f252" fmla="*/ f184 1 f68"/>
                            <a:gd name="f253" fmla="*/ f185 1 f69"/>
                            <a:gd name="f254" fmla="*/ f186 1 f68"/>
                            <a:gd name="f255" fmla="*/ f187 1 f69"/>
                            <a:gd name="f256" fmla="*/ f188 1 f68"/>
                            <a:gd name="f257" fmla="*/ f189 1 f69"/>
                            <a:gd name="f258" fmla="*/ f190 1 f68"/>
                            <a:gd name="f259" fmla="*/ f191 1 f69"/>
                            <a:gd name="f260" fmla="*/ f192 1 f68"/>
                            <a:gd name="f261" fmla="*/ f193 1 f69"/>
                            <a:gd name="f262" fmla="*/ f194 1 f68"/>
                            <a:gd name="f263" fmla="*/ f195 1 f69"/>
                            <a:gd name="f264" fmla="*/ f196 1 f68"/>
                            <a:gd name="f265" fmla="*/ f197 f63 1"/>
                            <a:gd name="f266" fmla="*/ f198 f63 1"/>
                            <a:gd name="f267" fmla="*/ f200 f64 1"/>
                            <a:gd name="f268" fmla="*/ f199 f64 1"/>
                            <a:gd name="f269" fmla="*/ f202 f63 1"/>
                            <a:gd name="f270" fmla="*/ f203 f64 1"/>
                            <a:gd name="f271" fmla="*/ f204 f63 1"/>
                            <a:gd name="f272" fmla="*/ f205 f64 1"/>
                            <a:gd name="f273" fmla="*/ f206 f63 1"/>
                            <a:gd name="f274" fmla="*/ f207 f64 1"/>
                            <a:gd name="f275" fmla="*/ f208 f63 1"/>
                            <a:gd name="f276" fmla="*/ f209 f64 1"/>
                            <a:gd name="f277" fmla="*/ f210 f63 1"/>
                            <a:gd name="f278" fmla="*/ f211 f64 1"/>
                            <a:gd name="f279" fmla="*/ f212 f63 1"/>
                            <a:gd name="f280" fmla="*/ f213 f64 1"/>
                            <a:gd name="f281" fmla="*/ f214 f63 1"/>
                            <a:gd name="f282" fmla="*/ f215 f64 1"/>
                            <a:gd name="f283" fmla="*/ f216 f63 1"/>
                            <a:gd name="f284" fmla="*/ f217 f64 1"/>
                            <a:gd name="f285" fmla="*/ f218 f63 1"/>
                            <a:gd name="f286" fmla="*/ f219 f64 1"/>
                            <a:gd name="f287" fmla="*/ f220 f64 1"/>
                            <a:gd name="f288" fmla="*/ f221 f63 1"/>
                            <a:gd name="f289" fmla="*/ f222 f64 1"/>
                            <a:gd name="f290" fmla="*/ f223 f63 1"/>
                            <a:gd name="f291" fmla="*/ f224 f64 1"/>
                            <a:gd name="f292" fmla="*/ f225 f63 1"/>
                            <a:gd name="f293" fmla="*/ f226 f64 1"/>
                            <a:gd name="f294" fmla="*/ f227 f63 1"/>
                            <a:gd name="f295" fmla="*/ f228 f64 1"/>
                            <a:gd name="f296" fmla="*/ f229 f63 1"/>
                            <a:gd name="f297" fmla="*/ f230 f64 1"/>
                            <a:gd name="f298" fmla="*/ f231 f63 1"/>
                            <a:gd name="f299" fmla="*/ f232 f64 1"/>
                            <a:gd name="f300" fmla="*/ f233 f63 1"/>
                            <a:gd name="f301" fmla="*/ f234 f64 1"/>
                            <a:gd name="f302" fmla="*/ f235 f63 1"/>
                            <a:gd name="f303" fmla="*/ f236 f64 1"/>
                            <a:gd name="f304" fmla="*/ f237 f63 1"/>
                            <a:gd name="f305" fmla="*/ f238 f64 1"/>
                            <a:gd name="f306" fmla="*/ f239 f63 1"/>
                            <a:gd name="f307" fmla="*/ f240 f64 1"/>
                            <a:gd name="f308" fmla="*/ f241 f63 1"/>
                            <a:gd name="f309" fmla="*/ f242 f64 1"/>
                            <a:gd name="f310" fmla="*/ f243 f63 1"/>
                            <a:gd name="f311" fmla="*/ f244 f64 1"/>
                            <a:gd name="f312" fmla="*/ f245 f63 1"/>
                            <a:gd name="f313" fmla="*/ f246 f64 1"/>
                            <a:gd name="f314" fmla="*/ f247 f63 1"/>
                            <a:gd name="f315" fmla="*/ f248 f64 1"/>
                            <a:gd name="f316" fmla="*/ f249 f63 1"/>
                            <a:gd name="f317" fmla="*/ f250 f63 1"/>
                            <a:gd name="f318" fmla="*/ f251 f64 1"/>
                            <a:gd name="f319" fmla="*/ f252 f63 1"/>
                            <a:gd name="f320" fmla="*/ f253 f64 1"/>
                            <a:gd name="f321" fmla="*/ f254 f63 1"/>
                            <a:gd name="f322" fmla="*/ f255 f64 1"/>
                            <a:gd name="f323" fmla="*/ f256 f63 1"/>
                            <a:gd name="f324" fmla="*/ f257 f64 1"/>
                            <a:gd name="f325" fmla="*/ f258 f63 1"/>
                            <a:gd name="f326" fmla="*/ f259 f64 1"/>
                            <a:gd name="f327" fmla="*/ f260 f63 1"/>
                            <a:gd name="f328" fmla="*/ f261 f64 1"/>
                            <a:gd name="f329" fmla="*/ f262 f63 1"/>
                            <a:gd name="f330" fmla="*/ f263 f64 1"/>
                            <a:gd name="f331" fmla="*/ f264 f63 1"/>
                          </a:gdLst>
                          <a:ahLst/>
                          <a:cxnLst/>
                          <a:rect l="f265" t="f268" r="f266" b="f267"/>
                          <a:pathLst>
                            <a:path w="725" h="715">
                              <a:moveTo>
                                <a:pt x="f8" y="f5"/>
                              </a:moveTo>
                              <a:lnTo>
                                <a:pt x="f8" y="f5"/>
                              </a:lnTo>
                              <a:lnTo>
                                <a:pt x="f9" y="f5"/>
                              </a:lnTo>
                              <a:lnTo>
                                <a:pt x="f10" y="f11"/>
                              </a:lnTo>
                              <a:lnTo>
                                <a:pt x="f12" y="f13"/>
                              </a:lnTo>
                              <a:lnTo>
                                <a:pt x="f14" y="f15"/>
                              </a:lnTo>
                              <a:lnTo>
                                <a:pt x="f16" y="f17"/>
                              </a:lnTo>
                              <a:lnTo>
                                <a:pt x="f18" y="f19"/>
                              </a:lnTo>
                              <a:lnTo>
                                <a:pt x="f20" y="f21"/>
                              </a:lnTo>
                              <a:lnTo>
                                <a:pt x="f22" y="f23"/>
                              </a:lnTo>
                              <a:lnTo>
                                <a:pt x="f24" y="f25"/>
                              </a:lnTo>
                              <a:lnTo>
                                <a:pt x="f26" y="f27"/>
                              </a:lnTo>
                              <a:lnTo>
                                <a:pt x="f28" y="f29"/>
                              </a:lnTo>
                              <a:lnTo>
                                <a:pt x="f30" y="f31"/>
                              </a:lnTo>
                              <a:lnTo>
                                <a:pt x="f32" y="f33"/>
                              </a:lnTo>
                              <a:lnTo>
                                <a:pt x="f7" y="f34"/>
                              </a:lnTo>
                              <a:lnTo>
                                <a:pt x="f6" y="f35"/>
                              </a:lnTo>
                              <a:lnTo>
                                <a:pt x="f6" y="f36"/>
                              </a:lnTo>
                              <a:lnTo>
                                <a:pt x="f6" y="f37"/>
                              </a:lnTo>
                              <a:lnTo>
                                <a:pt x="f7" y="f38"/>
                              </a:lnTo>
                              <a:lnTo>
                                <a:pt x="f32" y="f39"/>
                              </a:lnTo>
                              <a:lnTo>
                                <a:pt x="f30" y="f40"/>
                              </a:lnTo>
                              <a:lnTo>
                                <a:pt x="f28" y="f41"/>
                              </a:lnTo>
                              <a:lnTo>
                                <a:pt x="f26" y="f42"/>
                              </a:lnTo>
                              <a:lnTo>
                                <a:pt x="f24" y="f43"/>
                              </a:lnTo>
                              <a:lnTo>
                                <a:pt x="f22" y="f44"/>
                              </a:lnTo>
                              <a:lnTo>
                                <a:pt x="f20" y="f45"/>
                              </a:lnTo>
                              <a:lnTo>
                                <a:pt x="f18" y="f46"/>
                              </a:lnTo>
                              <a:lnTo>
                                <a:pt x="f16" y="f47"/>
                              </a:lnTo>
                              <a:lnTo>
                                <a:pt x="f14" y="f48"/>
                              </a:lnTo>
                              <a:lnTo>
                                <a:pt x="f12" y="f49"/>
                              </a:lnTo>
                              <a:lnTo>
                                <a:pt x="f10" y="f32"/>
                              </a:lnTo>
                              <a:lnTo>
                                <a:pt x="f9" y="f7"/>
                              </a:lnTo>
                              <a:lnTo>
                                <a:pt x="f8" y="f7"/>
                              </a:lnTo>
                              <a:lnTo>
                                <a:pt x="f50" y="f7"/>
                              </a:lnTo>
                              <a:lnTo>
                                <a:pt x="f51" y="f32"/>
                              </a:lnTo>
                              <a:lnTo>
                                <a:pt x="f52" y="f49"/>
                              </a:lnTo>
                              <a:lnTo>
                                <a:pt x="f53" y="f48"/>
                              </a:lnTo>
                              <a:lnTo>
                                <a:pt x="f54" y="f47"/>
                              </a:lnTo>
                              <a:lnTo>
                                <a:pt x="f55" y="f46"/>
                              </a:lnTo>
                              <a:lnTo>
                                <a:pt x="f56" y="f45"/>
                              </a:lnTo>
                              <a:lnTo>
                                <a:pt x="f57" y="f44"/>
                              </a:lnTo>
                              <a:lnTo>
                                <a:pt x="f58" y="f43"/>
                              </a:lnTo>
                              <a:lnTo>
                                <a:pt x="f59" y="f42"/>
                              </a:lnTo>
                              <a:lnTo>
                                <a:pt x="f17" y="f41"/>
                              </a:lnTo>
                              <a:lnTo>
                                <a:pt x="f15" y="f40"/>
                              </a:lnTo>
                              <a:lnTo>
                                <a:pt x="f60" y="f39"/>
                              </a:lnTo>
                              <a:lnTo>
                                <a:pt x="f61" y="f38"/>
                              </a:lnTo>
                              <a:lnTo>
                                <a:pt x="f11" y="f37"/>
                              </a:lnTo>
                              <a:lnTo>
                                <a:pt x="f5" y="f36"/>
                              </a:lnTo>
                              <a:lnTo>
                                <a:pt x="f11" y="f35"/>
                              </a:lnTo>
                              <a:lnTo>
                                <a:pt x="f61" y="f34"/>
                              </a:lnTo>
                              <a:lnTo>
                                <a:pt x="f60" y="f33"/>
                              </a:lnTo>
                              <a:lnTo>
                                <a:pt x="f15" y="f31"/>
                              </a:lnTo>
                              <a:lnTo>
                                <a:pt x="f17" y="f29"/>
                              </a:lnTo>
                              <a:lnTo>
                                <a:pt x="f59" y="f27"/>
                              </a:lnTo>
                              <a:lnTo>
                                <a:pt x="f58" y="f25"/>
                              </a:lnTo>
                              <a:lnTo>
                                <a:pt x="f57" y="f23"/>
                              </a:lnTo>
                              <a:lnTo>
                                <a:pt x="f56" y="f21"/>
                              </a:lnTo>
                              <a:lnTo>
                                <a:pt x="f55" y="f19"/>
                              </a:lnTo>
                              <a:lnTo>
                                <a:pt x="f54" y="f17"/>
                              </a:lnTo>
                              <a:lnTo>
                                <a:pt x="f53" y="f15"/>
                              </a:lnTo>
                              <a:lnTo>
                                <a:pt x="f52" y="f13"/>
                              </a:lnTo>
                              <a:lnTo>
                                <a:pt x="f51" y="f11"/>
                              </a:lnTo>
                              <a:lnTo>
                                <a:pt x="f50" y="f5"/>
                              </a:lnTo>
                              <a:lnTo>
                                <a:pt x="f8" y="f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9E5247" w:rsidRDefault="009E5247" w:rsidP="00DA09D1"/>
                        </w:txbxContent>
                      </wps:txbx>
                      <wps:bodyPr vert="horz" wrap="square" lIns="0" tIns="0" rIns="0" bIns="0" anchor="t" anchorCtr="0" compatLnSpc="0"/>
                    </wps:wsp>
                    <wps:wsp>
                      <wps:cNvPr id="7" name="Freeform 64"/>
                      <wps:cNvSpPr/>
                      <wps:spPr>
                        <a:xfrm>
                          <a:off x="0" y="0"/>
                          <a:ext cx="460802" cy="453597"/>
                        </a:xfrm>
                        <a:custGeom>
                          <a:avLst/>
                          <a:gdLst>
                            <a:gd name="f0" fmla="val 10800000"/>
                            <a:gd name="f1" fmla="val 5400000"/>
                            <a:gd name="f2" fmla="val 180"/>
                            <a:gd name="f3" fmla="val w"/>
                            <a:gd name="f4" fmla="val h"/>
                            <a:gd name="f5" fmla="val 0"/>
                            <a:gd name="f6" fmla="val 725"/>
                            <a:gd name="f7" fmla="val 715"/>
                            <a:gd name="f8" fmla="val 365"/>
                            <a:gd name="f9" fmla="val 400"/>
                            <a:gd name="f10" fmla="val 435"/>
                            <a:gd name="f11" fmla="val 5"/>
                            <a:gd name="f12" fmla="val 470"/>
                            <a:gd name="f13" fmla="val 15"/>
                            <a:gd name="f14" fmla="val 505"/>
                            <a:gd name="f15" fmla="val 30"/>
                            <a:gd name="f16" fmla="val 535"/>
                            <a:gd name="f17" fmla="val 45"/>
                            <a:gd name="f18" fmla="val 565"/>
                            <a:gd name="f19" fmla="val 60"/>
                            <a:gd name="f20" fmla="val 595"/>
                            <a:gd name="f21" fmla="val 79"/>
                            <a:gd name="f22" fmla="val 620"/>
                            <a:gd name="f23" fmla="val 104"/>
                            <a:gd name="f24" fmla="val 640"/>
                            <a:gd name="f25" fmla="val 129"/>
                            <a:gd name="f26" fmla="val 665"/>
                            <a:gd name="f27" fmla="val 159"/>
                            <a:gd name="f28" fmla="val 680"/>
                            <a:gd name="f29" fmla="val 189"/>
                            <a:gd name="f30" fmla="val 695"/>
                            <a:gd name="f31" fmla="val 218"/>
                            <a:gd name="f32" fmla="val 710"/>
                            <a:gd name="f33" fmla="val 253"/>
                            <a:gd name="f34" fmla="val 288"/>
                            <a:gd name="f35" fmla="val 323"/>
                            <a:gd name="f36" fmla="val 358"/>
                            <a:gd name="f37" fmla="val 392"/>
                            <a:gd name="f38" fmla="val 432"/>
                            <a:gd name="f39" fmla="val 467"/>
                            <a:gd name="f40" fmla="val 497"/>
                            <a:gd name="f41" fmla="val 526"/>
                            <a:gd name="f42" fmla="val 556"/>
                            <a:gd name="f43" fmla="val 586"/>
                            <a:gd name="f44" fmla="val 611"/>
                            <a:gd name="f45" fmla="val 636"/>
                            <a:gd name="f46" fmla="val 655"/>
                            <a:gd name="f47" fmla="val 675"/>
                            <a:gd name="f48" fmla="val 690"/>
                            <a:gd name="f49" fmla="val 700"/>
                            <a:gd name="f50" fmla="val 325"/>
                            <a:gd name="f51" fmla="val 290"/>
                            <a:gd name="f52" fmla="val 255"/>
                            <a:gd name="f53" fmla="val 225"/>
                            <a:gd name="f54" fmla="val 190"/>
                            <a:gd name="f55" fmla="val 160"/>
                            <a:gd name="f56" fmla="val 135"/>
                            <a:gd name="f57" fmla="val 110"/>
                            <a:gd name="f58" fmla="val 85"/>
                            <a:gd name="f59" fmla="val 65"/>
                            <a:gd name="f60" fmla="val 20"/>
                            <a:gd name="f61" fmla="val 10"/>
                            <a:gd name="f62" fmla="+- 0 0 0"/>
                            <a:gd name="f63" fmla="*/ f3 1 725"/>
                            <a:gd name="f64" fmla="*/ f4 1 715"/>
                            <a:gd name="f65" fmla="+- f7 0 f5"/>
                            <a:gd name="f66" fmla="+- f6 0 f5"/>
                            <a:gd name="f67" fmla="*/ f62 f0 1"/>
                            <a:gd name="f68" fmla="*/ f66 1 725"/>
                            <a:gd name="f69" fmla="*/ f65 1 715"/>
                            <a:gd name="f70" fmla="*/ 365 f66 1"/>
                            <a:gd name="f71" fmla="*/ 0 f65 1"/>
                            <a:gd name="f72" fmla="*/ 435 f66 1"/>
                            <a:gd name="f73" fmla="*/ 5 f65 1"/>
                            <a:gd name="f74" fmla="*/ 505 f66 1"/>
                            <a:gd name="f75" fmla="*/ 30 f65 1"/>
                            <a:gd name="f76" fmla="*/ 565 f66 1"/>
                            <a:gd name="f77" fmla="*/ 60 f65 1"/>
                            <a:gd name="f78" fmla="*/ 620 f66 1"/>
                            <a:gd name="f79" fmla="*/ 104 f65 1"/>
                            <a:gd name="f80" fmla="*/ 665 f66 1"/>
                            <a:gd name="f81" fmla="*/ 159 f65 1"/>
                            <a:gd name="f82" fmla="*/ 695 f66 1"/>
                            <a:gd name="f83" fmla="*/ 218 f65 1"/>
                            <a:gd name="f84" fmla="*/ 715 f66 1"/>
                            <a:gd name="f85" fmla="*/ 288 f65 1"/>
                            <a:gd name="f86" fmla="*/ 725 f66 1"/>
                            <a:gd name="f87" fmla="*/ 358 f65 1"/>
                            <a:gd name="f88" fmla="*/ 392 f65 1"/>
                            <a:gd name="f89" fmla="*/ 710 f66 1"/>
                            <a:gd name="f90" fmla="*/ 467 f65 1"/>
                            <a:gd name="f91" fmla="*/ 680 f66 1"/>
                            <a:gd name="f92" fmla="*/ 526 f65 1"/>
                            <a:gd name="f93" fmla="*/ 640 f66 1"/>
                            <a:gd name="f94" fmla="*/ 586 f65 1"/>
                            <a:gd name="f95" fmla="*/ 595 f66 1"/>
                            <a:gd name="f96" fmla="*/ 636 f65 1"/>
                            <a:gd name="f97" fmla="*/ 535 f66 1"/>
                            <a:gd name="f98" fmla="*/ 675 f65 1"/>
                            <a:gd name="f99" fmla="*/ 470 f66 1"/>
                            <a:gd name="f100" fmla="*/ 700 f65 1"/>
                            <a:gd name="f101" fmla="*/ 400 f66 1"/>
                            <a:gd name="f102" fmla="*/ 715 f65 1"/>
                            <a:gd name="f103" fmla="*/ 290 f66 1"/>
                            <a:gd name="f104" fmla="*/ 710 f65 1"/>
                            <a:gd name="f105" fmla="*/ 225 f66 1"/>
                            <a:gd name="f106" fmla="*/ 690 f65 1"/>
                            <a:gd name="f107" fmla="*/ 160 f66 1"/>
                            <a:gd name="f108" fmla="*/ 655 f65 1"/>
                            <a:gd name="f109" fmla="*/ 110 f66 1"/>
                            <a:gd name="f110" fmla="*/ 611 f65 1"/>
                            <a:gd name="f111" fmla="*/ 65 f66 1"/>
                            <a:gd name="f112" fmla="*/ 556 f65 1"/>
                            <a:gd name="f113" fmla="*/ 30 f66 1"/>
                            <a:gd name="f114" fmla="*/ 497 f65 1"/>
                            <a:gd name="f115" fmla="*/ 10 f66 1"/>
                            <a:gd name="f116" fmla="*/ 432 f65 1"/>
                            <a:gd name="f117" fmla="*/ 0 f66 1"/>
                            <a:gd name="f118" fmla="*/ 5 f66 1"/>
                            <a:gd name="f119" fmla="*/ 323 f65 1"/>
                            <a:gd name="f120" fmla="*/ 20 f66 1"/>
                            <a:gd name="f121" fmla="*/ 253 f65 1"/>
                            <a:gd name="f122" fmla="*/ 45 f66 1"/>
                            <a:gd name="f123" fmla="*/ 189 f65 1"/>
                            <a:gd name="f124" fmla="*/ 85 f66 1"/>
                            <a:gd name="f125" fmla="*/ 129 f65 1"/>
                            <a:gd name="f126" fmla="*/ 135 f66 1"/>
                            <a:gd name="f127" fmla="*/ 79 f65 1"/>
                            <a:gd name="f128" fmla="*/ 190 f66 1"/>
                            <a:gd name="f129" fmla="*/ 45 f65 1"/>
                            <a:gd name="f130" fmla="*/ 255 f66 1"/>
                            <a:gd name="f131" fmla="*/ 15 f65 1"/>
                            <a:gd name="f132" fmla="*/ 325 f66 1"/>
                            <a:gd name="f133" fmla="*/ f67 1 f2"/>
                            <a:gd name="f134" fmla="*/ f70 1 725"/>
                            <a:gd name="f135" fmla="*/ f71 1 715"/>
                            <a:gd name="f136" fmla="*/ f72 1 725"/>
                            <a:gd name="f137" fmla="*/ f73 1 715"/>
                            <a:gd name="f138" fmla="*/ f74 1 725"/>
                            <a:gd name="f139" fmla="*/ f75 1 715"/>
                            <a:gd name="f140" fmla="*/ f76 1 725"/>
                            <a:gd name="f141" fmla="*/ f77 1 715"/>
                            <a:gd name="f142" fmla="*/ f78 1 725"/>
                            <a:gd name="f143" fmla="*/ f79 1 715"/>
                            <a:gd name="f144" fmla="*/ f80 1 725"/>
                            <a:gd name="f145" fmla="*/ f81 1 715"/>
                            <a:gd name="f146" fmla="*/ f82 1 725"/>
                            <a:gd name="f147" fmla="*/ f83 1 715"/>
                            <a:gd name="f148" fmla="*/ f84 1 725"/>
                            <a:gd name="f149" fmla="*/ f85 1 715"/>
                            <a:gd name="f150" fmla="*/ f86 1 725"/>
                            <a:gd name="f151" fmla="*/ f87 1 715"/>
                            <a:gd name="f152" fmla="*/ f88 1 715"/>
                            <a:gd name="f153" fmla="*/ f89 1 725"/>
                            <a:gd name="f154" fmla="*/ f90 1 715"/>
                            <a:gd name="f155" fmla="*/ f91 1 725"/>
                            <a:gd name="f156" fmla="*/ f92 1 715"/>
                            <a:gd name="f157" fmla="*/ f93 1 725"/>
                            <a:gd name="f158" fmla="*/ f94 1 715"/>
                            <a:gd name="f159" fmla="*/ f95 1 725"/>
                            <a:gd name="f160" fmla="*/ f96 1 715"/>
                            <a:gd name="f161" fmla="*/ f97 1 725"/>
                            <a:gd name="f162" fmla="*/ f98 1 715"/>
                            <a:gd name="f163" fmla="*/ f99 1 725"/>
                            <a:gd name="f164" fmla="*/ f100 1 715"/>
                            <a:gd name="f165" fmla="*/ f101 1 725"/>
                            <a:gd name="f166" fmla="*/ f102 1 715"/>
                            <a:gd name="f167" fmla="*/ f103 1 725"/>
                            <a:gd name="f168" fmla="*/ f104 1 715"/>
                            <a:gd name="f169" fmla="*/ f105 1 725"/>
                            <a:gd name="f170" fmla="*/ f106 1 715"/>
                            <a:gd name="f171" fmla="*/ f107 1 725"/>
                            <a:gd name="f172" fmla="*/ f108 1 715"/>
                            <a:gd name="f173" fmla="*/ f109 1 725"/>
                            <a:gd name="f174" fmla="*/ f110 1 715"/>
                            <a:gd name="f175" fmla="*/ f111 1 725"/>
                            <a:gd name="f176" fmla="*/ f112 1 715"/>
                            <a:gd name="f177" fmla="*/ f113 1 725"/>
                            <a:gd name="f178" fmla="*/ f114 1 715"/>
                            <a:gd name="f179" fmla="*/ f115 1 725"/>
                            <a:gd name="f180" fmla="*/ f116 1 715"/>
                            <a:gd name="f181" fmla="*/ f117 1 725"/>
                            <a:gd name="f182" fmla="*/ f118 1 725"/>
                            <a:gd name="f183" fmla="*/ f119 1 715"/>
                            <a:gd name="f184" fmla="*/ f120 1 725"/>
                            <a:gd name="f185" fmla="*/ f121 1 715"/>
                            <a:gd name="f186" fmla="*/ f122 1 725"/>
                            <a:gd name="f187" fmla="*/ f123 1 715"/>
                            <a:gd name="f188" fmla="*/ f124 1 725"/>
                            <a:gd name="f189" fmla="*/ f125 1 715"/>
                            <a:gd name="f190" fmla="*/ f126 1 725"/>
                            <a:gd name="f191" fmla="*/ f127 1 715"/>
                            <a:gd name="f192" fmla="*/ f128 1 725"/>
                            <a:gd name="f193" fmla="*/ f129 1 715"/>
                            <a:gd name="f194" fmla="*/ f130 1 725"/>
                            <a:gd name="f195" fmla="*/ f131 1 715"/>
                            <a:gd name="f196" fmla="*/ f132 1 725"/>
                            <a:gd name="f197" fmla="*/ 0 1 f68"/>
                            <a:gd name="f198" fmla="*/ f6 1 f68"/>
                            <a:gd name="f199" fmla="*/ 0 1 f69"/>
                            <a:gd name="f200" fmla="*/ f7 1 f69"/>
                            <a:gd name="f201" fmla="+- f133 0 f1"/>
                            <a:gd name="f202" fmla="*/ f134 1 f68"/>
                            <a:gd name="f203" fmla="*/ f135 1 f69"/>
                            <a:gd name="f204" fmla="*/ f136 1 f68"/>
                            <a:gd name="f205" fmla="*/ f137 1 f69"/>
                            <a:gd name="f206" fmla="*/ f138 1 f68"/>
                            <a:gd name="f207" fmla="*/ f139 1 f69"/>
                            <a:gd name="f208" fmla="*/ f140 1 f68"/>
                            <a:gd name="f209" fmla="*/ f141 1 f69"/>
                            <a:gd name="f210" fmla="*/ f142 1 f68"/>
                            <a:gd name="f211" fmla="*/ f143 1 f69"/>
                            <a:gd name="f212" fmla="*/ f144 1 f68"/>
                            <a:gd name="f213" fmla="*/ f145 1 f69"/>
                            <a:gd name="f214" fmla="*/ f146 1 f68"/>
                            <a:gd name="f215" fmla="*/ f147 1 f69"/>
                            <a:gd name="f216" fmla="*/ f148 1 f68"/>
                            <a:gd name="f217" fmla="*/ f149 1 f69"/>
                            <a:gd name="f218" fmla="*/ f150 1 f68"/>
                            <a:gd name="f219" fmla="*/ f151 1 f69"/>
                            <a:gd name="f220" fmla="*/ f152 1 f69"/>
                            <a:gd name="f221" fmla="*/ f153 1 f68"/>
                            <a:gd name="f222" fmla="*/ f154 1 f69"/>
                            <a:gd name="f223" fmla="*/ f155 1 f68"/>
                            <a:gd name="f224" fmla="*/ f156 1 f69"/>
                            <a:gd name="f225" fmla="*/ f157 1 f68"/>
                            <a:gd name="f226" fmla="*/ f158 1 f69"/>
                            <a:gd name="f227" fmla="*/ f159 1 f68"/>
                            <a:gd name="f228" fmla="*/ f160 1 f69"/>
                            <a:gd name="f229" fmla="*/ f161 1 f68"/>
                            <a:gd name="f230" fmla="*/ f162 1 f69"/>
                            <a:gd name="f231" fmla="*/ f163 1 f68"/>
                            <a:gd name="f232" fmla="*/ f164 1 f69"/>
                            <a:gd name="f233" fmla="*/ f165 1 f68"/>
                            <a:gd name="f234" fmla="*/ f166 1 f69"/>
                            <a:gd name="f235" fmla="*/ f167 1 f68"/>
                            <a:gd name="f236" fmla="*/ f168 1 f69"/>
                            <a:gd name="f237" fmla="*/ f169 1 f68"/>
                            <a:gd name="f238" fmla="*/ f170 1 f69"/>
                            <a:gd name="f239" fmla="*/ f171 1 f68"/>
                            <a:gd name="f240" fmla="*/ f172 1 f69"/>
                            <a:gd name="f241" fmla="*/ f173 1 f68"/>
                            <a:gd name="f242" fmla="*/ f174 1 f69"/>
                            <a:gd name="f243" fmla="*/ f175 1 f68"/>
                            <a:gd name="f244" fmla="*/ f176 1 f69"/>
                            <a:gd name="f245" fmla="*/ f177 1 f68"/>
                            <a:gd name="f246" fmla="*/ f178 1 f69"/>
                            <a:gd name="f247" fmla="*/ f179 1 f68"/>
                            <a:gd name="f248" fmla="*/ f180 1 f69"/>
                            <a:gd name="f249" fmla="*/ f181 1 f68"/>
                            <a:gd name="f250" fmla="*/ f182 1 f68"/>
                            <a:gd name="f251" fmla="*/ f183 1 f69"/>
                            <a:gd name="f252" fmla="*/ f184 1 f68"/>
                            <a:gd name="f253" fmla="*/ f185 1 f69"/>
                            <a:gd name="f254" fmla="*/ f186 1 f68"/>
                            <a:gd name="f255" fmla="*/ f187 1 f69"/>
                            <a:gd name="f256" fmla="*/ f188 1 f68"/>
                            <a:gd name="f257" fmla="*/ f189 1 f69"/>
                            <a:gd name="f258" fmla="*/ f190 1 f68"/>
                            <a:gd name="f259" fmla="*/ f191 1 f69"/>
                            <a:gd name="f260" fmla="*/ f192 1 f68"/>
                            <a:gd name="f261" fmla="*/ f193 1 f69"/>
                            <a:gd name="f262" fmla="*/ f194 1 f68"/>
                            <a:gd name="f263" fmla="*/ f195 1 f69"/>
                            <a:gd name="f264" fmla="*/ f196 1 f68"/>
                            <a:gd name="f265" fmla="*/ f197 f63 1"/>
                            <a:gd name="f266" fmla="*/ f198 f63 1"/>
                            <a:gd name="f267" fmla="*/ f200 f64 1"/>
                            <a:gd name="f268" fmla="*/ f199 f64 1"/>
                            <a:gd name="f269" fmla="*/ f202 f63 1"/>
                            <a:gd name="f270" fmla="*/ f203 f64 1"/>
                            <a:gd name="f271" fmla="*/ f204 f63 1"/>
                            <a:gd name="f272" fmla="*/ f205 f64 1"/>
                            <a:gd name="f273" fmla="*/ f206 f63 1"/>
                            <a:gd name="f274" fmla="*/ f207 f64 1"/>
                            <a:gd name="f275" fmla="*/ f208 f63 1"/>
                            <a:gd name="f276" fmla="*/ f209 f64 1"/>
                            <a:gd name="f277" fmla="*/ f210 f63 1"/>
                            <a:gd name="f278" fmla="*/ f211 f64 1"/>
                            <a:gd name="f279" fmla="*/ f212 f63 1"/>
                            <a:gd name="f280" fmla="*/ f213 f64 1"/>
                            <a:gd name="f281" fmla="*/ f214 f63 1"/>
                            <a:gd name="f282" fmla="*/ f215 f64 1"/>
                            <a:gd name="f283" fmla="*/ f216 f63 1"/>
                            <a:gd name="f284" fmla="*/ f217 f64 1"/>
                            <a:gd name="f285" fmla="*/ f218 f63 1"/>
                            <a:gd name="f286" fmla="*/ f219 f64 1"/>
                            <a:gd name="f287" fmla="*/ f220 f64 1"/>
                            <a:gd name="f288" fmla="*/ f221 f63 1"/>
                            <a:gd name="f289" fmla="*/ f222 f64 1"/>
                            <a:gd name="f290" fmla="*/ f223 f63 1"/>
                            <a:gd name="f291" fmla="*/ f224 f64 1"/>
                            <a:gd name="f292" fmla="*/ f225 f63 1"/>
                            <a:gd name="f293" fmla="*/ f226 f64 1"/>
                            <a:gd name="f294" fmla="*/ f227 f63 1"/>
                            <a:gd name="f295" fmla="*/ f228 f64 1"/>
                            <a:gd name="f296" fmla="*/ f229 f63 1"/>
                            <a:gd name="f297" fmla="*/ f230 f64 1"/>
                            <a:gd name="f298" fmla="*/ f231 f63 1"/>
                            <a:gd name="f299" fmla="*/ f232 f64 1"/>
                            <a:gd name="f300" fmla="*/ f233 f63 1"/>
                            <a:gd name="f301" fmla="*/ f234 f64 1"/>
                            <a:gd name="f302" fmla="*/ f235 f63 1"/>
                            <a:gd name="f303" fmla="*/ f236 f64 1"/>
                            <a:gd name="f304" fmla="*/ f237 f63 1"/>
                            <a:gd name="f305" fmla="*/ f238 f64 1"/>
                            <a:gd name="f306" fmla="*/ f239 f63 1"/>
                            <a:gd name="f307" fmla="*/ f240 f64 1"/>
                            <a:gd name="f308" fmla="*/ f241 f63 1"/>
                            <a:gd name="f309" fmla="*/ f242 f64 1"/>
                            <a:gd name="f310" fmla="*/ f243 f63 1"/>
                            <a:gd name="f311" fmla="*/ f244 f64 1"/>
                            <a:gd name="f312" fmla="*/ f245 f63 1"/>
                            <a:gd name="f313" fmla="*/ f246 f64 1"/>
                            <a:gd name="f314" fmla="*/ f247 f63 1"/>
                            <a:gd name="f315" fmla="*/ f248 f64 1"/>
                            <a:gd name="f316" fmla="*/ f249 f63 1"/>
                            <a:gd name="f317" fmla="*/ f250 f63 1"/>
                            <a:gd name="f318" fmla="*/ f251 f64 1"/>
                            <a:gd name="f319" fmla="*/ f252 f63 1"/>
                            <a:gd name="f320" fmla="*/ f253 f64 1"/>
                            <a:gd name="f321" fmla="*/ f254 f63 1"/>
                            <a:gd name="f322" fmla="*/ f255 f64 1"/>
                            <a:gd name="f323" fmla="*/ f256 f63 1"/>
                            <a:gd name="f324" fmla="*/ f257 f64 1"/>
                            <a:gd name="f325" fmla="*/ f258 f63 1"/>
                            <a:gd name="f326" fmla="*/ f259 f64 1"/>
                            <a:gd name="f327" fmla="*/ f260 f63 1"/>
                            <a:gd name="f328" fmla="*/ f261 f64 1"/>
                            <a:gd name="f329" fmla="*/ f262 f63 1"/>
                            <a:gd name="f330" fmla="*/ f263 f64 1"/>
                            <a:gd name="f331" fmla="*/ f264 f63 1"/>
                          </a:gdLst>
                          <a:ahLst/>
                          <a:cxnLst/>
                          <a:rect l="f265" t="f268" r="f266" b="f267"/>
                          <a:pathLst>
                            <a:path w="725" h="715">
                              <a:moveTo>
                                <a:pt x="f8" y="f5"/>
                              </a:moveTo>
                              <a:lnTo>
                                <a:pt x="f8" y="f5"/>
                              </a:lnTo>
                              <a:lnTo>
                                <a:pt x="f9" y="f5"/>
                              </a:lnTo>
                              <a:lnTo>
                                <a:pt x="f10" y="f11"/>
                              </a:lnTo>
                              <a:lnTo>
                                <a:pt x="f12" y="f13"/>
                              </a:lnTo>
                              <a:lnTo>
                                <a:pt x="f14" y="f15"/>
                              </a:lnTo>
                              <a:lnTo>
                                <a:pt x="f16" y="f17"/>
                              </a:lnTo>
                              <a:lnTo>
                                <a:pt x="f18" y="f19"/>
                              </a:lnTo>
                              <a:lnTo>
                                <a:pt x="f20" y="f21"/>
                              </a:lnTo>
                              <a:lnTo>
                                <a:pt x="f22" y="f23"/>
                              </a:lnTo>
                              <a:lnTo>
                                <a:pt x="f24" y="f25"/>
                              </a:lnTo>
                              <a:lnTo>
                                <a:pt x="f26" y="f27"/>
                              </a:lnTo>
                              <a:lnTo>
                                <a:pt x="f28" y="f29"/>
                              </a:lnTo>
                              <a:lnTo>
                                <a:pt x="f30" y="f31"/>
                              </a:lnTo>
                              <a:lnTo>
                                <a:pt x="f32" y="f33"/>
                              </a:lnTo>
                              <a:lnTo>
                                <a:pt x="f7" y="f34"/>
                              </a:lnTo>
                              <a:lnTo>
                                <a:pt x="f6" y="f35"/>
                              </a:lnTo>
                              <a:lnTo>
                                <a:pt x="f6" y="f36"/>
                              </a:lnTo>
                              <a:lnTo>
                                <a:pt x="f6" y="f37"/>
                              </a:lnTo>
                              <a:lnTo>
                                <a:pt x="f7" y="f38"/>
                              </a:lnTo>
                              <a:lnTo>
                                <a:pt x="f32" y="f39"/>
                              </a:lnTo>
                              <a:lnTo>
                                <a:pt x="f30" y="f40"/>
                              </a:lnTo>
                              <a:lnTo>
                                <a:pt x="f28" y="f41"/>
                              </a:lnTo>
                              <a:lnTo>
                                <a:pt x="f26" y="f42"/>
                              </a:lnTo>
                              <a:lnTo>
                                <a:pt x="f24" y="f43"/>
                              </a:lnTo>
                              <a:lnTo>
                                <a:pt x="f22" y="f44"/>
                              </a:lnTo>
                              <a:lnTo>
                                <a:pt x="f20" y="f45"/>
                              </a:lnTo>
                              <a:lnTo>
                                <a:pt x="f18" y="f46"/>
                              </a:lnTo>
                              <a:lnTo>
                                <a:pt x="f16" y="f47"/>
                              </a:lnTo>
                              <a:lnTo>
                                <a:pt x="f14" y="f48"/>
                              </a:lnTo>
                              <a:lnTo>
                                <a:pt x="f12" y="f49"/>
                              </a:lnTo>
                              <a:lnTo>
                                <a:pt x="f10" y="f32"/>
                              </a:lnTo>
                              <a:lnTo>
                                <a:pt x="f9" y="f7"/>
                              </a:lnTo>
                              <a:lnTo>
                                <a:pt x="f8" y="f7"/>
                              </a:lnTo>
                              <a:lnTo>
                                <a:pt x="f50" y="f7"/>
                              </a:lnTo>
                              <a:lnTo>
                                <a:pt x="f51" y="f32"/>
                              </a:lnTo>
                              <a:lnTo>
                                <a:pt x="f52" y="f49"/>
                              </a:lnTo>
                              <a:lnTo>
                                <a:pt x="f53" y="f48"/>
                              </a:lnTo>
                              <a:lnTo>
                                <a:pt x="f54" y="f47"/>
                              </a:lnTo>
                              <a:lnTo>
                                <a:pt x="f55" y="f46"/>
                              </a:lnTo>
                              <a:lnTo>
                                <a:pt x="f56" y="f45"/>
                              </a:lnTo>
                              <a:lnTo>
                                <a:pt x="f57" y="f44"/>
                              </a:lnTo>
                              <a:lnTo>
                                <a:pt x="f58" y="f43"/>
                              </a:lnTo>
                              <a:lnTo>
                                <a:pt x="f59" y="f42"/>
                              </a:lnTo>
                              <a:lnTo>
                                <a:pt x="f17" y="f41"/>
                              </a:lnTo>
                              <a:lnTo>
                                <a:pt x="f15" y="f40"/>
                              </a:lnTo>
                              <a:lnTo>
                                <a:pt x="f60" y="f39"/>
                              </a:lnTo>
                              <a:lnTo>
                                <a:pt x="f61" y="f38"/>
                              </a:lnTo>
                              <a:lnTo>
                                <a:pt x="f11" y="f37"/>
                              </a:lnTo>
                              <a:lnTo>
                                <a:pt x="f5" y="f36"/>
                              </a:lnTo>
                              <a:lnTo>
                                <a:pt x="f11" y="f35"/>
                              </a:lnTo>
                              <a:lnTo>
                                <a:pt x="f61" y="f34"/>
                              </a:lnTo>
                              <a:lnTo>
                                <a:pt x="f60" y="f33"/>
                              </a:lnTo>
                              <a:lnTo>
                                <a:pt x="f15" y="f31"/>
                              </a:lnTo>
                              <a:lnTo>
                                <a:pt x="f17" y="f29"/>
                              </a:lnTo>
                              <a:lnTo>
                                <a:pt x="f59" y="f27"/>
                              </a:lnTo>
                              <a:lnTo>
                                <a:pt x="f58" y="f25"/>
                              </a:lnTo>
                              <a:lnTo>
                                <a:pt x="f57" y="f23"/>
                              </a:lnTo>
                              <a:lnTo>
                                <a:pt x="f56" y="f21"/>
                              </a:lnTo>
                              <a:lnTo>
                                <a:pt x="f55" y="f19"/>
                              </a:lnTo>
                              <a:lnTo>
                                <a:pt x="f54" y="f17"/>
                              </a:lnTo>
                              <a:lnTo>
                                <a:pt x="f53" y="f15"/>
                              </a:lnTo>
                              <a:lnTo>
                                <a:pt x="f52" y="f13"/>
                              </a:lnTo>
                              <a:lnTo>
                                <a:pt x="f51" y="f11"/>
                              </a:lnTo>
                              <a:lnTo>
                                <a:pt x="f50" y="f5"/>
                              </a:lnTo>
                              <a:lnTo>
                                <a:pt x="f8" y="f5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9E5247" w:rsidRDefault="009E5247" w:rsidP="00DA09D1"/>
                        </w:txbxContent>
                      </wps:txbx>
                      <wps:bodyPr vert="horz" wrap="square" lIns="0" tIns="0" rIns="0" bIns="0" anchor="t" anchorCtr="0" compatLnSpc="0"/>
                    </wps:wsp>
                    <wps:wsp>
                      <wps:cNvPr id="8" name="Freeform 65"/>
                      <wps:cNvSpPr/>
                      <wps:spPr>
                        <a:xfrm>
                          <a:off x="69841" y="69119"/>
                          <a:ext cx="329760" cy="328681"/>
                        </a:xfrm>
                        <a:custGeom>
                          <a:avLst/>
                          <a:gdLst>
                            <a:gd name="f0" fmla="val 10800000"/>
                            <a:gd name="f1" fmla="val 5400000"/>
                            <a:gd name="f2" fmla="val 360"/>
                            <a:gd name="f3" fmla="val 180"/>
                            <a:gd name="f4" fmla="val w"/>
                            <a:gd name="f5" fmla="val h"/>
                            <a:gd name="f6" fmla="val 0"/>
                            <a:gd name="f7" fmla="val 520"/>
                            <a:gd name="f8" fmla="val 517"/>
                            <a:gd name="f9" fmla="val 260"/>
                            <a:gd name="f10" fmla="val 310"/>
                            <a:gd name="f11" fmla="val 5"/>
                            <a:gd name="f12" fmla="val 20"/>
                            <a:gd name="f13" fmla="val 405"/>
                            <a:gd name="f14" fmla="val 45"/>
                            <a:gd name="f15" fmla="val 440"/>
                            <a:gd name="f16" fmla="val 75"/>
                            <a:gd name="f17" fmla="val 475"/>
                            <a:gd name="f18" fmla="val 114"/>
                            <a:gd name="f19" fmla="val 495"/>
                            <a:gd name="f20" fmla="val 159"/>
                            <a:gd name="f21" fmla="val 510"/>
                            <a:gd name="f22" fmla="val 209"/>
                            <a:gd name="f23" fmla="val 259"/>
                            <a:gd name="f24" fmla="val 313"/>
                            <a:gd name="f25" fmla="val 358"/>
                            <a:gd name="f26" fmla="val 403"/>
                            <a:gd name="f27" fmla="val 442"/>
                            <a:gd name="f28" fmla="val 472"/>
                            <a:gd name="f29" fmla="val 497"/>
                            <a:gd name="f30" fmla="val 512"/>
                            <a:gd name="f31" fmla="val 205"/>
                            <a:gd name="f32" fmla="val 155"/>
                            <a:gd name="f33" fmla="val 115"/>
                            <a:gd name="f34" fmla="+- 0 0 0"/>
                            <a:gd name="f35" fmla="*/ f4 1 520"/>
                            <a:gd name="f36" fmla="*/ f5 1 517"/>
                            <a:gd name="f37" fmla="+- f8 0 f6"/>
                            <a:gd name="f38" fmla="+- f7 0 f6"/>
                            <a:gd name="f39" fmla="*/ f34 f0 1"/>
                            <a:gd name="f40" fmla="*/ f38 1 520"/>
                            <a:gd name="f41" fmla="*/ f37 1 517"/>
                            <a:gd name="f42" fmla="*/ 260 f38 1"/>
                            <a:gd name="f43" fmla="*/ 0 f37 1"/>
                            <a:gd name="f44" fmla="*/ 310 f38 1"/>
                            <a:gd name="f45" fmla="*/ 5 f37 1"/>
                            <a:gd name="f46" fmla="*/ 360 f38 1"/>
                            <a:gd name="f47" fmla="*/ 20 f37 1"/>
                            <a:gd name="f48" fmla="*/ 405 f38 1"/>
                            <a:gd name="f49" fmla="*/ 45 f37 1"/>
                            <a:gd name="f50" fmla="*/ 440 f38 1"/>
                            <a:gd name="f51" fmla="*/ 75 f37 1"/>
                            <a:gd name="f52" fmla="*/ 475 f38 1"/>
                            <a:gd name="f53" fmla="*/ 114 f37 1"/>
                            <a:gd name="f54" fmla="*/ 495 f38 1"/>
                            <a:gd name="f55" fmla="*/ 159 f37 1"/>
                            <a:gd name="f56" fmla="*/ 510 f38 1"/>
                            <a:gd name="f57" fmla="*/ 209 f37 1"/>
                            <a:gd name="f58" fmla="*/ 520 f38 1"/>
                            <a:gd name="f59" fmla="*/ 259 f37 1"/>
                            <a:gd name="f60" fmla="*/ 313 f37 1"/>
                            <a:gd name="f61" fmla="*/ 358 f37 1"/>
                            <a:gd name="f62" fmla="*/ 403 f37 1"/>
                            <a:gd name="f63" fmla="*/ 442 f37 1"/>
                            <a:gd name="f64" fmla="*/ 472 f37 1"/>
                            <a:gd name="f65" fmla="*/ 497 f37 1"/>
                            <a:gd name="f66" fmla="*/ 512 f37 1"/>
                            <a:gd name="f67" fmla="*/ 517 f37 1"/>
                            <a:gd name="f68" fmla="*/ 205 f38 1"/>
                            <a:gd name="f69" fmla="*/ 155 f38 1"/>
                            <a:gd name="f70" fmla="*/ 115 f38 1"/>
                            <a:gd name="f71" fmla="*/ 75 f38 1"/>
                            <a:gd name="f72" fmla="*/ 45 f38 1"/>
                            <a:gd name="f73" fmla="*/ 20 f38 1"/>
                            <a:gd name="f74" fmla="*/ 5 f38 1"/>
                            <a:gd name="f75" fmla="*/ 0 f38 1"/>
                            <a:gd name="f76" fmla="*/ f39 1 f3"/>
                            <a:gd name="f77" fmla="*/ f42 1 520"/>
                            <a:gd name="f78" fmla="*/ f43 1 517"/>
                            <a:gd name="f79" fmla="*/ f44 1 520"/>
                            <a:gd name="f80" fmla="*/ f45 1 517"/>
                            <a:gd name="f81" fmla="*/ f46 1 520"/>
                            <a:gd name="f82" fmla="*/ f47 1 517"/>
                            <a:gd name="f83" fmla="*/ f48 1 520"/>
                            <a:gd name="f84" fmla="*/ f49 1 517"/>
                            <a:gd name="f85" fmla="*/ f50 1 520"/>
                            <a:gd name="f86" fmla="*/ f51 1 517"/>
                            <a:gd name="f87" fmla="*/ f52 1 520"/>
                            <a:gd name="f88" fmla="*/ f53 1 517"/>
                            <a:gd name="f89" fmla="*/ f54 1 520"/>
                            <a:gd name="f90" fmla="*/ f55 1 517"/>
                            <a:gd name="f91" fmla="*/ f56 1 520"/>
                            <a:gd name="f92" fmla="*/ f57 1 517"/>
                            <a:gd name="f93" fmla="*/ f58 1 520"/>
                            <a:gd name="f94" fmla="*/ f59 1 517"/>
                            <a:gd name="f95" fmla="*/ f60 1 517"/>
                            <a:gd name="f96" fmla="*/ f61 1 517"/>
                            <a:gd name="f97" fmla="*/ f62 1 517"/>
                            <a:gd name="f98" fmla="*/ f63 1 517"/>
                            <a:gd name="f99" fmla="*/ f64 1 517"/>
                            <a:gd name="f100" fmla="*/ f65 1 517"/>
                            <a:gd name="f101" fmla="*/ f66 1 517"/>
                            <a:gd name="f102" fmla="*/ f67 1 517"/>
                            <a:gd name="f103" fmla="*/ f68 1 520"/>
                            <a:gd name="f104" fmla="*/ f69 1 520"/>
                            <a:gd name="f105" fmla="*/ f70 1 520"/>
                            <a:gd name="f106" fmla="*/ f71 1 520"/>
                            <a:gd name="f107" fmla="*/ f72 1 520"/>
                            <a:gd name="f108" fmla="*/ f73 1 520"/>
                            <a:gd name="f109" fmla="*/ f74 1 520"/>
                            <a:gd name="f110" fmla="*/ f75 1 520"/>
                            <a:gd name="f111" fmla="*/ 0 1 f40"/>
                            <a:gd name="f112" fmla="*/ f7 1 f40"/>
                            <a:gd name="f113" fmla="*/ 0 1 f41"/>
                            <a:gd name="f114" fmla="*/ f8 1 f41"/>
                            <a:gd name="f115" fmla="+- f76 0 f1"/>
                            <a:gd name="f116" fmla="*/ f77 1 f40"/>
                            <a:gd name="f117" fmla="*/ f78 1 f41"/>
                            <a:gd name="f118" fmla="*/ f79 1 f40"/>
                            <a:gd name="f119" fmla="*/ f80 1 f41"/>
                            <a:gd name="f120" fmla="*/ f81 1 f40"/>
                            <a:gd name="f121" fmla="*/ f82 1 f41"/>
                            <a:gd name="f122" fmla="*/ f83 1 f40"/>
                            <a:gd name="f123" fmla="*/ f84 1 f41"/>
                            <a:gd name="f124" fmla="*/ f85 1 f40"/>
                            <a:gd name="f125" fmla="*/ f86 1 f41"/>
                            <a:gd name="f126" fmla="*/ f87 1 f40"/>
                            <a:gd name="f127" fmla="*/ f88 1 f41"/>
                            <a:gd name="f128" fmla="*/ f89 1 f40"/>
                            <a:gd name="f129" fmla="*/ f90 1 f41"/>
                            <a:gd name="f130" fmla="*/ f91 1 f40"/>
                            <a:gd name="f131" fmla="*/ f92 1 f41"/>
                            <a:gd name="f132" fmla="*/ f93 1 f40"/>
                            <a:gd name="f133" fmla="*/ f94 1 f41"/>
                            <a:gd name="f134" fmla="*/ f95 1 f41"/>
                            <a:gd name="f135" fmla="*/ f96 1 f41"/>
                            <a:gd name="f136" fmla="*/ f97 1 f41"/>
                            <a:gd name="f137" fmla="*/ f98 1 f41"/>
                            <a:gd name="f138" fmla="*/ f99 1 f41"/>
                            <a:gd name="f139" fmla="*/ f100 1 f41"/>
                            <a:gd name="f140" fmla="*/ f101 1 f41"/>
                            <a:gd name="f141" fmla="*/ f102 1 f41"/>
                            <a:gd name="f142" fmla="*/ f103 1 f40"/>
                            <a:gd name="f143" fmla="*/ f104 1 f40"/>
                            <a:gd name="f144" fmla="*/ f105 1 f40"/>
                            <a:gd name="f145" fmla="*/ f106 1 f40"/>
                            <a:gd name="f146" fmla="*/ f107 1 f40"/>
                            <a:gd name="f147" fmla="*/ f108 1 f40"/>
                            <a:gd name="f148" fmla="*/ f109 1 f40"/>
                            <a:gd name="f149" fmla="*/ f110 1 f40"/>
                            <a:gd name="f150" fmla="*/ f111 f35 1"/>
                            <a:gd name="f151" fmla="*/ f112 f35 1"/>
                            <a:gd name="f152" fmla="*/ f114 f36 1"/>
                            <a:gd name="f153" fmla="*/ f113 f36 1"/>
                            <a:gd name="f154" fmla="*/ f116 f35 1"/>
                            <a:gd name="f155" fmla="*/ f117 f36 1"/>
                            <a:gd name="f156" fmla="*/ f118 f35 1"/>
                            <a:gd name="f157" fmla="*/ f119 f36 1"/>
                            <a:gd name="f158" fmla="*/ f120 f35 1"/>
                            <a:gd name="f159" fmla="*/ f121 f36 1"/>
                            <a:gd name="f160" fmla="*/ f122 f35 1"/>
                            <a:gd name="f161" fmla="*/ f123 f36 1"/>
                            <a:gd name="f162" fmla="*/ f124 f35 1"/>
                            <a:gd name="f163" fmla="*/ f125 f36 1"/>
                            <a:gd name="f164" fmla="*/ f126 f35 1"/>
                            <a:gd name="f165" fmla="*/ f127 f36 1"/>
                            <a:gd name="f166" fmla="*/ f128 f35 1"/>
                            <a:gd name="f167" fmla="*/ f129 f36 1"/>
                            <a:gd name="f168" fmla="*/ f130 f35 1"/>
                            <a:gd name="f169" fmla="*/ f131 f36 1"/>
                            <a:gd name="f170" fmla="*/ f132 f35 1"/>
                            <a:gd name="f171" fmla="*/ f133 f36 1"/>
                            <a:gd name="f172" fmla="*/ f134 f36 1"/>
                            <a:gd name="f173" fmla="*/ f135 f36 1"/>
                            <a:gd name="f174" fmla="*/ f136 f36 1"/>
                            <a:gd name="f175" fmla="*/ f137 f36 1"/>
                            <a:gd name="f176" fmla="*/ f138 f36 1"/>
                            <a:gd name="f177" fmla="*/ f139 f36 1"/>
                            <a:gd name="f178" fmla="*/ f140 f36 1"/>
                            <a:gd name="f179" fmla="*/ f141 f36 1"/>
                            <a:gd name="f180" fmla="*/ f142 f35 1"/>
                            <a:gd name="f181" fmla="*/ f143 f35 1"/>
                            <a:gd name="f182" fmla="*/ f144 f35 1"/>
                            <a:gd name="f183" fmla="*/ f145 f35 1"/>
                            <a:gd name="f184" fmla="*/ f146 f35 1"/>
                            <a:gd name="f185" fmla="*/ f147 f35 1"/>
                            <a:gd name="f186" fmla="*/ f148 f35 1"/>
                            <a:gd name="f187" fmla="*/ f149 f35 1"/>
                          </a:gdLst>
                          <a:ahLst/>
                          <a:cxnLst/>
                          <a:rect l="f150" t="f153" r="f151" b="f152"/>
                          <a:pathLst>
                            <a:path w="520" h="517">
                              <a:moveTo>
                                <a:pt x="f9" y="f6"/>
                              </a:moveTo>
                              <a:lnTo>
                                <a:pt x="f9" y="f6"/>
                              </a:lnTo>
                              <a:lnTo>
                                <a:pt x="f10" y="f11"/>
                              </a:lnTo>
                              <a:lnTo>
                                <a:pt x="f2" y="f12"/>
                              </a:lnTo>
                              <a:lnTo>
                                <a:pt x="f13" y="f14"/>
                              </a:lnTo>
                              <a:lnTo>
                                <a:pt x="f15" y="f16"/>
                              </a:lnTo>
                              <a:lnTo>
                                <a:pt x="f17" y="f18"/>
                              </a:lnTo>
                              <a:lnTo>
                                <a:pt x="f19" y="f20"/>
                              </a:lnTo>
                              <a:lnTo>
                                <a:pt x="f21" y="f22"/>
                              </a:lnTo>
                              <a:lnTo>
                                <a:pt x="f7" y="f23"/>
                              </a:lnTo>
                              <a:lnTo>
                                <a:pt x="f21" y="f24"/>
                              </a:lnTo>
                              <a:lnTo>
                                <a:pt x="f19" y="f25"/>
                              </a:lnTo>
                              <a:lnTo>
                                <a:pt x="f17" y="f26"/>
                              </a:lnTo>
                              <a:lnTo>
                                <a:pt x="f15" y="f27"/>
                              </a:lnTo>
                              <a:lnTo>
                                <a:pt x="f13" y="f28"/>
                              </a:lnTo>
                              <a:lnTo>
                                <a:pt x="f2" y="f29"/>
                              </a:lnTo>
                              <a:lnTo>
                                <a:pt x="f10" y="f30"/>
                              </a:lnTo>
                              <a:lnTo>
                                <a:pt x="f9" y="f8"/>
                              </a:lnTo>
                              <a:lnTo>
                                <a:pt x="f31" y="f30"/>
                              </a:lnTo>
                              <a:lnTo>
                                <a:pt x="f32" y="f29"/>
                              </a:lnTo>
                              <a:lnTo>
                                <a:pt x="f33" y="f28"/>
                              </a:lnTo>
                              <a:lnTo>
                                <a:pt x="f16" y="f27"/>
                              </a:lnTo>
                              <a:lnTo>
                                <a:pt x="f14" y="f26"/>
                              </a:lnTo>
                              <a:lnTo>
                                <a:pt x="f12" y="f25"/>
                              </a:lnTo>
                              <a:lnTo>
                                <a:pt x="f11" y="f24"/>
                              </a:lnTo>
                              <a:lnTo>
                                <a:pt x="f6" y="f23"/>
                              </a:lnTo>
                              <a:lnTo>
                                <a:pt x="f11" y="f22"/>
                              </a:lnTo>
                              <a:lnTo>
                                <a:pt x="f12" y="f20"/>
                              </a:lnTo>
                              <a:lnTo>
                                <a:pt x="f14" y="f18"/>
                              </a:lnTo>
                              <a:lnTo>
                                <a:pt x="f16" y="f16"/>
                              </a:lnTo>
                              <a:lnTo>
                                <a:pt x="f33" y="f14"/>
                              </a:lnTo>
                              <a:lnTo>
                                <a:pt x="f32" y="f12"/>
                              </a:lnTo>
                              <a:lnTo>
                                <a:pt x="f31" y="f11"/>
                              </a:lnTo>
                              <a:lnTo>
                                <a:pt x="f9" y="f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9E5247" w:rsidRDefault="009E5247" w:rsidP="00DA09D1"/>
                        </w:txbxContent>
                      </wps:txbx>
                      <wps:bodyPr vert="horz" wrap="square" lIns="0" tIns="0" rIns="0" bIns="0" anchor="t" anchorCtr="0" compatLnSpc="0"/>
                    </wps:wsp>
                    <wps:wsp>
                      <wps:cNvPr id="9" name="Freeform 66"/>
                      <wps:cNvSpPr/>
                      <wps:spPr>
                        <a:xfrm>
                          <a:off x="69841" y="69119"/>
                          <a:ext cx="329760" cy="328681"/>
                        </a:xfrm>
                        <a:custGeom>
                          <a:avLst/>
                          <a:gdLst>
                            <a:gd name="f0" fmla="val 10800000"/>
                            <a:gd name="f1" fmla="val 5400000"/>
                            <a:gd name="f2" fmla="val 360"/>
                            <a:gd name="f3" fmla="val 180"/>
                            <a:gd name="f4" fmla="val w"/>
                            <a:gd name="f5" fmla="val h"/>
                            <a:gd name="f6" fmla="val 0"/>
                            <a:gd name="f7" fmla="val 520"/>
                            <a:gd name="f8" fmla="val 517"/>
                            <a:gd name="f9" fmla="val 260"/>
                            <a:gd name="f10" fmla="val 310"/>
                            <a:gd name="f11" fmla="val 5"/>
                            <a:gd name="f12" fmla="val 20"/>
                            <a:gd name="f13" fmla="val 405"/>
                            <a:gd name="f14" fmla="val 45"/>
                            <a:gd name="f15" fmla="val 440"/>
                            <a:gd name="f16" fmla="val 75"/>
                            <a:gd name="f17" fmla="val 475"/>
                            <a:gd name="f18" fmla="val 114"/>
                            <a:gd name="f19" fmla="val 495"/>
                            <a:gd name="f20" fmla="val 159"/>
                            <a:gd name="f21" fmla="val 510"/>
                            <a:gd name="f22" fmla="val 209"/>
                            <a:gd name="f23" fmla="val 259"/>
                            <a:gd name="f24" fmla="val 313"/>
                            <a:gd name="f25" fmla="val 358"/>
                            <a:gd name="f26" fmla="val 403"/>
                            <a:gd name="f27" fmla="val 442"/>
                            <a:gd name="f28" fmla="val 472"/>
                            <a:gd name="f29" fmla="val 497"/>
                            <a:gd name="f30" fmla="val 512"/>
                            <a:gd name="f31" fmla="val 205"/>
                            <a:gd name="f32" fmla="val 155"/>
                            <a:gd name="f33" fmla="val 115"/>
                            <a:gd name="f34" fmla="+- 0 0 0"/>
                            <a:gd name="f35" fmla="*/ f4 1 520"/>
                            <a:gd name="f36" fmla="*/ f5 1 517"/>
                            <a:gd name="f37" fmla="+- f8 0 f6"/>
                            <a:gd name="f38" fmla="+- f7 0 f6"/>
                            <a:gd name="f39" fmla="*/ f34 f0 1"/>
                            <a:gd name="f40" fmla="*/ f38 1 520"/>
                            <a:gd name="f41" fmla="*/ f37 1 517"/>
                            <a:gd name="f42" fmla="*/ 260 f38 1"/>
                            <a:gd name="f43" fmla="*/ 0 f37 1"/>
                            <a:gd name="f44" fmla="*/ 310 f38 1"/>
                            <a:gd name="f45" fmla="*/ 5 f37 1"/>
                            <a:gd name="f46" fmla="*/ 360 f38 1"/>
                            <a:gd name="f47" fmla="*/ 20 f37 1"/>
                            <a:gd name="f48" fmla="*/ 405 f38 1"/>
                            <a:gd name="f49" fmla="*/ 45 f37 1"/>
                            <a:gd name="f50" fmla="*/ 440 f38 1"/>
                            <a:gd name="f51" fmla="*/ 75 f37 1"/>
                            <a:gd name="f52" fmla="*/ 475 f38 1"/>
                            <a:gd name="f53" fmla="*/ 114 f37 1"/>
                            <a:gd name="f54" fmla="*/ 495 f38 1"/>
                            <a:gd name="f55" fmla="*/ 159 f37 1"/>
                            <a:gd name="f56" fmla="*/ 510 f38 1"/>
                            <a:gd name="f57" fmla="*/ 209 f37 1"/>
                            <a:gd name="f58" fmla="*/ 520 f38 1"/>
                            <a:gd name="f59" fmla="*/ 259 f37 1"/>
                            <a:gd name="f60" fmla="*/ 313 f37 1"/>
                            <a:gd name="f61" fmla="*/ 358 f37 1"/>
                            <a:gd name="f62" fmla="*/ 403 f37 1"/>
                            <a:gd name="f63" fmla="*/ 442 f37 1"/>
                            <a:gd name="f64" fmla="*/ 472 f37 1"/>
                            <a:gd name="f65" fmla="*/ 497 f37 1"/>
                            <a:gd name="f66" fmla="*/ 512 f37 1"/>
                            <a:gd name="f67" fmla="*/ 517 f37 1"/>
                            <a:gd name="f68" fmla="*/ 205 f38 1"/>
                            <a:gd name="f69" fmla="*/ 155 f38 1"/>
                            <a:gd name="f70" fmla="*/ 115 f38 1"/>
                            <a:gd name="f71" fmla="*/ 75 f38 1"/>
                            <a:gd name="f72" fmla="*/ 45 f38 1"/>
                            <a:gd name="f73" fmla="*/ 20 f38 1"/>
                            <a:gd name="f74" fmla="*/ 5 f38 1"/>
                            <a:gd name="f75" fmla="*/ 0 f38 1"/>
                            <a:gd name="f76" fmla="*/ f39 1 f3"/>
                            <a:gd name="f77" fmla="*/ f42 1 520"/>
                            <a:gd name="f78" fmla="*/ f43 1 517"/>
                            <a:gd name="f79" fmla="*/ f44 1 520"/>
                            <a:gd name="f80" fmla="*/ f45 1 517"/>
                            <a:gd name="f81" fmla="*/ f46 1 520"/>
                            <a:gd name="f82" fmla="*/ f47 1 517"/>
                            <a:gd name="f83" fmla="*/ f48 1 520"/>
                            <a:gd name="f84" fmla="*/ f49 1 517"/>
                            <a:gd name="f85" fmla="*/ f50 1 520"/>
                            <a:gd name="f86" fmla="*/ f51 1 517"/>
                            <a:gd name="f87" fmla="*/ f52 1 520"/>
                            <a:gd name="f88" fmla="*/ f53 1 517"/>
                            <a:gd name="f89" fmla="*/ f54 1 520"/>
                            <a:gd name="f90" fmla="*/ f55 1 517"/>
                            <a:gd name="f91" fmla="*/ f56 1 520"/>
                            <a:gd name="f92" fmla="*/ f57 1 517"/>
                            <a:gd name="f93" fmla="*/ f58 1 520"/>
                            <a:gd name="f94" fmla="*/ f59 1 517"/>
                            <a:gd name="f95" fmla="*/ f60 1 517"/>
                            <a:gd name="f96" fmla="*/ f61 1 517"/>
                            <a:gd name="f97" fmla="*/ f62 1 517"/>
                            <a:gd name="f98" fmla="*/ f63 1 517"/>
                            <a:gd name="f99" fmla="*/ f64 1 517"/>
                            <a:gd name="f100" fmla="*/ f65 1 517"/>
                            <a:gd name="f101" fmla="*/ f66 1 517"/>
                            <a:gd name="f102" fmla="*/ f67 1 517"/>
                            <a:gd name="f103" fmla="*/ f68 1 520"/>
                            <a:gd name="f104" fmla="*/ f69 1 520"/>
                            <a:gd name="f105" fmla="*/ f70 1 520"/>
                            <a:gd name="f106" fmla="*/ f71 1 520"/>
                            <a:gd name="f107" fmla="*/ f72 1 520"/>
                            <a:gd name="f108" fmla="*/ f73 1 520"/>
                            <a:gd name="f109" fmla="*/ f74 1 520"/>
                            <a:gd name="f110" fmla="*/ f75 1 520"/>
                            <a:gd name="f111" fmla="*/ 0 1 f40"/>
                            <a:gd name="f112" fmla="*/ f7 1 f40"/>
                            <a:gd name="f113" fmla="*/ 0 1 f41"/>
                            <a:gd name="f114" fmla="*/ f8 1 f41"/>
                            <a:gd name="f115" fmla="+- f76 0 f1"/>
                            <a:gd name="f116" fmla="*/ f77 1 f40"/>
                            <a:gd name="f117" fmla="*/ f78 1 f41"/>
                            <a:gd name="f118" fmla="*/ f79 1 f40"/>
                            <a:gd name="f119" fmla="*/ f80 1 f41"/>
                            <a:gd name="f120" fmla="*/ f81 1 f40"/>
                            <a:gd name="f121" fmla="*/ f82 1 f41"/>
                            <a:gd name="f122" fmla="*/ f83 1 f40"/>
                            <a:gd name="f123" fmla="*/ f84 1 f41"/>
                            <a:gd name="f124" fmla="*/ f85 1 f40"/>
                            <a:gd name="f125" fmla="*/ f86 1 f41"/>
                            <a:gd name="f126" fmla="*/ f87 1 f40"/>
                            <a:gd name="f127" fmla="*/ f88 1 f41"/>
                            <a:gd name="f128" fmla="*/ f89 1 f40"/>
                            <a:gd name="f129" fmla="*/ f90 1 f41"/>
                            <a:gd name="f130" fmla="*/ f91 1 f40"/>
                            <a:gd name="f131" fmla="*/ f92 1 f41"/>
                            <a:gd name="f132" fmla="*/ f93 1 f40"/>
                            <a:gd name="f133" fmla="*/ f94 1 f41"/>
                            <a:gd name="f134" fmla="*/ f95 1 f41"/>
                            <a:gd name="f135" fmla="*/ f96 1 f41"/>
                            <a:gd name="f136" fmla="*/ f97 1 f41"/>
                            <a:gd name="f137" fmla="*/ f98 1 f41"/>
                            <a:gd name="f138" fmla="*/ f99 1 f41"/>
                            <a:gd name="f139" fmla="*/ f100 1 f41"/>
                            <a:gd name="f140" fmla="*/ f101 1 f41"/>
                            <a:gd name="f141" fmla="*/ f102 1 f41"/>
                            <a:gd name="f142" fmla="*/ f103 1 f40"/>
                            <a:gd name="f143" fmla="*/ f104 1 f40"/>
                            <a:gd name="f144" fmla="*/ f105 1 f40"/>
                            <a:gd name="f145" fmla="*/ f106 1 f40"/>
                            <a:gd name="f146" fmla="*/ f107 1 f40"/>
                            <a:gd name="f147" fmla="*/ f108 1 f40"/>
                            <a:gd name="f148" fmla="*/ f109 1 f40"/>
                            <a:gd name="f149" fmla="*/ f110 1 f40"/>
                            <a:gd name="f150" fmla="*/ f111 f35 1"/>
                            <a:gd name="f151" fmla="*/ f112 f35 1"/>
                            <a:gd name="f152" fmla="*/ f114 f36 1"/>
                            <a:gd name="f153" fmla="*/ f113 f36 1"/>
                            <a:gd name="f154" fmla="*/ f116 f35 1"/>
                            <a:gd name="f155" fmla="*/ f117 f36 1"/>
                            <a:gd name="f156" fmla="*/ f118 f35 1"/>
                            <a:gd name="f157" fmla="*/ f119 f36 1"/>
                            <a:gd name="f158" fmla="*/ f120 f35 1"/>
                            <a:gd name="f159" fmla="*/ f121 f36 1"/>
                            <a:gd name="f160" fmla="*/ f122 f35 1"/>
                            <a:gd name="f161" fmla="*/ f123 f36 1"/>
                            <a:gd name="f162" fmla="*/ f124 f35 1"/>
                            <a:gd name="f163" fmla="*/ f125 f36 1"/>
                            <a:gd name="f164" fmla="*/ f126 f35 1"/>
                            <a:gd name="f165" fmla="*/ f127 f36 1"/>
                            <a:gd name="f166" fmla="*/ f128 f35 1"/>
                            <a:gd name="f167" fmla="*/ f129 f36 1"/>
                            <a:gd name="f168" fmla="*/ f130 f35 1"/>
                            <a:gd name="f169" fmla="*/ f131 f36 1"/>
                            <a:gd name="f170" fmla="*/ f132 f35 1"/>
                            <a:gd name="f171" fmla="*/ f133 f36 1"/>
                            <a:gd name="f172" fmla="*/ f134 f36 1"/>
                            <a:gd name="f173" fmla="*/ f135 f36 1"/>
                            <a:gd name="f174" fmla="*/ f136 f36 1"/>
                            <a:gd name="f175" fmla="*/ f137 f36 1"/>
                            <a:gd name="f176" fmla="*/ f138 f36 1"/>
                            <a:gd name="f177" fmla="*/ f139 f36 1"/>
                            <a:gd name="f178" fmla="*/ f140 f36 1"/>
                            <a:gd name="f179" fmla="*/ f141 f36 1"/>
                            <a:gd name="f180" fmla="*/ f142 f35 1"/>
                            <a:gd name="f181" fmla="*/ f143 f35 1"/>
                            <a:gd name="f182" fmla="*/ f144 f35 1"/>
                            <a:gd name="f183" fmla="*/ f145 f35 1"/>
                            <a:gd name="f184" fmla="*/ f146 f35 1"/>
                            <a:gd name="f185" fmla="*/ f147 f35 1"/>
                            <a:gd name="f186" fmla="*/ f148 f35 1"/>
                            <a:gd name="f187" fmla="*/ f149 f35 1"/>
                          </a:gdLst>
                          <a:ahLst/>
                          <a:cxnLst/>
                          <a:rect l="f150" t="f153" r="f151" b="f152"/>
                          <a:pathLst>
                            <a:path w="520" h="517">
                              <a:moveTo>
                                <a:pt x="f9" y="f6"/>
                              </a:moveTo>
                              <a:lnTo>
                                <a:pt x="f9" y="f6"/>
                              </a:lnTo>
                              <a:lnTo>
                                <a:pt x="f10" y="f11"/>
                              </a:lnTo>
                              <a:lnTo>
                                <a:pt x="f2" y="f12"/>
                              </a:lnTo>
                              <a:lnTo>
                                <a:pt x="f13" y="f14"/>
                              </a:lnTo>
                              <a:lnTo>
                                <a:pt x="f15" y="f16"/>
                              </a:lnTo>
                              <a:lnTo>
                                <a:pt x="f17" y="f18"/>
                              </a:lnTo>
                              <a:lnTo>
                                <a:pt x="f19" y="f20"/>
                              </a:lnTo>
                              <a:lnTo>
                                <a:pt x="f21" y="f22"/>
                              </a:lnTo>
                              <a:lnTo>
                                <a:pt x="f7" y="f23"/>
                              </a:lnTo>
                              <a:lnTo>
                                <a:pt x="f21" y="f24"/>
                              </a:lnTo>
                              <a:lnTo>
                                <a:pt x="f19" y="f25"/>
                              </a:lnTo>
                              <a:lnTo>
                                <a:pt x="f17" y="f26"/>
                              </a:lnTo>
                              <a:lnTo>
                                <a:pt x="f15" y="f27"/>
                              </a:lnTo>
                              <a:lnTo>
                                <a:pt x="f13" y="f28"/>
                              </a:lnTo>
                              <a:lnTo>
                                <a:pt x="f2" y="f29"/>
                              </a:lnTo>
                              <a:lnTo>
                                <a:pt x="f10" y="f30"/>
                              </a:lnTo>
                              <a:lnTo>
                                <a:pt x="f9" y="f8"/>
                              </a:lnTo>
                              <a:lnTo>
                                <a:pt x="f31" y="f30"/>
                              </a:lnTo>
                              <a:lnTo>
                                <a:pt x="f32" y="f29"/>
                              </a:lnTo>
                              <a:lnTo>
                                <a:pt x="f33" y="f28"/>
                              </a:lnTo>
                              <a:lnTo>
                                <a:pt x="f16" y="f27"/>
                              </a:lnTo>
                              <a:lnTo>
                                <a:pt x="f14" y="f26"/>
                              </a:lnTo>
                              <a:lnTo>
                                <a:pt x="f12" y="f25"/>
                              </a:lnTo>
                              <a:lnTo>
                                <a:pt x="f11" y="f24"/>
                              </a:lnTo>
                              <a:lnTo>
                                <a:pt x="f6" y="f23"/>
                              </a:lnTo>
                              <a:lnTo>
                                <a:pt x="f11" y="f22"/>
                              </a:lnTo>
                              <a:lnTo>
                                <a:pt x="f12" y="f20"/>
                              </a:lnTo>
                              <a:lnTo>
                                <a:pt x="f14" y="f18"/>
                              </a:lnTo>
                              <a:lnTo>
                                <a:pt x="f16" y="f16"/>
                              </a:lnTo>
                              <a:lnTo>
                                <a:pt x="f33" y="f14"/>
                              </a:lnTo>
                              <a:lnTo>
                                <a:pt x="f32" y="f12"/>
                              </a:lnTo>
                              <a:lnTo>
                                <a:pt x="f31" y="f11"/>
                              </a:lnTo>
                              <a:lnTo>
                                <a:pt x="f9" y="f6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9E5247" w:rsidRDefault="009E5247" w:rsidP="00DA09D1"/>
                        </w:txbxContent>
                      </wps:txbx>
                      <wps:bodyPr vert="horz" wrap="square" lIns="0" tIns="0" rIns="0" bIns="0" anchor="t" anchorCtr="0" compatLnSpc="0"/>
                    </wps:wsp>
                    <wps:wsp>
                      <wps:cNvPr id="10" name="Freeform 67"/>
                      <wps:cNvSpPr/>
                      <wps:spPr>
                        <a:xfrm>
                          <a:off x="76315" y="75602"/>
                          <a:ext cx="317882" cy="315724"/>
                        </a:xfrm>
                        <a:custGeom>
                          <a:avLst/>
                          <a:gdLst>
                            <a:gd name="f0" fmla="val 10800000"/>
                            <a:gd name="f1" fmla="val 5400000"/>
                            <a:gd name="f2" fmla="val 180"/>
                            <a:gd name="f3" fmla="val w"/>
                            <a:gd name="f4" fmla="val h"/>
                            <a:gd name="f5" fmla="val 0"/>
                            <a:gd name="f6" fmla="val 500"/>
                            <a:gd name="f7" fmla="val 497"/>
                            <a:gd name="f8" fmla="val 250"/>
                            <a:gd name="f9" fmla="val 300"/>
                            <a:gd name="f10" fmla="val 5"/>
                            <a:gd name="f11" fmla="val 345"/>
                            <a:gd name="f12" fmla="val 20"/>
                            <a:gd name="f13" fmla="val 390"/>
                            <a:gd name="f14" fmla="val 45"/>
                            <a:gd name="f15" fmla="val 425"/>
                            <a:gd name="f16" fmla="val 75"/>
                            <a:gd name="f17" fmla="val 455"/>
                            <a:gd name="f18" fmla="val 109"/>
                            <a:gd name="f19" fmla="val 480"/>
                            <a:gd name="f20" fmla="val 154"/>
                            <a:gd name="f21" fmla="val 495"/>
                            <a:gd name="f22" fmla="val 199"/>
                            <a:gd name="f23" fmla="val 249"/>
                            <a:gd name="f24" fmla="val 298"/>
                            <a:gd name="f25" fmla="val 348"/>
                            <a:gd name="f26" fmla="val 388"/>
                            <a:gd name="f27" fmla="val 427"/>
                            <a:gd name="f28" fmla="val 457"/>
                            <a:gd name="f29" fmla="val 477"/>
                            <a:gd name="f30" fmla="val 492"/>
                            <a:gd name="f31" fmla="val 200"/>
                            <a:gd name="f32" fmla="val 150"/>
                            <a:gd name="f33" fmla="val 110"/>
                            <a:gd name="f34" fmla="val 70"/>
                            <a:gd name="f35" fmla="val 40"/>
                            <a:gd name="f36" fmla="val 15"/>
                            <a:gd name="f37" fmla="+- 0 0 0"/>
                            <a:gd name="f38" fmla="*/ f3 1 500"/>
                            <a:gd name="f39" fmla="*/ f4 1 497"/>
                            <a:gd name="f40" fmla="+- f7 0 f5"/>
                            <a:gd name="f41" fmla="+- f6 0 f5"/>
                            <a:gd name="f42" fmla="*/ f37 f0 1"/>
                            <a:gd name="f43" fmla="*/ f41 1 500"/>
                            <a:gd name="f44" fmla="*/ f40 1 497"/>
                            <a:gd name="f45" fmla="*/ 250 f41 1"/>
                            <a:gd name="f46" fmla="*/ 0 f40 1"/>
                            <a:gd name="f47" fmla="*/ 300 f41 1"/>
                            <a:gd name="f48" fmla="*/ 5 f40 1"/>
                            <a:gd name="f49" fmla="*/ 345 f41 1"/>
                            <a:gd name="f50" fmla="*/ 20 f40 1"/>
                            <a:gd name="f51" fmla="*/ 390 f41 1"/>
                            <a:gd name="f52" fmla="*/ 45 f40 1"/>
                            <a:gd name="f53" fmla="*/ 425 f41 1"/>
                            <a:gd name="f54" fmla="*/ 75 f40 1"/>
                            <a:gd name="f55" fmla="*/ 455 f41 1"/>
                            <a:gd name="f56" fmla="*/ 109 f40 1"/>
                            <a:gd name="f57" fmla="*/ 480 f41 1"/>
                            <a:gd name="f58" fmla="*/ 154 f40 1"/>
                            <a:gd name="f59" fmla="*/ 495 f41 1"/>
                            <a:gd name="f60" fmla="*/ 199 f40 1"/>
                            <a:gd name="f61" fmla="*/ 500 f41 1"/>
                            <a:gd name="f62" fmla="*/ 249 f40 1"/>
                            <a:gd name="f63" fmla="*/ 298 f40 1"/>
                            <a:gd name="f64" fmla="*/ 348 f40 1"/>
                            <a:gd name="f65" fmla="*/ 388 f40 1"/>
                            <a:gd name="f66" fmla="*/ 427 f40 1"/>
                            <a:gd name="f67" fmla="*/ 457 f40 1"/>
                            <a:gd name="f68" fmla="*/ 477 f40 1"/>
                            <a:gd name="f69" fmla="*/ 492 f40 1"/>
                            <a:gd name="f70" fmla="*/ 497 f40 1"/>
                            <a:gd name="f71" fmla="*/ 200 f41 1"/>
                            <a:gd name="f72" fmla="*/ 150 f41 1"/>
                            <a:gd name="f73" fmla="*/ 110 f41 1"/>
                            <a:gd name="f74" fmla="*/ 70 f41 1"/>
                            <a:gd name="f75" fmla="*/ 40 f41 1"/>
                            <a:gd name="f76" fmla="*/ 15 f41 1"/>
                            <a:gd name="f77" fmla="*/ 5 f41 1"/>
                            <a:gd name="f78" fmla="*/ 0 f41 1"/>
                            <a:gd name="f79" fmla="*/ f42 1 f2"/>
                            <a:gd name="f80" fmla="*/ f45 1 500"/>
                            <a:gd name="f81" fmla="*/ f46 1 497"/>
                            <a:gd name="f82" fmla="*/ f47 1 500"/>
                            <a:gd name="f83" fmla="*/ f48 1 497"/>
                            <a:gd name="f84" fmla="*/ f49 1 500"/>
                            <a:gd name="f85" fmla="*/ f50 1 497"/>
                            <a:gd name="f86" fmla="*/ f51 1 500"/>
                            <a:gd name="f87" fmla="*/ f52 1 497"/>
                            <a:gd name="f88" fmla="*/ f53 1 500"/>
                            <a:gd name="f89" fmla="*/ f54 1 497"/>
                            <a:gd name="f90" fmla="*/ f55 1 500"/>
                            <a:gd name="f91" fmla="*/ f56 1 497"/>
                            <a:gd name="f92" fmla="*/ f57 1 500"/>
                            <a:gd name="f93" fmla="*/ f58 1 497"/>
                            <a:gd name="f94" fmla="*/ f59 1 500"/>
                            <a:gd name="f95" fmla="*/ f60 1 497"/>
                            <a:gd name="f96" fmla="*/ f61 1 500"/>
                            <a:gd name="f97" fmla="*/ f62 1 497"/>
                            <a:gd name="f98" fmla="*/ f63 1 497"/>
                            <a:gd name="f99" fmla="*/ f64 1 497"/>
                            <a:gd name="f100" fmla="*/ f65 1 497"/>
                            <a:gd name="f101" fmla="*/ f66 1 497"/>
                            <a:gd name="f102" fmla="*/ f67 1 497"/>
                            <a:gd name="f103" fmla="*/ f68 1 497"/>
                            <a:gd name="f104" fmla="*/ f69 1 497"/>
                            <a:gd name="f105" fmla="*/ f70 1 497"/>
                            <a:gd name="f106" fmla="*/ f71 1 500"/>
                            <a:gd name="f107" fmla="*/ f72 1 500"/>
                            <a:gd name="f108" fmla="*/ f73 1 500"/>
                            <a:gd name="f109" fmla="*/ f74 1 500"/>
                            <a:gd name="f110" fmla="*/ f75 1 500"/>
                            <a:gd name="f111" fmla="*/ f76 1 500"/>
                            <a:gd name="f112" fmla="*/ f77 1 500"/>
                            <a:gd name="f113" fmla="*/ f78 1 500"/>
                            <a:gd name="f114" fmla="*/ 0 1 f43"/>
                            <a:gd name="f115" fmla="*/ f6 1 f43"/>
                            <a:gd name="f116" fmla="*/ 0 1 f44"/>
                            <a:gd name="f117" fmla="*/ f7 1 f44"/>
                            <a:gd name="f118" fmla="+- f79 0 f1"/>
                            <a:gd name="f119" fmla="*/ f80 1 f43"/>
                            <a:gd name="f120" fmla="*/ f81 1 f44"/>
                            <a:gd name="f121" fmla="*/ f82 1 f43"/>
                            <a:gd name="f122" fmla="*/ f83 1 f44"/>
                            <a:gd name="f123" fmla="*/ f84 1 f43"/>
                            <a:gd name="f124" fmla="*/ f85 1 f44"/>
                            <a:gd name="f125" fmla="*/ f86 1 f43"/>
                            <a:gd name="f126" fmla="*/ f87 1 f44"/>
                            <a:gd name="f127" fmla="*/ f88 1 f43"/>
                            <a:gd name="f128" fmla="*/ f89 1 f44"/>
                            <a:gd name="f129" fmla="*/ f90 1 f43"/>
                            <a:gd name="f130" fmla="*/ f91 1 f44"/>
                            <a:gd name="f131" fmla="*/ f92 1 f43"/>
                            <a:gd name="f132" fmla="*/ f93 1 f44"/>
                            <a:gd name="f133" fmla="*/ f94 1 f43"/>
                            <a:gd name="f134" fmla="*/ f95 1 f44"/>
                            <a:gd name="f135" fmla="*/ f96 1 f43"/>
                            <a:gd name="f136" fmla="*/ f97 1 f44"/>
                            <a:gd name="f137" fmla="*/ f98 1 f44"/>
                            <a:gd name="f138" fmla="*/ f99 1 f44"/>
                            <a:gd name="f139" fmla="*/ f100 1 f44"/>
                            <a:gd name="f140" fmla="*/ f101 1 f44"/>
                            <a:gd name="f141" fmla="*/ f102 1 f44"/>
                            <a:gd name="f142" fmla="*/ f103 1 f44"/>
                            <a:gd name="f143" fmla="*/ f104 1 f44"/>
                            <a:gd name="f144" fmla="*/ f105 1 f44"/>
                            <a:gd name="f145" fmla="*/ f106 1 f43"/>
                            <a:gd name="f146" fmla="*/ f107 1 f43"/>
                            <a:gd name="f147" fmla="*/ f108 1 f43"/>
                            <a:gd name="f148" fmla="*/ f109 1 f43"/>
                            <a:gd name="f149" fmla="*/ f110 1 f43"/>
                            <a:gd name="f150" fmla="*/ f111 1 f43"/>
                            <a:gd name="f151" fmla="*/ f112 1 f43"/>
                            <a:gd name="f152" fmla="*/ f113 1 f43"/>
                            <a:gd name="f153" fmla="*/ f114 f38 1"/>
                            <a:gd name="f154" fmla="*/ f115 f38 1"/>
                            <a:gd name="f155" fmla="*/ f117 f39 1"/>
                            <a:gd name="f156" fmla="*/ f116 f39 1"/>
                            <a:gd name="f157" fmla="*/ f119 f38 1"/>
                            <a:gd name="f158" fmla="*/ f120 f39 1"/>
                            <a:gd name="f159" fmla="*/ f121 f38 1"/>
                            <a:gd name="f160" fmla="*/ f122 f39 1"/>
                            <a:gd name="f161" fmla="*/ f123 f38 1"/>
                            <a:gd name="f162" fmla="*/ f124 f39 1"/>
                            <a:gd name="f163" fmla="*/ f125 f38 1"/>
                            <a:gd name="f164" fmla="*/ f126 f39 1"/>
                            <a:gd name="f165" fmla="*/ f127 f38 1"/>
                            <a:gd name="f166" fmla="*/ f128 f39 1"/>
                            <a:gd name="f167" fmla="*/ f129 f38 1"/>
                            <a:gd name="f168" fmla="*/ f130 f39 1"/>
                            <a:gd name="f169" fmla="*/ f131 f38 1"/>
                            <a:gd name="f170" fmla="*/ f132 f39 1"/>
                            <a:gd name="f171" fmla="*/ f133 f38 1"/>
                            <a:gd name="f172" fmla="*/ f134 f39 1"/>
                            <a:gd name="f173" fmla="*/ f135 f38 1"/>
                            <a:gd name="f174" fmla="*/ f136 f39 1"/>
                            <a:gd name="f175" fmla="*/ f137 f39 1"/>
                            <a:gd name="f176" fmla="*/ f138 f39 1"/>
                            <a:gd name="f177" fmla="*/ f139 f39 1"/>
                            <a:gd name="f178" fmla="*/ f140 f39 1"/>
                            <a:gd name="f179" fmla="*/ f141 f39 1"/>
                            <a:gd name="f180" fmla="*/ f142 f39 1"/>
                            <a:gd name="f181" fmla="*/ f143 f39 1"/>
                            <a:gd name="f182" fmla="*/ f144 f39 1"/>
                            <a:gd name="f183" fmla="*/ f145 f38 1"/>
                            <a:gd name="f184" fmla="*/ f146 f38 1"/>
                            <a:gd name="f185" fmla="*/ f147 f38 1"/>
                            <a:gd name="f186" fmla="*/ f148 f38 1"/>
                            <a:gd name="f187" fmla="*/ f149 f38 1"/>
                            <a:gd name="f188" fmla="*/ f150 f38 1"/>
                            <a:gd name="f189" fmla="*/ f151 f38 1"/>
                            <a:gd name="f190" fmla="*/ f152 f38 1"/>
                          </a:gdLst>
                          <a:ahLst/>
                          <a:cxnLst/>
                          <a:rect l="f153" t="f156" r="f154" b="f155"/>
                          <a:pathLst>
                            <a:path w="500" h="497">
                              <a:moveTo>
                                <a:pt x="f8" y="f5"/>
                              </a:moveTo>
                              <a:lnTo>
                                <a:pt x="f8" y="f5"/>
                              </a:lnTo>
                              <a:lnTo>
                                <a:pt x="f9" y="f10"/>
                              </a:lnTo>
                              <a:lnTo>
                                <a:pt x="f11" y="f12"/>
                              </a:lnTo>
                              <a:lnTo>
                                <a:pt x="f13" y="f14"/>
                              </a:lnTo>
                              <a:lnTo>
                                <a:pt x="f15" y="f16"/>
                              </a:lnTo>
                              <a:lnTo>
                                <a:pt x="f17" y="f18"/>
                              </a:lnTo>
                              <a:lnTo>
                                <a:pt x="f19" y="f20"/>
                              </a:lnTo>
                              <a:lnTo>
                                <a:pt x="f21" y="f22"/>
                              </a:lnTo>
                              <a:lnTo>
                                <a:pt x="f6" y="f23"/>
                              </a:lnTo>
                              <a:lnTo>
                                <a:pt x="f21" y="f24"/>
                              </a:lnTo>
                              <a:lnTo>
                                <a:pt x="f19" y="f25"/>
                              </a:lnTo>
                              <a:lnTo>
                                <a:pt x="f17" y="f26"/>
                              </a:lnTo>
                              <a:lnTo>
                                <a:pt x="f15" y="f27"/>
                              </a:lnTo>
                              <a:lnTo>
                                <a:pt x="f13" y="f28"/>
                              </a:lnTo>
                              <a:lnTo>
                                <a:pt x="f11" y="f29"/>
                              </a:lnTo>
                              <a:lnTo>
                                <a:pt x="f9" y="f30"/>
                              </a:lnTo>
                              <a:lnTo>
                                <a:pt x="f8" y="f7"/>
                              </a:lnTo>
                              <a:lnTo>
                                <a:pt x="f31" y="f30"/>
                              </a:lnTo>
                              <a:lnTo>
                                <a:pt x="f32" y="f29"/>
                              </a:lnTo>
                              <a:lnTo>
                                <a:pt x="f33" y="f28"/>
                              </a:lnTo>
                              <a:lnTo>
                                <a:pt x="f34" y="f27"/>
                              </a:lnTo>
                              <a:lnTo>
                                <a:pt x="f35" y="f26"/>
                              </a:lnTo>
                              <a:lnTo>
                                <a:pt x="f36" y="f25"/>
                              </a:lnTo>
                              <a:lnTo>
                                <a:pt x="f10" y="f24"/>
                              </a:lnTo>
                              <a:lnTo>
                                <a:pt x="f5" y="f23"/>
                              </a:lnTo>
                              <a:lnTo>
                                <a:pt x="f10" y="f22"/>
                              </a:lnTo>
                              <a:lnTo>
                                <a:pt x="f36" y="f20"/>
                              </a:lnTo>
                              <a:lnTo>
                                <a:pt x="f35" y="f18"/>
                              </a:lnTo>
                              <a:lnTo>
                                <a:pt x="f34" y="f16"/>
                              </a:lnTo>
                              <a:lnTo>
                                <a:pt x="f33" y="f14"/>
                              </a:lnTo>
                              <a:lnTo>
                                <a:pt x="f32" y="f12"/>
                              </a:lnTo>
                              <a:lnTo>
                                <a:pt x="f31" y="f10"/>
                              </a:lnTo>
                              <a:lnTo>
                                <a:pt x="f8" y="f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9E5247" w:rsidRDefault="009E5247" w:rsidP="00DA09D1"/>
                        </w:txbxContent>
                      </wps:txbx>
                      <wps:bodyPr vert="horz" wrap="square" lIns="0" tIns="0" rIns="0" bIns="0" anchor="t" anchorCtr="0" compatLnSpc="0"/>
                    </wps:wsp>
                    <wps:wsp>
                      <wps:cNvPr id="11" name="Freeform 68"/>
                      <wps:cNvSpPr/>
                      <wps:spPr>
                        <a:xfrm>
                          <a:off x="76315" y="75602"/>
                          <a:ext cx="317882" cy="315724"/>
                        </a:xfrm>
                        <a:custGeom>
                          <a:avLst/>
                          <a:gdLst>
                            <a:gd name="f0" fmla="val 10800000"/>
                            <a:gd name="f1" fmla="val 5400000"/>
                            <a:gd name="f2" fmla="val 180"/>
                            <a:gd name="f3" fmla="val w"/>
                            <a:gd name="f4" fmla="val h"/>
                            <a:gd name="f5" fmla="val 0"/>
                            <a:gd name="f6" fmla="val 500"/>
                            <a:gd name="f7" fmla="val 497"/>
                            <a:gd name="f8" fmla="val 250"/>
                            <a:gd name="f9" fmla="val 300"/>
                            <a:gd name="f10" fmla="val 5"/>
                            <a:gd name="f11" fmla="val 345"/>
                            <a:gd name="f12" fmla="val 20"/>
                            <a:gd name="f13" fmla="val 390"/>
                            <a:gd name="f14" fmla="val 45"/>
                            <a:gd name="f15" fmla="val 425"/>
                            <a:gd name="f16" fmla="val 75"/>
                            <a:gd name="f17" fmla="val 455"/>
                            <a:gd name="f18" fmla="val 109"/>
                            <a:gd name="f19" fmla="val 480"/>
                            <a:gd name="f20" fmla="val 154"/>
                            <a:gd name="f21" fmla="val 495"/>
                            <a:gd name="f22" fmla="val 199"/>
                            <a:gd name="f23" fmla="val 249"/>
                            <a:gd name="f24" fmla="val 298"/>
                            <a:gd name="f25" fmla="val 348"/>
                            <a:gd name="f26" fmla="val 388"/>
                            <a:gd name="f27" fmla="val 427"/>
                            <a:gd name="f28" fmla="val 457"/>
                            <a:gd name="f29" fmla="val 477"/>
                            <a:gd name="f30" fmla="val 492"/>
                            <a:gd name="f31" fmla="val 200"/>
                            <a:gd name="f32" fmla="val 150"/>
                            <a:gd name="f33" fmla="val 110"/>
                            <a:gd name="f34" fmla="val 70"/>
                            <a:gd name="f35" fmla="val 40"/>
                            <a:gd name="f36" fmla="val 15"/>
                            <a:gd name="f37" fmla="+- 0 0 0"/>
                            <a:gd name="f38" fmla="*/ f3 1 500"/>
                            <a:gd name="f39" fmla="*/ f4 1 497"/>
                            <a:gd name="f40" fmla="+- f7 0 f5"/>
                            <a:gd name="f41" fmla="+- f6 0 f5"/>
                            <a:gd name="f42" fmla="*/ f37 f0 1"/>
                            <a:gd name="f43" fmla="*/ f41 1 500"/>
                            <a:gd name="f44" fmla="*/ f40 1 497"/>
                            <a:gd name="f45" fmla="*/ 250 f41 1"/>
                            <a:gd name="f46" fmla="*/ 0 f40 1"/>
                            <a:gd name="f47" fmla="*/ 300 f41 1"/>
                            <a:gd name="f48" fmla="*/ 5 f40 1"/>
                            <a:gd name="f49" fmla="*/ 345 f41 1"/>
                            <a:gd name="f50" fmla="*/ 20 f40 1"/>
                            <a:gd name="f51" fmla="*/ 390 f41 1"/>
                            <a:gd name="f52" fmla="*/ 45 f40 1"/>
                            <a:gd name="f53" fmla="*/ 425 f41 1"/>
                            <a:gd name="f54" fmla="*/ 75 f40 1"/>
                            <a:gd name="f55" fmla="*/ 455 f41 1"/>
                            <a:gd name="f56" fmla="*/ 109 f40 1"/>
                            <a:gd name="f57" fmla="*/ 480 f41 1"/>
                            <a:gd name="f58" fmla="*/ 154 f40 1"/>
                            <a:gd name="f59" fmla="*/ 495 f41 1"/>
                            <a:gd name="f60" fmla="*/ 199 f40 1"/>
                            <a:gd name="f61" fmla="*/ 500 f41 1"/>
                            <a:gd name="f62" fmla="*/ 249 f40 1"/>
                            <a:gd name="f63" fmla="*/ 298 f40 1"/>
                            <a:gd name="f64" fmla="*/ 348 f40 1"/>
                            <a:gd name="f65" fmla="*/ 388 f40 1"/>
                            <a:gd name="f66" fmla="*/ 427 f40 1"/>
                            <a:gd name="f67" fmla="*/ 457 f40 1"/>
                            <a:gd name="f68" fmla="*/ 477 f40 1"/>
                            <a:gd name="f69" fmla="*/ 492 f40 1"/>
                            <a:gd name="f70" fmla="*/ 497 f40 1"/>
                            <a:gd name="f71" fmla="*/ 200 f41 1"/>
                            <a:gd name="f72" fmla="*/ 150 f41 1"/>
                            <a:gd name="f73" fmla="*/ 110 f41 1"/>
                            <a:gd name="f74" fmla="*/ 70 f41 1"/>
                            <a:gd name="f75" fmla="*/ 40 f41 1"/>
                            <a:gd name="f76" fmla="*/ 15 f41 1"/>
                            <a:gd name="f77" fmla="*/ 5 f41 1"/>
                            <a:gd name="f78" fmla="*/ 0 f41 1"/>
                            <a:gd name="f79" fmla="*/ f42 1 f2"/>
                            <a:gd name="f80" fmla="*/ f45 1 500"/>
                            <a:gd name="f81" fmla="*/ f46 1 497"/>
                            <a:gd name="f82" fmla="*/ f47 1 500"/>
                            <a:gd name="f83" fmla="*/ f48 1 497"/>
                            <a:gd name="f84" fmla="*/ f49 1 500"/>
                            <a:gd name="f85" fmla="*/ f50 1 497"/>
                            <a:gd name="f86" fmla="*/ f51 1 500"/>
                            <a:gd name="f87" fmla="*/ f52 1 497"/>
                            <a:gd name="f88" fmla="*/ f53 1 500"/>
                            <a:gd name="f89" fmla="*/ f54 1 497"/>
                            <a:gd name="f90" fmla="*/ f55 1 500"/>
                            <a:gd name="f91" fmla="*/ f56 1 497"/>
                            <a:gd name="f92" fmla="*/ f57 1 500"/>
                            <a:gd name="f93" fmla="*/ f58 1 497"/>
                            <a:gd name="f94" fmla="*/ f59 1 500"/>
                            <a:gd name="f95" fmla="*/ f60 1 497"/>
                            <a:gd name="f96" fmla="*/ f61 1 500"/>
                            <a:gd name="f97" fmla="*/ f62 1 497"/>
                            <a:gd name="f98" fmla="*/ f63 1 497"/>
                            <a:gd name="f99" fmla="*/ f64 1 497"/>
                            <a:gd name="f100" fmla="*/ f65 1 497"/>
                            <a:gd name="f101" fmla="*/ f66 1 497"/>
                            <a:gd name="f102" fmla="*/ f67 1 497"/>
                            <a:gd name="f103" fmla="*/ f68 1 497"/>
                            <a:gd name="f104" fmla="*/ f69 1 497"/>
                            <a:gd name="f105" fmla="*/ f70 1 497"/>
                            <a:gd name="f106" fmla="*/ f71 1 500"/>
                            <a:gd name="f107" fmla="*/ f72 1 500"/>
                            <a:gd name="f108" fmla="*/ f73 1 500"/>
                            <a:gd name="f109" fmla="*/ f74 1 500"/>
                            <a:gd name="f110" fmla="*/ f75 1 500"/>
                            <a:gd name="f111" fmla="*/ f76 1 500"/>
                            <a:gd name="f112" fmla="*/ f77 1 500"/>
                            <a:gd name="f113" fmla="*/ f78 1 500"/>
                            <a:gd name="f114" fmla="*/ 0 1 f43"/>
                            <a:gd name="f115" fmla="*/ f6 1 f43"/>
                            <a:gd name="f116" fmla="*/ 0 1 f44"/>
                            <a:gd name="f117" fmla="*/ f7 1 f44"/>
                            <a:gd name="f118" fmla="+- f79 0 f1"/>
                            <a:gd name="f119" fmla="*/ f80 1 f43"/>
                            <a:gd name="f120" fmla="*/ f81 1 f44"/>
                            <a:gd name="f121" fmla="*/ f82 1 f43"/>
                            <a:gd name="f122" fmla="*/ f83 1 f44"/>
                            <a:gd name="f123" fmla="*/ f84 1 f43"/>
                            <a:gd name="f124" fmla="*/ f85 1 f44"/>
                            <a:gd name="f125" fmla="*/ f86 1 f43"/>
                            <a:gd name="f126" fmla="*/ f87 1 f44"/>
                            <a:gd name="f127" fmla="*/ f88 1 f43"/>
                            <a:gd name="f128" fmla="*/ f89 1 f44"/>
                            <a:gd name="f129" fmla="*/ f90 1 f43"/>
                            <a:gd name="f130" fmla="*/ f91 1 f44"/>
                            <a:gd name="f131" fmla="*/ f92 1 f43"/>
                            <a:gd name="f132" fmla="*/ f93 1 f44"/>
                            <a:gd name="f133" fmla="*/ f94 1 f43"/>
                            <a:gd name="f134" fmla="*/ f95 1 f44"/>
                            <a:gd name="f135" fmla="*/ f96 1 f43"/>
                            <a:gd name="f136" fmla="*/ f97 1 f44"/>
                            <a:gd name="f137" fmla="*/ f98 1 f44"/>
                            <a:gd name="f138" fmla="*/ f99 1 f44"/>
                            <a:gd name="f139" fmla="*/ f100 1 f44"/>
                            <a:gd name="f140" fmla="*/ f101 1 f44"/>
                            <a:gd name="f141" fmla="*/ f102 1 f44"/>
                            <a:gd name="f142" fmla="*/ f103 1 f44"/>
                            <a:gd name="f143" fmla="*/ f104 1 f44"/>
                            <a:gd name="f144" fmla="*/ f105 1 f44"/>
                            <a:gd name="f145" fmla="*/ f106 1 f43"/>
                            <a:gd name="f146" fmla="*/ f107 1 f43"/>
                            <a:gd name="f147" fmla="*/ f108 1 f43"/>
                            <a:gd name="f148" fmla="*/ f109 1 f43"/>
                            <a:gd name="f149" fmla="*/ f110 1 f43"/>
                            <a:gd name="f150" fmla="*/ f111 1 f43"/>
                            <a:gd name="f151" fmla="*/ f112 1 f43"/>
                            <a:gd name="f152" fmla="*/ f113 1 f43"/>
                            <a:gd name="f153" fmla="*/ f114 f38 1"/>
                            <a:gd name="f154" fmla="*/ f115 f38 1"/>
                            <a:gd name="f155" fmla="*/ f117 f39 1"/>
                            <a:gd name="f156" fmla="*/ f116 f39 1"/>
                            <a:gd name="f157" fmla="*/ f119 f38 1"/>
                            <a:gd name="f158" fmla="*/ f120 f39 1"/>
                            <a:gd name="f159" fmla="*/ f121 f38 1"/>
                            <a:gd name="f160" fmla="*/ f122 f39 1"/>
                            <a:gd name="f161" fmla="*/ f123 f38 1"/>
                            <a:gd name="f162" fmla="*/ f124 f39 1"/>
                            <a:gd name="f163" fmla="*/ f125 f38 1"/>
                            <a:gd name="f164" fmla="*/ f126 f39 1"/>
                            <a:gd name="f165" fmla="*/ f127 f38 1"/>
                            <a:gd name="f166" fmla="*/ f128 f39 1"/>
                            <a:gd name="f167" fmla="*/ f129 f38 1"/>
                            <a:gd name="f168" fmla="*/ f130 f39 1"/>
                            <a:gd name="f169" fmla="*/ f131 f38 1"/>
                            <a:gd name="f170" fmla="*/ f132 f39 1"/>
                            <a:gd name="f171" fmla="*/ f133 f38 1"/>
                            <a:gd name="f172" fmla="*/ f134 f39 1"/>
                            <a:gd name="f173" fmla="*/ f135 f38 1"/>
                            <a:gd name="f174" fmla="*/ f136 f39 1"/>
                            <a:gd name="f175" fmla="*/ f137 f39 1"/>
                            <a:gd name="f176" fmla="*/ f138 f39 1"/>
                            <a:gd name="f177" fmla="*/ f139 f39 1"/>
                            <a:gd name="f178" fmla="*/ f140 f39 1"/>
                            <a:gd name="f179" fmla="*/ f141 f39 1"/>
                            <a:gd name="f180" fmla="*/ f142 f39 1"/>
                            <a:gd name="f181" fmla="*/ f143 f39 1"/>
                            <a:gd name="f182" fmla="*/ f144 f39 1"/>
                            <a:gd name="f183" fmla="*/ f145 f38 1"/>
                            <a:gd name="f184" fmla="*/ f146 f38 1"/>
                            <a:gd name="f185" fmla="*/ f147 f38 1"/>
                            <a:gd name="f186" fmla="*/ f148 f38 1"/>
                            <a:gd name="f187" fmla="*/ f149 f38 1"/>
                            <a:gd name="f188" fmla="*/ f150 f38 1"/>
                            <a:gd name="f189" fmla="*/ f151 f38 1"/>
                            <a:gd name="f190" fmla="*/ f152 f38 1"/>
                          </a:gdLst>
                          <a:ahLst/>
                          <a:cxnLst/>
                          <a:rect l="f153" t="f156" r="f154" b="f155"/>
                          <a:pathLst>
                            <a:path w="500" h="497">
                              <a:moveTo>
                                <a:pt x="f8" y="f5"/>
                              </a:moveTo>
                              <a:lnTo>
                                <a:pt x="f8" y="f5"/>
                              </a:lnTo>
                              <a:lnTo>
                                <a:pt x="f9" y="f10"/>
                              </a:lnTo>
                              <a:lnTo>
                                <a:pt x="f11" y="f12"/>
                              </a:lnTo>
                              <a:lnTo>
                                <a:pt x="f13" y="f14"/>
                              </a:lnTo>
                              <a:lnTo>
                                <a:pt x="f15" y="f16"/>
                              </a:lnTo>
                              <a:lnTo>
                                <a:pt x="f17" y="f18"/>
                              </a:lnTo>
                              <a:lnTo>
                                <a:pt x="f19" y="f20"/>
                              </a:lnTo>
                              <a:lnTo>
                                <a:pt x="f21" y="f22"/>
                              </a:lnTo>
                              <a:lnTo>
                                <a:pt x="f6" y="f23"/>
                              </a:lnTo>
                              <a:lnTo>
                                <a:pt x="f21" y="f24"/>
                              </a:lnTo>
                              <a:lnTo>
                                <a:pt x="f19" y="f25"/>
                              </a:lnTo>
                              <a:lnTo>
                                <a:pt x="f17" y="f26"/>
                              </a:lnTo>
                              <a:lnTo>
                                <a:pt x="f15" y="f27"/>
                              </a:lnTo>
                              <a:lnTo>
                                <a:pt x="f13" y="f28"/>
                              </a:lnTo>
                              <a:lnTo>
                                <a:pt x="f11" y="f29"/>
                              </a:lnTo>
                              <a:lnTo>
                                <a:pt x="f9" y="f30"/>
                              </a:lnTo>
                              <a:lnTo>
                                <a:pt x="f8" y="f7"/>
                              </a:lnTo>
                              <a:lnTo>
                                <a:pt x="f31" y="f30"/>
                              </a:lnTo>
                              <a:lnTo>
                                <a:pt x="f32" y="f29"/>
                              </a:lnTo>
                              <a:lnTo>
                                <a:pt x="f33" y="f28"/>
                              </a:lnTo>
                              <a:lnTo>
                                <a:pt x="f34" y="f27"/>
                              </a:lnTo>
                              <a:lnTo>
                                <a:pt x="f35" y="f26"/>
                              </a:lnTo>
                              <a:lnTo>
                                <a:pt x="f36" y="f25"/>
                              </a:lnTo>
                              <a:lnTo>
                                <a:pt x="f10" y="f24"/>
                              </a:lnTo>
                              <a:lnTo>
                                <a:pt x="f5" y="f23"/>
                              </a:lnTo>
                              <a:lnTo>
                                <a:pt x="f10" y="f22"/>
                              </a:lnTo>
                              <a:lnTo>
                                <a:pt x="f36" y="f20"/>
                              </a:lnTo>
                              <a:lnTo>
                                <a:pt x="f35" y="f18"/>
                              </a:lnTo>
                              <a:lnTo>
                                <a:pt x="f34" y="f16"/>
                              </a:lnTo>
                              <a:lnTo>
                                <a:pt x="f33" y="f14"/>
                              </a:lnTo>
                              <a:lnTo>
                                <a:pt x="f32" y="f12"/>
                              </a:lnTo>
                              <a:lnTo>
                                <a:pt x="f31" y="f10"/>
                              </a:lnTo>
                              <a:lnTo>
                                <a:pt x="f8" y="f5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9E5247" w:rsidRDefault="009E5247" w:rsidP="00DA09D1"/>
                        </w:txbxContent>
                      </wps:txbx>
                      <wps:bodyPr vert="horz" wrap="square" lIns="0" tIns="0" rIns="0" bIns="0" anchor="t" anchorCtr="0" compatLnSpc="0"/>
                    </wps:wsp>
                    <wps:wsp>
                      <wps:cNvPr id="12" name="Freeform 69"/>
                      <wps:cNvSpPr/>
                      <wps:spPr>
                        <a:xfrm>
                          <a:off x="111236" y="138961"/>
                          <a:ext cx="235083" cy="173516"/>
                        </a:xfrm>
                        <a:custGeom>
                          <a:avLst/>
                          <a:gdLst>
                            <a:gd name="f0" fmla="val 10800000"/>
                            <a:gd name="f1" fmla="val 5400000"/>
                            <a:gd name="f2" fmla="val 360"/>
                            <a:gd name="f3" fmla="val 180"/>
                            <a:gd name="f4" fmla="val w"/>
                            <a:gd name="f5" fmla="val h"/>
                            <a:gd name="f6" fmla="val 0"/>
                            <a:gd name="f7" fmla="val 370"/>
                            <a:gd name="f8" fmla="val 273"/>
                            <a:gd name="f9" fmla="val 150"/>
                            <a:gd name="f10" fmla="val 205"/>
                            <a:gd name="f11" fmla="val 120"/>
                            <a:gd name="f12" fmla="val 99"/>
                            <a:gd name="f13" fmla="val 140"/>
                            <a:gd name="f14" fmla="val 55"/>
                            <a:gd name="f15" fmla="val 193"/>
                            <a:gd name="f16" fmla="val 75"/>
                            <a:gd name="f17" fmla="val 160"/>
                            <a:gd name="f18" fmla="val 200"/>
                            <a:gd name="f19" fmla="val 79"/>
                            <a:gd name="f20" fmla="val 265"/>
                            <a:gd name="f21" fmla="val 240"/>
                            <a:gd name="f22" fmla="val 213"/>
                            <a:gd name="f23" fmla="val 275"/>
                            <a:gd name="f24" fmla="val 260"/>
                            <a:gd name="f25" fmla="val 69"/>
                            <a:gd name="f26" fmla="val 215"/>
                            <a:gd name="f27" fmla="val 4"/>
                            <a:gd name="f28" fmla="val 305"/>
                            <a:gd name="f29" fmla="val 330"/>
                            <a:gd name="f30" fmla="val 9"/>
                            <a:gd name="f31" fmla="val 345"/>
                            <a:gd name="f32" fmla="val 19"/>
                            <a:gd name="f33" fmla="val 355"/>
                            <a:gd name="f34" fmla="val 29"/>
                            <a:gd name="f35" fmla="val 365"/>
                            <a:gd name="f36" fmla="val 49"/>
                            <a:gd name="f37" fmla="val 94"/>
                            <a:gd name="f38" fmla="val 109"/>
                            <a:gd name="f39" fmla="val 350"/>
                            <a:gd name="f40" fmla="val 124"/>
                            <a:gd name="f41" fmla="val 134"/>
                            <a:gd name="f42" fmla="val 320"/>
                            <a:gd name="f43" fmla="val 144"/>
                            <a:gd name="f44" fmla="val 149"/>
                            <a:gd name="f45" fmla="val 290"/>
                            <a:gd name="f46" fmla="val 295"/>
                            <a:gd name="f47" fmla="val 300"/>
                            <a:gd name="f48" fmla="val 74"/>
                            <a:gd name="f49" fmla="+- 0 0 0"/>
                            <a:gd name="f50" fmla="*/ f4 1 370"/>
                            <a:gd name="f51" fmla="*/ f5 1 273"/>
                            <a:gd name="f52" fmla="+- f8 0 f6"/>
                            <a:gd name="f53" fmla="+- f7 0 f6"/>
                            <a:gd name="f54" fmla="*/ f49 f0 1"/>
                            <a:gd name="f55" fmla="*/ f53 1 370"/>
                            <a:gd name="f56" fmla="*/ f52 1 273"/>
                            <a:gd name="f57" fmla="*/ 150 f53 1"/>
                            <a:gd name="f58" fmla="*/ 273 f52 1"/>
                            <a:gd name="f59" fmla="*/ 205 f53 1"/>
                            <a:gd name="f60" fmla="*/ 0 f52 1"/>
                            <a:gd name="f61" fmla="*/ 120 f53 1"/>
                            <a:gd name="f62" fmla="*/ 99 f52 1"/>
                            <a:gd name="f63" fmla="*/ 140 f53 1"/>
                            <a:gd name="f64" fmla="*/ 55 f53 1"/>
                            <a:gd name="f65" fmla="*/ 193 f52 1"/>
                            <a:gd name="f66" fmla="*/ 75 f53 1"/>
                            <a:gd name="f67" fmla="*/ 0 f53 1"/>
                            <a:gd name="f68" fmla="*/ 160 f53 1"/>
                            <a:gd name="f69" fmla="*/ 200 f53 1"/>
                            <a:gd name="f70" fmla="*/ 79 f52 1"/>
                            <a:gd name="f71" fmla="*/ 265 f53 1"/>
                            <a:gd name="f72" fmla="*/ 240 f53 1"/>
                            <a:gd name="f73" fmla="*/ 213 f52 1"/>
                            <a:gd name="f74" fmla="*/ 275 f53 1"/>
                            <a:gd name="f75" fmla="*/ 260 f53 1"/>
                            <a:gd name="f76" fmla="*/ 69 f52 1"/>
                            <a:gd name="f77" fmla="*/ 215 f53 1"/>
                            <a:gd name="f78" fmla="*/ 4 f52 1"/>
                            <a:gd name="f79" fmla="*/ 305 f53 1"/>
                            <a:gd name="f80" fmla="*/ 330 f53 1"/>
                            <a:gd name="f81" fmla="*/ 9 f52 1"/>
                            <a:gd name="f82" fmla="*/ 345 f53 1"/>
                            <a:gd name="f83" fmla="*/ 19 f52 1"/>
                            <a:gd name="f84" fmla="*/ 355 f53 1"/>
                            <a:gd name="f85" fmla="*/ 29 f52 1"/>
                            <a:gd name="f86" fmla="*/ 365 f53 1"/>
                            <a:gd name="f87" fmla="*/ 49 f52 1"/>
                            <a:gd name="f88" fmla="*/ 370 f53 1"/>
                            <a:gd name="f89" fmla="*/ 94 f52 1"/>
                            <a:gd name="f90" fmla="*/ 360 f53 1"/>
                            <a:gd name="f91" fmla="*/ 109 f52 1"/>
                            <a:gd name="f92" fmla="*/ 350 f53 1"/>
                            <a:gd name="f93" fmla="*/ 124 f52 1"/>
                            <a:gd name="f94" fmla="*/ 134 f52 1"/>
                            <a:gd name="f95" fmla="*/ 320 f53 1"/>
                            <a:gd name="f96" fmla="*/ 144 f52 1"/>
                            <a:gd name="f97" fmla="*/ 149 f52 1"/>
                            <a:gd name="f98" fmla="*/ 290 f53 1"/>
                            <a:gd name="f99" fmla="*/ 295 f53 1"/>
                            <a:gd name="f100" fmla="*/ 300 f53 1"/>
                            <a:gd name="f101" fmla="*/ 74 f52 1"/>
                            <a:gd name="f102" fmla="*/ f54 1 f3"/>
                            <a:gd name="f103" fmla="*/ f57 1 370"/>
                            <a:gd name="f104" fmla="*/ f58 1 273"/>
                            <a:gd name="f105" fmla="*/ f59 1 370"/>
                            <a:gd name="f106" fmla="*/ f60 1 273"/>
                            <a:gd name="f107" fmla="*/ f61 1 370"/>
                            <a:gd name="f108" fmla="*/ f62 1 273"/>
                            <a:gd name="f109" fmla="*/ f63 1 370"/>
                            <a:gd name="f110" fmla="*/ f64 1 370"/>
                            <a:gd name="f111" fmla="*/ f65 1 273"/>
                            <a:gd name="f112" fmla="*/ f66 1 370"/>
                            <a:gd name="f113" fmla="*/ f67 1 370"/>
                            <a:gd name="f114" fmla="*/ f68 1 370"/>
                            <a:gd name="f115" fmla="*/ f69 1 370"/>
                            <a:gd name="f116" fmla="*/ f70 1 273"/>
                            <a:gd name="f117" fmla="*/ f71 1 370"/>
                            <a:gd name="f118" fmla="*/ f72 1 370"/>
                            <a:gd name="f119" fmla="*/ f73 1 273"/>
                            <a:gd name="f120" fmla="*/ f74 1 370"/>
                            <a:gd name="f121" fmla="*/ f75 1 370"/>
                            <a:gd name="f122" fmla="*/ f76 1 273"/>
                            <a:gd name="f123" fmla="*/ f77 1 370"/>
                            <a:gd name="f124" fmla="*/ f78 1 273"/>
                            <a:gd name="f125" fmla="*/ f79 1 370"/>
                            <a:gd name="f126" fmla="*/ f80 1 370"/>
                            <a:gd name="f127" fmla="*/ f81 1 273"/>
                            <a:gd name="f128" fmla="*/ f82 1 370"/>
                            <a:gd name="f129" fmla="*/ f83 1 273"/>
                            <a:gd name="f130" fmla="*/ f84 1 370"/>
                            <a:gd name="f131" fmla="*/ f85 1 273"/>
                            <a:gd name="f132" fmla="*/ f86 1 370"/>
                            <a:gd name="f133" fmla="*/ f87 1 273"/>
                            <a:gd name="f134" fmla="*/ f88 1 370"/>
                            <a:gd name="f135" fmla="*/ f89 1 273"/>
                            <a:gd name="f136" fmla="*/ f90 1 370"/>
                            <a:gd name="f137" fmla="*/ f91 1 273"/>
                            <a:gd name="f138" fmla="*/ f92 1 370"/>
                            <a:gd name="f139" fmla="*/ f93 1 273"/>
                            <a:gd name="f140" fmla="*/ f94 1 273"/>
                            <a:gd name="f141" fmla="*/ f95 1 370"/>
                            <a:gd name="f142" fmla="*/ f96 1 273"/>
                            <a:gd name="f143" fmla="*/ f97 1 273"/>
                            <a:gd name="f144" fmla="*/ f98 1 370"/>
                            <a:gd name="f145" fmla="*/ f99 1 370"/>
                            <a:gd name="f146" fmla="*/ f100 1 370"/>
                            <a:gd name="f147" fmla="*/ f101 1 273"/>
                            <a:gd name="f148" fmla="*/ 0 1 f55"/>
                            <a:gd name="f149" fmla="*/ f7 1 f55"/>
                            <a:gd name="f150" fmla="*/ 0 1 f56"/>
                            <a:gd name="f151" fmla="*/ f8 1 f56"/>
                            <a:gd name="f152" fmla="+- f102 0 f1"/>
                            <a:gd name="f153" fmla="*/ f103 1 f55"/>
                            <a:gd name="f154" fmla="*/ f104 1 f56"/>
                            <a:gd name="f155" fmla="*/ f105 1 f55"/>
                            <a:gd name="f156" fmla="*/ f106 1 f56"/>
                            <a:gd name="f157" fmla="*/ f107 1 f55"/>
                            <a:gd name="f158" fmla="*/ f108 1 f56"/>
                            <a:gd name="f159" fmla="*/ f109 1 f55"/>
                            <a:gd name="f160" fmla="*/ f110 1 f55"/>
                            <a:gd name="f161" fmla="*/ f111 1 f56"/>
                            <a:gd name="f162" fmla="*/ f112 1 f55"/>
                            <a:gd name="f163" fmla="*/ f113 1 f55"/>
                            <a:gd name="f164" fmla="*/ f114 1 f55"/>
                            <a:gd name="f165" fmla="*/ f115 1 f55"/>
                            <a:gd name="f166" fmla="*/ f116 1 f56"/>
                            <a:gd name="f167" fmla="*/ f117 1 f55"/>
                            <a:gd name="f168" fmla="*/ f118 1 f55"/>
                            <a:gd name="f169" fmla="*/ f119 1 f56"/>
                            <a:gd name="f170" fmla="*/ f120 1 f55"/>
                            <a:gd name="f171" fmla="*/ f121 1 f55"/>
                            <a:gd name="f172" fmla="*/ f122 1 f56"/>
                            <a:gd name="f173" fmla="*/ f123 1 f55"/>
                            <a:gd name="f174" fmla="*/ f124 1 f56"/>
                            <a:gd name="f175" fmla="*/ f125 1 f55"/>
                            <a:gd name="f176" fmla="*/ f126 1 f55"/>
                            <a:gd name="f177" fmla="*/ f127 1 f56"/>
                            <a:gd name="f178" fmla="*/ f128 1 f55"/>
                            <a:gd name="f179" fmla="*/ f129 1 f56"/>
                            <a:gd name="f180" fmla="*/ f130 1 f55"/>
                            <a:gd name="f181" fmla="*/ f131 1 f56"/>
                            <a:gd name="f182" fmla="*/ f132 1 f55"/>
                            <a:gd name="f183" fmla="*/ f133 1 f56"/>
                            <a:gd name="f184" fmla="*/ f134 1 f55"/>
                            <a:gd name="f185" fmla="*/ f135 1 f56"/>
                            <a:gd name="f186" fmla="*/ f136 1 f55"/>
                            <a:gd name="f187" fmla="*/ f137 1 f56"/>
                            <a:gd name="f188" fmla="*/ f138 1 f55"/>
                            <a:gd name="f189" fmla="*/ f139 1 f56"/>
                            <a:gd name="f190" fmla="*/ f140 1 f56"/>
                            <a:gd name="f191" fmla="*/ f141 1 f55"/>
                            <a:gd name="f192" fmla="*/ f142 1 f56"/>
                            <a:gd name="f193" fmla="*/ f143 1 f56"/>
                            <a:gd name="f194" fmla="*/ f144 1 f55"/>
                            <a:gd name="f195" fmla="*/ f145 1 f55"/>
                            <a:gd name="f196" fmla="*/ f146 1 f55"/>
                            <a:gd name="f197" fmla="*/ f147 1 f56"/>
                            <a:gd name="f198" fmla="*/ f148 f50 1"/>
                            <a:gd name="f199" fmla="*/ f149 f50 1"/>
                            <a:gd name="f200" fmla="*/ f151 f51 1"/>
                            <a:gd name="f201" fmla="*/ f150 f51 1"/>
                            <a:gd name="f202" fmla="*/ f153 f50 1"/>
                            <a:gd name="f203" fmla="*/ f154 f51 1"/>
                            <a:gd name="f204" fmla="*/ f155 f50 1"/>
                            <a:gd name="f205" fmla="*/ f156 f51 1"/>
                            <a:gd name="f206" fmla="*/ f157 f50 1"/>
                            <a:gd name="f207" fmla="*/ f158 f51 1"/>
                            <a:gd name="f208" fmla="*/ f159 f50 1"/>
                            <a:gd name="f209" fmla="*/ f160 f50 1"/>
                            <a:gd name="f210" fmla="*/ f161 f51 1"/>
                            <a:gd name="f211" fmla="*/ f162 f50 1"/>
                            <a:gd name="f212" fmla="*/ f163 f50 1"/>
                            <a:gd name="f213" fmla="*/ f164 f50 1"/>
                            <a:gd name="f214" fmla="*/ f165 f50 1"/>
                            <a:gd name="f215" fmla="*/ f166 f51 1"/>
                            <a:gd name="f216" fmla="*/ f167 f50 1"/>
                            <a:gd name="f217" fmla="*/ f168 f50 1"/>
                            <a:gd name="f218" fmla="*/ f169 f51 1"/>
                            <a:gd name="f219" fmla="*/ f170 f50 1"/>
                            <a:gd name="f220" fmla="*/ f171 f50 1"/>
                            <a:gd name="f221" fmla="*/ f172 f51 1"/>
                            <a:gd name="f222" fmla="*/ f173 f50 1"/>
                            <a:gd name="f223" fmla="*/ f174 f51 1"/>
                            <a:gd name="f224" fmla="*/ f175 f50 1"/>
                            <a:gd name="f225" fmla="*/ f176 f50 1"/>
                            <a:gd name="f226" fmla="*/ f177 f51 1"/>
                            <a:gd name="f227" fmla="*/ f178 f50 1"/>
                            <a:gd name="f228" fmla="*/ f179 f51 1"/>
                            <a:gd name="f229" fmla="*/ f180 f50 1"/>
                            <a:gd name="f230" fmla="*/ f181 f51 1"/>
                            <a:gd name="f231" fmla="*/ f182 f50 1"/>
                            <a:gd name="f232" fmla="*/ f183 f51 1"/>
                            <a:gd name="f233" fmla="*/ f184 f50 1"/>
                            <a:gd name="f234" fmla="*/ f185 f51 1"/>
                            <a:gd name="f235" fmla="*/ f186 f50 1"/>
                            <a:gd name="f236" fmla="*/ f187 f51 1"/>
                            <a:gd name="f237" fmla="*/ f188 f50 1"/>
                            <a:gd name="f238" fmla="*/ f189 f51 1"/>
                            <a:gd name="f239" fmla="*/ f190 f51 1"/>
                            <a:gd name="f240" fmla="*/ f191 f50 1"/>
                            <a:gd name="f241" fmla="*/ f192 f51 1"/>
                            <a:gd name="f242" fmla="*/ f193 f51 1"/>
                            <a:gd name="f243" fmla="*/ f194 f50 1"/>
                            <a:gd name="f244" fmla="*/ f195 f50 1"/>
                            <a:gd name="f245" fmla="*/ f196 f50 1"/>
                            <a:gd name="f246" fmla="*/ f197 f51 1"/>
                          </a:gdLst>
                          <a:ahLst/>
                          <a:cxnLst/>
                          <a:rect l="f198" t="f201" r="f199" b="f200"/>
                          <a:pathLst>
                            <a:path w="370" h="273">
                              <a:moveTo>
                                <a:pt x="f9" y="f8"/>
                              </a:moveTo>
                              <a:lnTo>
                                <a:pt x="f10" y="f6"/>
                              </a:lnTo>
                              <a:lnTo>
                                <a:pt x="f11" y="f12"/>
                              </a:lnTo>
                              <a:lnTo>
                                <a:pt x="f13" y="f12"/>
                              </a:lnTo>
                              <a:lnTo>
                                <a:pt x="f14" y="f15"/>
                              </a:lnTo>
                              <a:lnTo>
                                <a:pt x="f16" y="f15"/>
                              </a:lnTo>
                              <a:lnTo>
                                <a:pt x="f6" y="f8"/>
                              </a:lnTo>
                              <a:lnTo>
                                <a:pt x="f9" y="f8"/>
                              </a:lnTo>
                              <a:close/>
                              <a:moveTo>
                                <a:pt x="f17" y="f8"/>
                              </a:moveTo>
                              <a:lnTo>
                                <a:pt x="f18" y="f19"/>
                              </a:lnTo>
                              <a:lnTo>
                                <a:pt x="f20" y="f19"/>
                              </a:lnTo>
                              <a:lnTo>
                                <a:pt x="f21" y="f22"/>
                              </a:lnTo>
                              <a:lnTo>
                                <a:pt x="f23" y="f22"/>
                              </a:lnTo>
                              <a:lnTo>
                                <a:pt x="f24" y="f8"/>
                              </a:lnTo>
                              <a:lnTo>
                                <a:pt x="f17" y="f8"/>
                              </a:lnTo>
                              <a:close/>
                              <a:moveTo>
                                <a:pt x="f18" y="f25"/>
                              </a:moveTo>
                              <a:lnTo>
                                <a:pt x="f26" y="f27"/>
                              </a:lnTo>
                              <a:lnTo>
                                <a:pt x="f28" y="f27"/>
                              </a:lnTo>
                              <a:lnTo>
                                <a:pt x="f29" y="f30"/>
                              </a:lnTo>
                              <a:lnTo>
                                <a:pt x="f31" y="f32"/>
                              </a:lnTo>
                              <a:lnTo>
                                <a:pt x="f33" y="f34"/>
                              </a:lnTo>
                              <a:lnTo>
                                <a:pt x="f35" y="f36"/>
                              </a:lnTo>
                              <a:lnTo>
                                <a:pt x="f7" y="f19"/>
                              </a:lnTo>
                              <a:lnTo>
                                <a:pt x="f35" y="f37"/>
                              </a:lnTo>
                              <a:lnTo>
                                <a:pt x="f2" y="f38"/>
                              </a:lnTo>
                              <a:lnTo>
                                <a:pt x="f39" y="f40"/>
                              </a:lnTo>
                              <a:lnTo>
                                <a:pt x="f31" y="f41"/>
                              </a:lnTo>
                              <a:lnTo>
                                <a:pt x="f42" y="f43"/>
                              </a:lnTo>
                              <a:lnTo>
                                <a:pt x="f28" y="f44"/>
                              </a:lnTo>
                              <a:lnTo>
                                <a:pt x="f24" y="f44"/>
                              </a:lnTo>
                              <a:lnTo>
                                <a:pt x="f23" y="f19"/>
                              </a:lnTo>
                              <a:lnTo>
                                <a:pt x="f45" y="f19"/>
                              </a:lnTo>
                              <a:lnTo>
                                <a:pt x="f46" y="f19"/>
                              </a:lnTo>
                              <a:lnTo>
                                <a:pt x="f47" y="f48"/>
                              </a:lnTo>
                              <a:lnTo>
                                <a:pt x="f46" y="f25"/>
                              </a:lnTo>
                              <a:lnTo>
                                <a:pt x="f45" y="f25"/>
                              </a:lnTo>
                              <a:lnTo>
                                <a:pt x="f18" y="f2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9E5247" w:rsidRDefault="009E5247" w:rsidP="00DA09D1"/>
                        </w:txbxContent>
                      </wps:txbx>
                      <wps:bodyPr vert="horz" wrap="square" lIns="0" tIns="0" rIns="0" bIns="0" anchor="t" anchorCtr="0" compatLnSpc="0"/>
                    </wps:wsp>
                    <wps:wsp>
                      <wps:cNvPr id="13" name="Freeform 70"/>
                      <wps:cNvSpPr/>
                      <wps:spPr>
                        <a:xfrm>
                          <a:off x="22320" y="22320"/>
                          <a:ext cx="422635" cy="195123"/>
                        </a:xfrm>
                        <a:custGeom>
                          <a:avLst/>
                          <a:gdLst>
                            <a:gd name="f0" fmla="val 10800000"/>
                            <a:gd name="f1" fmla="val 5400000"/>
                            <a:gd name="f2" fmla="val 360"/>
                            <a:gd name="f3" fmla="val 180"/>
                            <a:gd name="f4" fmla="val w"/>
                            <a:gd name="f5" fmla="val h"/>
                            <a:gd name="f6" fmla="val 0"/>
                            <a:gd name="f7" fmla="val 665"/>
                            <a:gd name="f8" fmla="val 308"/>
                            <a:gd name="f9" fmla="val 600"/>
                            <a:gd name="f10" fmla="val 263"/>
                            <a:gd name="f11" fmla="val 660"/>
                            <a:gd name="f12" fmla="val 253"/>
                            <a:gd name="f13" fmla="val 298"/>
                            <a:gd name="f14" fmla="val 650"/>
                            <a:gd name="f15" fmla="val 268"/>
                            <a:gd name="f16" fmla="val 640"/>
                            <a:gd name="f17" fmla="val 645"/>
                            <a:gd name="f18" fmla="val 635"/>
                            <a:gd name="f19" fmla="val 630"/>
                            <a:gd name="f20" fmla="val 273"/>
                            <a:gd name="f21" fmla="val 615"/>
                            <a:gd name="f22" fmla="val 620"/>
                            <a:gd name="f23" fmla="val 610"/>
                            <a:gd name="f24" fmla="val 575"/>
                            <a:gd name="f25" fmla="val 198"/>
                            <a:gd name="f26" fmla="val 159"/>
                            <a:gd name="f27" fmla="val 625"/>
                            <a:gd name="f28" fmla="val 169"/>
                            <a:gd name="f29" fmla="val 595"/>
                            <a:gd name="f30" fmla="val 193"/>
                            <a:gd name="f31" fmla="val 188"/>
                            <a:gd name="f32" fmla="val 203"/>
                            <a:gd name="f33" fmla="val 605"/>
                            <a:gd name="f34" fmla="val 228"/>
                            <a:gd name="f35" fmla="val 218"/>
                            <a:gd name="f36" fmla="val 655"/>
                            <a:gd name="f37" fmla="val 243"/>
                            <a:gd name="f38" fmla="val 590"/>
                            <a:gd name="f39" fmla="val 580"/>
                            <a:gd name="f40" fmla="val 208"/>
                            <a:gd name="f41" fmla="val 555"/>
                            <a:gd name="f42" fmla="val 124"/>
                            <a:gd name="f43" fmla="val 550"/>
                            <a:gd name="f44" fmla="val 139"/>
                            <a:gd name="f45" fmla="val 154"/>
                            <a:gd name="f46" fmla="val 565"/>
                            <a:gd name="f47" fmla="val 149"/>
                            <a:gd name="f48" fmla="val 585"/>
                            <a:gd name="f49" fmla="val 144"/>
                            <a:gd name="f50" fmla="val 570"/>
                            <a:gd name="f51" fmla="val 119"/>
                            <a:gd name="f52" fmla="val 560"/>
                            <a:gd name="f53" fmla="val 109"/>
                            <a:gd name="f54" fmla="val 129"/>
                            <a:gd name="f55" fmla="val 164"/>
                            <a:gd name="f56" fmla="val 545"/>
                            <a:gd name="f57" fmla="val 535"/>
                            <a:gd name="f58" fmla="val 540"/>
                            <a:gd name="f59" fmla="val 470"/>
                            <a:gd name="f60" fmla="val 94"/>
                            <a:gd name="f61" fmla="val 490"/>
                            <a:gd name="f62" fmla="val 39"/>
                            <a:gd name="f63" fmla="val 500"/>
                            <a:gd name="f64" fmla="val 44"/>
                            <a:gd name="f65" fmla="val 485"/>
                            <a:gd name="f66" fmla="val 84"/>
                            <a:gd name="f67" fmla="val 520"/>
                            <a:gd name="f68" fmla="val 54"/>
                            <a:gd name="f69" fmla="val 530"/>
                            <a:gd name="f70" fmla="val 64"/>
                            <a:gd name="f71" fmla="val 515"/>
                            <a:gd name="f72" fmla="val 104"/>
                            <a:gd name="f73" fmla="val 74"/>
                            <a:gd name="f74" fmla="val 510"/>
                            <a:gd name="f75" fmla="val 114"/>
                            <a:gd name="f76" fmla="val 69"/>
                            <a:gd name="f77" fmla="val 480"/>
                            <a:gd name="f78" fmla="val 99"/>
                            <a:gd name="f79" fmla="val 425"/>
                            <a:gd name="f80" fmla="val 445"/>
                            <a:gd name="f81" fmla="val 30"/>
                            <a:gd name="f82" fmla="val 25"/>
                            <a:gd name="f83" fmla="val 430"/>
                            <a:gd name="f84" fmla="val 15"/>
                            <a:gd name="f85" fmla="val 475"/>
                            <a:gd name="f86" fmla="val 455"/>
                            <a:gd name="f87" fmla="val 35"/>
                            <a:gd name="f88" fmla="val 435"/>
                            <a:gd name="f89" fmla="val 79"/>
                            <a:gd name="f90" fmla="val 355"/>
                            <a:gd name="f91" fmla="val 370"/>
                            <a:gd name="f92" fmla="val 49"/>
                            <a:gd name="f93" fmla="val 380"/>
                            <a:gd name="f94" fmla="val 390"/>
                            <a:gd name="f95" fmla="val 365"/>
                            <a:gd name="f96" fmla="val 10"/>
                            <a:gd name="f97" fmla="val 375"/>
                            <a:gd name="f98" fmla="val 5"/>
                            <a:gd name="f99" fmla="val 385"/>
                            <a:gd name="f100" fmla="val 395"/>
                            <a:gd name="f101" fmla="val 405"/>
                            <a:gd name="f102" fmla="val 20"/>
                            <a:gd name="f103" fmla="val 400"/>
                            <a:gd name="f104" fmla="val 59"/>
                            <a:gd name="f105" fmla="val 295"/>
                            <a:gd name="f106" fmla="val 290"/>
                            <a:gd name="f107" fmla="val 300"/>
                            <a:gd name="f108" fmla="val 330"/>
                            <a:gd name="f109" fmla="val 325"/>
                            <a:gd name="f110" fmla="val 335"/>
                            <a:gd name="f111" fmla="val 340"/>
                            <a:gd name="f112" fmla="val 305"/>
                            <a:gd name="f113" fmla="val 260"/>
                            <a:gd name="f114" fmla="val 245"/>
                            <a:gd name="f115" fmla="val 240"/>
                            <a:gd name="f116" fmla="val 285"/>
                            <a:gd name="f117" fmla="val 270"/>
                            <a:gd name="f118" fmla="val 265"/>
                            <a:gd name="f119" fmla="val 225"/>
                            <a:gd name="f120" fmla="val 235"/>
                            <a:gd name="f121" fmla="val 175"/>
                            <a:gd name="f122" fmla="val 185"/>
                            <a:gd name="f123" fmla="val 190"/>
                            <a:gd name="f124" fmla="val 195"/>
                            <a:gd name="f125" fmla="val 200"/>
                            <a:gd name="f126" fmla="val 160"/>
                            <a:gd name="f127" fmla="val 210"/>
                            <a:gd name="f128" fmla="val 205"/>
                            <a:gd name="f129" fmla="val 140"/>
                            <a:gd name="f130" fmla="val 120"/>
                            <a:gd name="f131" fmla="val 80"/>
                            <a:gd name="f132" fmla="val 90"/>
                            <a:gd name="f133" fmla="val 110"/>
                            <a:gd name="f134" fmla="val 130"/>
                            <a:gd name="f135" fmla="val 145"/>
                            <a:gd name="f136" fmla="val 134"/>
                            <a:gd name="f137" fmla="val 75"/>
                            <a:gd name="f138" fmla="val 179"/>
                            <a:gd name="f139" fmla="val 100"/>
                            <a:gd name="f140" fmla="val 174"/>
                            <a:gd name="f141" fmla="val 95"/>
                            <a:gd name="f142" fmla="val 70"/>
                            <a:gd name="f143" fmla="val 55"/>
                            <a:gd name="f144" fmla="val 50"/>
                            <a:gd name="f145" fmla="val 65"/>
                            <a:gd name="f146" fmla="val 85"/>
                            <a:gd name="f147" fmla="val 60"/>
                            <a:gd name="f148" fmla="val 105"/>
                            <a:gd name="f149" fmla="val 233"/>
                            <a:gd name="f150" fmla="val 238"/>
                            <a:gd name="f151" fmla="val 248"/>
                            <a:gd name="f152" fmla="val 258"/>
                            <a:gd name="f153" fmla="val 293"/>
                            <a:gd name="f154" fmla="val 283"/>
                            <a:gd name="f155" fmla="+- 0 0 0"/>
                            <a:gd name="f156" fmla="*/ f4 1 665"/>
                            <a:gd name="f157" fmla="*/ f5 1 308"/>
                            <a:gd name="f158" fmla="+- f8 0 f6"/>
                            <a:gd name="f159" fmla="+- f7 0 f6"/>
                            <a:gd name="f160" fmla="*/ f155 f0 1"/>
                            <a:gd name="f161" fmla="*/ f159 1 665"/>
                            <a:gd name="f162" fmla="*/ f158 1 308"/>
                            <a:gd name="f163" fmla="*/ 650 f159 1"/>
                            <a:gd name="f164" fmla="*/ 268 f158 1"/>
                            <a:gd name="f165" fmla="*/ 615 f159 1"/>
                            <a:gd name="f166" fmla="*/ 273 f158 1"/>
                            <a:gd name="f167" fmla="*/ 620 f159 1"/>
                            <a:gd name="f168" fmla="*/ 159 f158 1"/>
                            <a:gd name="f169" fmla="*/ 605 f159 1"/>
                            <a:gd name="f170" fmla="*/ 228 f158 1"/>
                            <a:gd name="f171" fmla="*/ 625 f159 1"/>
                            <a:gd name="f172" fmla="*/ 198 f158 1"/>
                            <a:gd name="f173" fmla="*/ 550 f159 1"/>
                            <a:gd name="f174" fmla="*/ 139 f158 1"/>
                            <a:gd name="f175" fmla="*/ 565 f159 1"/>
                            <a:gd name="f176" fmla="*/ 585 f159 1"/>
                            <a:gd name="f177" fmla="*/ 119 f158 1"/>
                            <a:gd name="f178" fmla="*/ 560 f159 1"/>
                            <a:gd name="f179" fmla="*/ 109 f158 1"/>
                            <a:gd name="f180" fmla="*/ 580 f159 1"/>
                            <a:gd name="f181" fmla="*/ 600 f159 1"/>
                            <a:gd name="f182" fmla="*/ 169 f158 1"/>
                            <a:gd name="f183" fmla="*/ 535 f159 1"/>
                            <a:gd name="f184" fmla="*/ 149 f158 1"/>
                            <a:gd name="f185" fmla="*/ 520 f159 1"/>
                            <a:gd name="f186" fmla="*/ 54 f158 1"/>
                            <a:gd name="f187" fmla="*/ 510 f159 1"/>
                            <a:gd name="f188" fmla="*/ 124 f158 1"/>
                            <a:gd name="f189" fmla="*/ 425 f159 1"/>
                            <a:gd name="f190" fmla="*/ 74 f158 1"/>
                            <a:gd name="f191" fmla="*/ 470 f159 1"/>
                            <a:gd name="f192" fmla="*/ 39 f158 1"/>
                            <a:gd name="f193" fmla="*/ 370 f159 1"/>
                            <a:gd name="f194" fmla="*/ 380 f159 1"/>
                            <a:gd name="f195" fmla="*/ 390 f159 1"/>
                            <a:gd name="f196" fmla="*/ 44 f158 1"/>
                            <a:gd name="f197" fmla="*/ 35 f158 1"/>
                            <a:gd name="f198" fmla="*/ 365 f159 1"/>
                            <a:gd name="f199" fmla="*/ 10 f158 1"/>
                            <a:gd name="f200" fmla="*/ 385 f159 1"/>
                            <a:gd name="f201" fmla="*/ 5 f158 1"/>
                            <a:gd name="f202" fmla="*/ 405 f159 1"/>
                            <a:gd name="f203" fmla="*/ 25 f158 1"/>
                            <a:gd name="f204" fmla="*/ 15 f158 1"/>
                            <a:gd name="f205" fmla="*/ 375 f159 1"/>
                            <a:gd name="f206" fmla="*/ 20 f158 1"/>
                            <a:gd name="f207" fmla="*/ 400 f159 1"/>
                            <a:gd name="f208" fmla="*/ 49 f158 1"/>
                            <a:gd name="f209" fmla="*/ 64 f158 1"/>
                            <a:gd name="f210" fmla="*/ 360 f159 1"/>
                            <a:gd name="f211" fmla="*/ 300 f159 1"/>
                            <a:gd name="f212" fmla="*/ 0 f158 1"/>
                            <a:gd name="f213" fmla="*/ 330 f159 1"/>
                            <a:gd name="f214" fmla="*/ 59 f158 1"/>
                            <a:gd name="f215" fmla="*/ 245 f159 1"/>
                            <a:gd name="f216" fmla="*/ 265 f159 1"/>
                            <a:gd name="f217" fmla="*/ 190 f159 1"/>
                            <a:gd name="f218" fmla="*/ 200 f159 1"/>
                            <a:gd name="f219" fmla="*/ 175 f159 1"/>
                            <a:gd name="f220" fmla="*/ 210 f159 1"/>
                            <a:gd name="f221" fmla="*/ 185 f159 1"/>
                            <a:gd name="f222" fmla="*/ 80 f159 1"/>
                            <a:gd name="f223" fmla="*/ 114 f158 1"/>
                            <a:gd name="f224" fmla="*/ 130 f159 1"/>
                            <a:gd name="f225" fmla="*/ 179 f158 1"/>
                            <a:gd name="f226" fmla="*/ 100 f159 1"/>
                            <a:gd name="f227" fmla="*/ 164 f158 1"/>
                            <a:gd name="f228" fmla="*/ 95 f159 1"/>
                            <a:gd name="f229" fmla="*/ 70 f159 1"/>
                            <a:gd name="f230" fmla="*/ 174 f158 1"/>
                            <a:gd name="f231" fmla="*/ 50 f159 1"/>
                            <a:gd name="f232" fmla="*/ 65 f159 1"/>
                            <a:gd name="f233" fmla="*/ 75 f159 1"/>
                            <a:gd name="f234" fmla="*/ 90 f159 1"/>
                            <a:gd name="f235" fmla="*/ 110 f159 1"/>
                            <a:gd name="f236" fmla="*/ 105 f159 1"/>
                            <a:gd name="f237" fmla="*/ 188 f158 1"/>
                            <a:gd name="f238" fmla="*/ 60 f159 1"/>
                            <a:gd name="f239" fmla="*/ 218 f158 1"/>
                            <a:gd name="f240" fmla="*/ 248 f158 1"/>
                            <a:gd name="f241" fmla="*/ 308 f158 1"/>
                            <a:gd name="f242" fmla="*/ 263 f158 1"/>
                            <a:gd name="f243" fmla="*/ f160 1 f3"/>
                            <a:gd name="f244" fmla="*/ f163 1 665"/>
                            <a:gd name="f245" fmla="*/ f164 1 308"/>
                            <a:gd name="f246" fmla="*/ f165 1 665"/>
                            <a:gd name="f247" fmla="*/ f166 1 308"/>
                            <a:gd name="f248" fmla="*/ f167 1 665"/>
                            <a:gd name="f249" fmla="*/ f168 1 308"/>
                            <a:gd name="f250" fmla="*/ f169 1 665"/>
                            <a:gd name="f251" fmla="*/ f170 1 308"/>
                            <a:gd name="f252" fmla="*/ f171 1 665"/>
                            <a:gd name="f253" fmla="*/ f172 1 308"/>
                            <a:gd name="f254" fmla="*/ f173 1 665"/>
                            <a:gd name="f255" fmla="*/ f174 1 308"/>
                            <a:gd name="f256" fmla="*/ f175 1 665"/>
                            <a:gd name="f257" fmla="*/ f176 1 665"/>
                            <a:gd name="f258" fmla="*/ f177 1 308"/>
                            <a:gd name="f259" fmla="*/ f178 1 665"/>
                            <a:gd name="f260" fmla="*/ f179 1 308"/>
                            <a:gd name="f261" fmla="*/ f180 1 665"/>
                            <a:gd name="f262" fmla="*/ f181 1 665"/>
                            <a:gd name="f263" fmla="*/ f182 1 308"/>
                            <a:gd name="f264" fmla="*/ f183 1 665"/>
                            <a:gd name="f265" fmla="*/ f184 1 308"/>
                            <a:gd name="f266" fmla="*/ f185 1 665"/>
                            <a:gd name="f267" fmla="*/ f186 1 308"/>
                            <a:gd name="f268" fmla="*/ f187 1 665"/>
                            <a:gd name="f269" fmla="*/ f188 1 308"/>
                            <a:gd name="f270" fmla="*/ f189 1 665"/>
                            <a:gd name="f271" fmla="*/ f190 1 308"/>
                            <a:gd name="f272" fmla="*/ f191 1 665"/>
                            <a:gd name="f273" fmla="*/ f192 1 308"/>
                            <a:gd name="f274" fmla="*/ f193 1 665"/>
                            <a:gd name="f275" fmla="*/ f194 1 665"/>
                            <a:gd name="f276" fmla="*/ f195 1 665"/>
                            <a:gd name="f277" fmla="*/ f196 1 308"/>
                            <a:gd name="f278" fmla="*/ f197 1 308"/>
                            <a:gd name="f279" fmla="*/ f198 1 665"/>
                            <a:gd name="f280" fmla="*/ f199 1 308"/>
                            <a:gd name="f281" fmla="*/ f200 1 665"/>
                            <a:gd name="f282" fmla="*/ f201 1 308"/>
                            <a:gd name="f283" fmla="*/ f202 1 665"/>
                            <a:gd name="f284" fmla="*/ f203 1 308"/>
                            <a:gd name="f285" fmla="*/ f204 1 308"/>
                            <a:gd name="f286" fmla="*/ f205 1 665"/>
                            <a:gd name="f287" fmla="*/ f206 1 308"/>
                            <a:gd name="f288" fmla="*/ f207 1 665"/>
                            <a:gd name="f289" fmla="*/ f208 1 308"/>
                            <a:gd name="f290" fmla="*/ f209 1 308"/>
                            <a:gd name="f291" fmla="*/ f210 1 665"/>
                            <a:gd name="f292" fmla="*/ f211 1 665"/>
                            <a:gd name="f293" fmla="*/ f212 1 308"/>
                            <a:gd name="f294" fmla="*/ f213 1 665"/>
                            <a:gd name="f295" fmla="*/ f214 1 308"/>
                            <a:gd name="f296" fmla="*/ f215 1 665"/>
                            <a:gd name="f297" fmla="*/ f216 1 665"/>
                            <a:gd name="f298" fmla="*/ f217 1 665"/>
                            <a:gd name="f299" fmla="*/ f218 1 665"/>
                            <a:gd name="f300" fmla="*/ f219 1 665"/>
                            <a:gd name="f301" fmla="*/ f220 1 665"/>
                            <a:gd name="f302" fmla="*/ f221 1 665"/>
                            <a:gd name="f303" fmla="*/ f222 1 665"/>
                            <a:gd name="f304" fmla="*/ f223 1 308"/>
                            <a:gd name="f305" fmla="*/ f224 1 665"/>
                            <a:gd name="f306" fmla="*/ f225 1 308"/>
                            <a:gd name="f307" fmla="*/ f226 1 665"/>
                            <a:gd name="f308" fmla="*/ f227 1 308"/>
                            <a:gd name="f309" fmla="*/ f228 1 665"/>
                            <a:gd name="f310" fmla="*/ f229 1 665"/>
                            <a:gd name="f311" fmla="*/ f230 1 308"/>
                            <a:gd name="f312" fmla="*/ f231 1 665"/>
                            <a:gd name="f313" fmla="*/ f232 1 665"/>
                            <a:gd name="f314" fmla="*/ f233 1 665"/>
                            <a:gd name="f315" fmla="*/ f234 1 665"/>
                            <a:gd name="f316" fmla="*/ f235 1 665"/>
                            <a:gd name="f317" fmla="*/ f236 1 665"/>
                            <a:gd name="f318" fmla="*/ f237 1 308"/>
                            <a:gd name="f319" fmla="*/ f238 1 665"/>
                            <a:gd name="f320" fmla="*/ f239 1 308"/>
                            <a:gd name="f321" fmla="*/ f240 1 308"/>
                            <a:gd name="f322" fmla="*/ f241 1 308"/>
                            <a:gd name="f323" fmla="*/ f242 1 308"/>
                            <a:gd name="f324" fmla="*/ 0 1 f161"/>
                            <a:gd name="f325" fmla="*/ f7 1 f161"/>
                            <a:gd name="f326" fmla="*/ 0 1 f162"/>
                            <a:gd name="f327" fmla="*/ f8 1 f162"/>
                            <a:gd name="f328" fmla="+- f243 0 f1"/>
                            <a:gd name="f329" fmla="*/ f244 1 f161"/>
                            <a:gd name="f330" fmla="*/ f245 1 f162"/>
                            <a:gd name="f331" fmla="*/ f246 1 f161"/>
                            <a:gd name="f332" fmla="*/ f247 1 f162"/>
                            <a:gd name="f333" fmla="*/ f248 1 f161"/>
                            <a:gd name="f334" fmla="*/ f249 1 f162"/>
                            <a:gd name="f335" fmla="*/ f250 1 f161"/>
                            <a:gd name="f336" fmla="*/ f251 1 f162"/>
                            <a:gd name="f337" fmla="*/ f252 1 f161"/>
                            <a:gd name="f338" fmla="*/ f253 1 f162"/>
                            <a:gd name="f339" fmla="*/ f254 1 f161"/>
                            <a:gd name="f340" fmla="*/ f255 1 f162"/>
                            <a:gd name="f341" fmla="*/ f256 1 f161"/>
                            <a:gd name="f342" fmla="*/ f257 1 f161"/>
                            <a:gd name="f343" fmla="*/ f258 1 f162"/>
                            <a:gd name="f344" fmla="*/ f259 1 f161"/>
                            <a:gd name="f345" fmla="*/ f260 1 f162"/>
                            <a:gd name="f346" fmla="*/ f261 1 f161"/>
                            <a:gd name="f347" fmla="*/ f262 1 f161"/>
                            <a:gd name="f348" fmla="*/ f263 1 f162"/>
                            <a:gd name="f349" fmla="*/ f264 1 f161"/>
                            <a:gd name="f350" fmla="*/ f265 1 f162"/>
                            <a:gd name="f351" fmla="*/ f266 1 f161"/>
                            <a:gd name="f352" fmla="*/ f267 1 f162"/>
                            <a:gd name="f353" fmla="*/ f268 1 f161"/>
                            <a:gd name="f354" fmla="*/ f269 1 f162"/>
                            <a:gd name="f355" fmla="*/ f270 1 f161"/>
                            <a:gd name="f356" fmla="*/ f271 1 f162"/>
                            <a:gd name="f357" fmla="*/ f272 1 f161"/>
                            <a:gd name="f358" fmla="*/ f273 1 f162"/>
                            <a:gd name="f359" fmla="*/ f274 1 f161"/>
                            <a:gd name="f360" fmla="*/ f275 1 f161"/>
                            <a:gd name="f361" fmla="*/ f276 1 f161"/>
                            <a:gd name="f362" fmla="*/ f277 1 f162"/>
                            <a:gd name="f363" fmla="*/ f278 1 f162"/>
                            <a:gd name="f364" fmla="*/ f279 1 f161"/>
                            <a:gd name="f365" fmla="*/ f280 1 f162"/>
                            <a:gd name="f366" fmla="*/ f281 1 f161"/>
                            <a:gd name="f367" fmla="*/ f282 1 f162"/>
                            <a:gd name="f368" fmla="*/ f283 1 f161"/>
                            <a:gd name="f369" fmla="*/ f284 1 f162"/>
                            <a:gd name="f370" fmla="*/ f285 1 f162"/>
                            <a:gd name="f371" fmla="*/ f286 1 f161"/>
                            <a:gd name="f372" fmla="*/ f287 1 f162"/>
                            <a:gd name="f373" fmla="*/ f288 1 f161"/>
                            <a:gd name="f374" fmla="*/ f289 1 f162"/>
                            <a:gd name="f375" fmla="*/ f290 1 f162"/>
                            <a:gd name="f376" fmla="*/ f291 1 f161"/>
                            <a:gd name="f377" fmla="*/ f292 1 f161"/>
                            <a:gd name="f378" fmla="*/ f293 1 f162"/>
                            <a:gd name="f379" fmla="*/ f294 1 f161"/>
                            <a:gd name="f380" fmla="*/ f295 1 f162"/>
                            <a:gd name="f381" fmla="*/ f296 1 f161"/>
                            <a:gd name="f382" fmla="*/ f297 1 f161"/>
                            <a:gd name="f383" fmla="*/ f298 1 f161"/>
                            <a:gd name="f384" fmla="*/ f299 1 f161"/>
                            <a:gd name="f385" fmla="*/ f300 1 f161"/>
                            <a:gd name="f386" fmla="*/ f301 1 f161"/>
                            <a:gd name="f387" fmla="*/ f302 1 f161"/>
                            <a:gd name="f388" fmla="*/ f303 1 f161"/>
                            <a:gd name="f389" fmla="*/ f304 1 f162"/>
                            <a:gd name="f390" fmla="*/ f305 1 f161"/>
                            <a:gd name="f391" fmla="*/ f306 1 f162"/>
                            <a:gd name="f392" fmla="*/ f307 1 f161"/>
                            <a:gd name="f393" fmla="*/ f308 1 f162"/>
                            <a:gd name="f394" fmla="*/ f309 1 f161"/>
                            <a:gd name="f395" fmla="*/ f310 1 f161"/>
                            <a:gd name="f396" fmla="*/ f311 1 f162"/>
                            <a:gd name="f397" fmla="*/ f312 1 f161"/>
                            <a:gd name="f398" fmla="*/ f313 1 f161"/>
                            <a:gd name="f399" fmla="*/ f314 1 f161"/>
                            <a:gd name="f400" fmla="*/ f315 1 f161"/>
                            <a:gd name="f401" fmla="*/ f316 1 f161"/>
                            <a:gd name="f402" fmla="*/ f317 1 f161"/>
                            <a:gd name="f403" fmla="*/ f318 1 f162"/>
                            <a:gd name="f404" fmla="*/ f319 1 f161"/>
                            <a:gd name="f405" fmla="*/ f320 1 f162"/>
                            <a:gd name="f406" fmla="*/ f321 1 f162"/>
                            <a:gd name="f407" fmla="*/ f322 1 f162"/>
                            <a:gd name="f408" fmla="*/ f323 1 f162"/>
                            <a:gd name="f409" fmla="*/ f324 f156 1"/>
                            <a:gd name="f410" fmla="*/ f325 f156 1"/>
                            <a:gd name="f411" fmla="*/ f327 f157 1"/>
                            <a:gd name="f412" fmla="*/ f326 f157 1"/>
                            <a:gd name="f413" fmla="*/ f329 f156 1"/>
                            <a:gd name="f414" fmla="*/ f330 f157 1"/>
                            <a:gd name="f415" fmla="*/ f331 f156 1"/>
                            <a:gd name="f416" fmla="*/ f332 f157 1"/>
                            <a:gd name="f417" fmla="*/ f333 f156 1"/>
                            <a:gd name="f418" fmla="*/ f334 f157 1"/>
                            <a:gd name="f419" fmla="*/ f335 f156 1"/>
                            <a:gd name="f420" fmla="*/ f336 f157 1"/>
                            <a:gd name="f421" fmla="*/ f337 f156 1"/>
                            <a:gd name="f422" fmla="*/ f338 f157 1"/>
                            <a:gd name="f423" fmla="*/ f339 f156 1"/>
                            <a:gd name="f424" fmla="*/ f340 f157 1"/>
                            <a:gd name="f425" fmla="*/ f341 f156 1"/>
                            <a:gd name="f426" fmla="*/ f342 f156 1"/>
                            <a:gd name="f427" fmla="*/ f343 f157 1"/>
                            <a:gd name="f428" fmla="*/ f344 f156 1"/>
                            <a:gd name="f429" fmla="*/ f345 f157 1"/>
                            <a:gd name="f430" fmla="*/ f346 f156 1"/>
                            <a:gd name="f431" fmla="*/ f347 f156 1"/>
                            <a:gd name="f432" fmla="*/ f348 f157 1"/>
                            <a:gd name="f433" fmla="*/ f349 f156 1"/>
                            <a:gd name="f434" fmla="*/ f350 f157 1"/>
                            <a:gd name="f435" fmla="*/ f351 f156 1"/>
                            <a:gd name="f436" fmla="*/ f352 f157 1"/>
                            <a:gd name="f437" fmla="*/ f353 f156 1"/>
                            <a:gd name="f438" fmla="*/ f354 f157 1"/>
                            <a:gd name="f439" fmla="*/ f355 f156 1"/>
                            <a:gd name="f440" fmla="*/ f356 f157 1"/>
                            <a:gd name="f441" fmla="*/ f357 f156 1"/>
                            <a:gd name="f442" fmla="*/ f358 f157 1"/>
                            <a:gd name="f443" fmla="*/ f359 f156 1"/>
                            <a:gd name="f444" fmla="*/ f360 f156 1"/>
                            <a:gd name="f445" fmla="*/ f361 f156 1"/>
                            <a:gd name="f446" fmla="*/ f362 f157 1"/>
                            <a:gd name="f447" fmla="*/ f363 f157 1"/>
                            <a:gd name="f448" fmla="*/ f364 f156 1"/>
                            <a:gd name="f449" fmla="*/ f365 f157 1"/>
                            <a:gd name="f450" fmla="*/ f366 f156 1"/>
                            <a:gd name="f451" fmla="*/ f367 f157 1"/>
                            <a:gd name="f452" fmla="*/ f368 f156 1"/>
                            <a:gd name="f453" fmla="*/ f369 f157 1"/>
                            <a:gd name="f454" fmla="*/ f370 f157 1"/>
                            <a:gd name="f455" fmla="*/ f371 f156 1"/>
                            <a:gd name="f456" fmla="*/ f372 f157 1"/>
                            <a:gd name="f457" fmla="*/ f373 f156 1"/>
                            <a:gd name="f458" fmla="*/ f374 f157 1"/>
                            <a:gd name="f459" fmla="*/ f375 f157 1"/>
                            <a:gd name="f460" fmla="*/ f376 f156 1"/>
                            <a:gd name="f461" fmla="*/ f377 f156 1"/>
                            <a:gd name="f462" fmla="*/ f378 f157 1"/>
                            <a:gd name="f463" fmla="*/ f379 f156 1"/>
                            <a:gd name="f464" fmla="*/ f380 f157 1"/>
                            <a:gd name="f465" fmla="*/ f381 f156 1"/>
                            <a:gd name="f466" fmla="*/ f382 f156 1"/>
                            <a:gd name="f467" fmla="*/ f383 f156 1"/>
                            <a:gd name="f468" fmla="*/ f384 f156 1"/>
                            <a:gd name="f469" fmla="*/ f385 f156 1"/>
                            <a:gd name="f470" fmla="*/ f386 f156 1"/>
                            <a:gd name="f471" fmla="*/ f387 f156 1"/>
                            <a:gd name="f472" fmla="*/ f388 f156 1"/>
                            <a:gd name="f473" fmla="*/ f389 f157 1"/>
                            <a:gd name="f474" fmla="*/ f390 f156 1"/>
                            <a:gd name="f475" fmla="*/ f391 f157 1"/>
                            <a:gd name="f476" fmla="*/ f392 f156 1"/>
                            <a:gd name="f477" fmla="*/ f393 f157 1"/>
                            <a:gd name="f478" fmla="*/ f394 f156 1"/>
                            <a:gd name="f479" fmla="*/ f395 f156 1"/>
                            <a:gd name="f480" fmla="*/ f396 f157 1"/>
                            <a:gd name="f481" fmla="*/ f397 f156 1"/>
                            <a:gd name="f482" fmla="*/ f398 f156 1"/>
                            <a:gd name="f483" fmla="*/ f399 f156 1"/>
                            <a:gd name="f484" fmla="*/ f400 f156 1"/>
                            <a:gd name="f485" fmla="*/ f401 f156 1"/>
                            <a:gd name="f486" fmla="*/ f402 f156 1"/>
                            <a:gd name="f487" fmla="*/ f403 f157 1"/>
                            <a:gd name="f488" fmla="*/ f404 f156 1"/>
                            <a:gd name="f489" fmla="*/ f405 f157 1"/>
                            <a:gd name="f490" fmla="*/ f406 f157 1"/>
                            <a:gd name="f491" fmla="*/ f407 f157 1"/>
                            <a:gd name="f492" fmla="*/ f408 f157 1"/>
                          </a:gdLst>
                          <a:ahLst/>
                          <a:cxnLst/>
                          <a:rect l="f409" t="f412" r="f410" b="f411"/>
                          <a:pathLst>
                            <a:path w="665" h="308">
                              <a:moveTo>
                                <a:pt x="f9" y="f10"/>
                              </a:moveTo>
                              <a:lnTo>
                                <a:pt x="f11" y="f12"/>
                              </a:lnTo>
                              <a:lnTo>
                                <a:pt x="f7" y="f13"/>
                              </a:lnTo>
                              <a:lnTo>
                                <a:pt x="f11" y="f13"/>
                              </a:lnTo>
                              <a:lnTo>
                                <a:pt x="f14" y="f15"/>
                              </a:lnTo>
                              <a:lnTo>
                                <a:pt x="f16" y="f15"/>
                              </a:lnTo>
                              <a:lnTo>
                                <a:pt x="f17" y="f13"/>
                              </a:lnTo>
                              <a:lnTo>
                                <a:pt x="f18" y="f13"/>
                              </a:lnTo>
                              <a:lnTo>
                                <a:pt x="f19" y="f20"/>
                              </a:lnTo>
                              <a:lnTo>
                                <a:pt x="f21" y="f20"/>
                              </a:lnTo>
                              <a:lnTo>
                                <a:pt x="f22" y="f8"/>
                              </a:lnTo>
                              <a:lnTo>
                                <a:pt x="f23" y="f8"/>
                              </a:lnTo>
                              <a:lnTo>
                                <a:pt x="f9" y="f10"/>
                              </a:lnTo>
                              <a:close/>
                              <a:moveTo>
                                <a:pt x="f24" y="f25"/>
                              </a:moveTo>
                              <a:lnTo>
                                <a:pt x="f22" y="f26"/>
                              </a:lnTo>
                              <a:lnTo>
                                <a:pt x="f27" y="f28"/>
                              </a:lnTo>
                              <a:lnTo>
                                <a:pt x="f29" y="f30"/>
                              </a:lnTo>
                              <a:lnTo>
                                <a:pt x="f18" y="f31"/>
                              </a:lnTo>
                              <a:lnTo>
                                <a:pt x="f16" y="f32"/>
                              </a:lnTo>
                              <a:lnTo>
                                <a:pt x="f33" y="f34"/>
                              </a:lnTo>
                              <a:lnTo>
                                <a:pt x="f14" y="f35"/>
                              </a:lnTo>
                              <a:lnTo>
                                <a:pt x="f36" y="f34"/>
                              </a:lnTo>
                              <a:lnTo>
                                <a:pt x="f29" y="f37"/>
                              </a:lnTo>
                              <a:lnTo>
                                <a:pt x="f38" y="f34"/>
                              </a:lnTo>
                              <a:lnTo>
                                <a:pt x="f27" y="f25"/>
                              </a:lnTo>
                              <a:lnTo>
                                <a:pt x="f39" y="f40"/>
                              </a:lnTo>
                              <a:lnTo>
                                <a:pt x="f24" y="f25"/>
                              </a:lnTo>
                              <a:close/>
                              <a:moveTo>
                                <a:pt x="f41" y="f42"/>
                              </a:moveTo>
                              <a:lnTo>
                                <a:pt x="f41" y="f42"/>
                              </a:lnTo>
                              <a:lnTo>
                                <a:pt x="f43" y="f44"/>
                              </a:lnTo>
                              <a:lnTo>
                                <a:pt x="f43" y="f45"/>
                              </a:lnTo>
                              <a:lnTo>
                                <a:pt x="f46" y="f26"/>
                              </a:lnTo>
                              <a:lnTo>
                                <a:pt x="f39" y="f47"/>
                              </a:lnTo>
                              <a:lnTo>
                                <a:pt x="f48" y="f49"/>
                              </a:lnTo>
                              <a:lnTo>
                                <a:pt x="f48" y="f44"/>
                              </a:lnTo>
                              <a:lnTo>
                                <a:pt x="f39" y="f42"/>
                              </a:lnTo>
                              <a:lnTo>
                                <a:pt x="f50" y="f51"/>
                              </a:lnTo>
                              <a:lnTo>
                                <a:pt x="f46" y="f51"/>
                              </a:lnTo>
                              <a:lnTo>
                                <a:pt x="f41" y="f42"/>
                              </a:lnTo>
                              <a:close/>
                              <a:moveTo>
                                <a:pt x="f43" y="f51"/>
                              </a:moveTo>
                              <a:lnTo>
                                <a:pt x="f43" y="f51"/>
                              </a:lnTo>
                              <a:lnTo>
                                <a:pt x="f52" y="f53"/>
                              </a:lnTo>
                              <a:lnTo>
                                <a:pt x="f50" y="f53"/>
                              </a:lnTo>
                              <a:lnTo>
                                <a:pt x="f39" y="f53"/>
                              </a:lnTo>
                              <a:lnTo>
                                <a:pt x="f38" y="f51"/>
                              </a:lnTo>
                              <a:lnTo>
                                <a:pt x="f29" y="f54"/>
                              </a:lnTo>
                              <a:lnTo>
                                <a:pt x="f9" y="f44"/>
                              </a:lnTo>
                              <a:lnTo>
                                <a:pt x="f29" y="f47"/>
                              </a:lnTo>
                              <a:lnTo>
                                <a:pt x="f48" y="f26"/>
                              </a:lnTo>
                              <a:lnTo>
                                <a:pt x="f24" y="f28"/>
                              </a:lnTo>
                              <a:lnTo>
                                <a:pt x="f46" y="f28"/>
                              </a:lnTo>
                              <a:lnTo>
                                <a:pt x="f41" y="f55"/>
                              </a:lnTo>
                              <a:lnTo>
                                <a:pt x="f56" y="f26"/>
                              </a:lnTo>
                              <a:lnTo>
                                <a:pt x="f57" y="f47"/>
                              </a:lnTo>
                              <a:lnTo>
                                <a:pt x="f57" y="f44"/>
                              </a:lnTo>
                              <a:lnTo>
                                <a:pt x="f58" y="f54"/>
                              </a:lnTo>
                              <a:lnTo>
                                <a:pt x="f43" y="f51"/>
                              </a:lnTo>
                              <a:close/>
                              <a:moveTo>
                                <a:pt x="f59" y="f60"/>
                              </a:moveTo>
                              <a:lnTo>
                                <a:pt x="f61" y="f62"/>
                              </a:lnTo>
                              <a:lnTo>
                                <a:pt x="f63" y="f64"/>
                              </a:lnTo>
                              <a:lnTo>
                                <a:pt x="f65" y="f66"/>
                              </a:lnTo>
                              <a:lnTo>
                                <a:pt x="f67" y="f68"/>
                              </a:lnTo>
                              <a:lnTo>
                                <a:pt x="f69" y="f70"/>
                              </a:lnTo>
                              <a:lnTo>
                                <a:pt x="f71" y="f72"/>
                              </a:lnTo>
                              <a:lnTo>
                                <a:pt x="f56" y="f73"/>
                              </a:lnTo>
                              <a:lnTo>
                                <a:pt x="f41" y="f66"/>
                              </a:lnTo>
                              <a:lnTo>
                                <a:pt x="f74" y="f42"/>
                              </a:lnTo>
                              <a:lnTo>
                                <a:pt x="f63" y="f75"/>
                              </a:lnTo>
                              <a:lnTo>
                                <a:pt x="f71" y="f76"/>
                              </a:lnTo>
                              <a:lnTo>
                                <a:pt x="f77" y="f78"/>
                              </a:lnTo>
                              <a:lnTo>
                                <a:pt x="f59" y="f60"/>
                              </a:lnTo>
                              <a:close/>
                              <a:moveTo>
                                <a:pt x="f79" y="f73"/>
                              </a:moveTo>
                              <a:lnTo>
                                <a:pt x="f80" y="f81"/>
                              </a:lnTo>
                              <a:lnTo>
                                <a:pt x="f79" y="f82"/>
                              </a:lnTo>
                              <a:lnTo>
                                <a:pt x="f83" y="f84"/>
                              </a:lnTo>
                              <a:lnTo>
                                <a:pt x="f85" y="f81"/>
                              </a:lnTo>
                              <a:lnTo>
                                <a:pt x="f59" y="f62"/>
                              </a:lnTo>
                              <a:lnTo>
                                <a:pt x="f86" y="f87"/>
                              </a:lnTo>
                              <a:lnTo>
                                <a:pt x="f88" y="f89"/>
                              </a:lnTo>
                              <a:lnTo>
                                <a:pt x="f79" y="f73"/>
                              </a:lnTo>
                              <a:close/>
                              <a:moveTo>
                                <a:pt x="f90" y="f62"/>
                              </a:moveTo>
                              <a:lnTo>
                                <a:pt x="f91" y="f62"/>
                              </a:lnTo>
                              <a:lnTo>
                                <a:pt x="f91" y="f92"/>
                              </a:lnTo>
                              <a:lnTo>
                                <a:pt x="f93" y="f68"/>
                              </a:lnTo>
                              <a:lnTo>
                                <a:pt x="f94" y="f68"/>
                              </a:lnTo>
                              <a:lnTo>
                                <a:pt x="f94" y="f92"/>
                              </a:lnTo>
                              <a:lnTo>
                                <a:pt x="f94" y="f64"/>
                              </a:lnTo>
                              <a:lnTo>
                                <a:pt x="f94" y="f62"/>
                              </a:lnTo>
                              <a:lnTo>
                                <a:pt x="f93" y="f87"/>
                              </a:lnTo>
                              <a:lnTo>
                                <a:pt x="f95" y="f81"/>
                              </a:lnTo>
                              <a:lnTo>
                                <a:pt x="f95" y="f84"/>
                              </a:lnTo>
                              <a:lnTo>
                                <a:pt x="f95" y="f96"/>
                              </a:lnTo>
                              <a:lnTo>
                                <a:pt x="f97" y="f98"/>
                              </a:lnTo>
                              <a:lnTo>
                                <a:pt x="f99" y="f98"/>
                              </a:lnTo>
                              <a:lnTo>
                                <a:pt x="f100" y="f98"/>
                              </a:lnTo>
                              <a:lnTo>
                                <a:pt x="f101" y="f96"/>
                              </a:lnTo>
                              <a:lnTo>
                                <a:pt x="f101" y="f102"/>
                              </a:lnTo>
                              <a:lnTo>
                                <a:pt x="f101" y="f82"/>
                              </a:lnTo>
                              <a:lnTo>
                                <a:pt x="f100" y="f82"/>
                              </a:lnTo>
                              <a:lnTo>
                                <a:pt x="f100" y="f84"/>
                              </a:lnTo>
                              <a:lnTo>
                                <a:pt x="f99" y="f84"/>
                              </a:lnTo>
                              <a:lnTo>
                                <a:pt x="f97" y="f84"/>
                              </a:lnTo>
                              <a:lnTo>
                                <a:pt x="f97" y="f102"/>
                              </a:lnTo>
                              <a:lnTo>
                                <a:pt x="f99" y="f82"/>
                              </a:lnTo>
                              <a:lnTo>
                                <a:pt x="f103" y="f87"/>
                              </a:lnTo>
                              <a:lnTo>
                                <a:pt x="f101" y="f62"/>
                              </a:lnTo>
                              <a:lnTo>
                                <a:pt x="f101" y="f92"/>
                              </a:lnTo>
                              <a:lnTo>
                                <a:pt x="f103" y="f104"/>
                              </a:lnTo>
                              <a:lnTo>
                                <a:pt x="f94" y="f70"/>
                              </a:lnTo>
                              <a:lnTo>
                                <a:pt x="f97" y="f70"/>
                              </a:lnTo>
                              <a:lnTo>
                                <a:pt x="f91" y="f104"/>
                              </a:lnTo>
                              <a:lnTo>
                                <a:pt x="f2" y="f68"/>
                              </a:lnTo>
                              <a:lnTo>
                                <a:pt x="f2" y="f92"/>
                              </a:lnTo>
                              <a:lnTo>
                                <a:pt x="f90" y="f62"/>
                              </a:lnTo>
                              <a:close/>
                              <a:moveTo>
                                <a:pt x="f105" y="f70"/>
                              </a:moveTo>
                              <a:lnTo>
                                <a:pt x="f106" y="f98"/>
                              </a:lnTo>
                              <a:lnTo>
                                <a:pt x="f107" y="f6"/>
                              </a:lnTo>
                              <a:lnTo>
                                <a:pt x="f108" y="f62"/>
                              </a:lnTo>
                              <a:lnTo>
                                <a:pt x="f109" y="f6"/>
                              </a:lnTo>
                              <a:lnTo>
                                <a:pt x="f110" y="f6"/>
                              </a:lnTo>
                              <a:lnTo>
                                <a:pt x="f111" y="f104"/>
                              </a:lnTo>
                              <a:lnTo>
                                <a:pt x="f108" y="f104"/>
                              </a:lnTo>
                              <a:lnTo>
                                <a:pt x="f107" y="f82"/>
                              </a:lnTo>
                              <a:lnTo>
                                <a:pt x="f112" y="f104"/>
                              </a:lnTo>
                              <a:lnTo>
                                <a:pt x="f105" y="f70"/>
                              </a:lnTo>
                              <a:close/>
                              <a:moveTo>
                                <a:pt x="f113" y="f64"/>
                              </a:moveTo>
                              <a:lnTo>
                                <a:pt x="f114" y="f82"/>
                              </a:lnTo>
                              <a:lnTo>
                                <a:pt x="f115" y="f92"/>
                              </a:lnTo>
                              <a:lnTo>
                                <a:pt x="f113" y="f64"/>
                              </a:lnTo>
                              <a:close/>
                              <a:moveTo>
                                <a:pt x="f116" y="f70"/>
                              </a:moveTo>
                              <a:lnTo>
                                <a:pt x="f117" y="f70"/>
                              </a:lnTo>
                              <a:lnTo>
                                <a:pt x="f118" y="f68"/>
                              </a:lnTo>
                              <a:lnTo>
                                <a:pt x="f115" y="f104"/>
                              </a:lnTo>
                              <a:lnTo>
                                <a:pt x="f115" y="f73"/>
                              </a:lnTo>
                              <a:lnTo>
                                <a:pt x="f119" y="f89"/>
                              </a:lnTo>
                              <a:lnTo>
                                <a:pt x="f120" y="f84"/>
                              </a:lnTo>
                              <a:lnTo>
                                <a:pt x="f114" y="f96"/>
                              </a:lnTo>
                              <a:lnTo>
                                <a:pt x="f116" y="f70"/>
                              </a:lnTo>
                              <a:close/>
                              <a:moveTo>
                                <a:pt x="f121" y="f92"/>
                              </a:moveTo>
                              <a:lnTo>
                                <a:pt x="f122" y="f70"/>
                              </a:lnTo>
                              <a:lnTo>
                                <a:pt x="f123" y="f70"/>
                              </a:lnTo>
                              <a:lnTo>
                                <a:pt x="f124" y="f104"/>
                              </a:lnTo>
                              <a:lnTo>
                                <a:pt x="f125" y="f68"/>
                              </a:lnTo>
                              <a:lnTo>
                                <a:pt x="f125" y="f92"/>
                              </a:lnTo>
                              <a:lnTo>
                                <a:pt x="f124" y="f64"/>
                              </a:lnTo>
                              <a:lnTo>
                                <a:pt x="f123" y="f64"/>
                              </a:lnTo>
                              <a:lnTo>
                                <a:pt x="f3" y="f92"/>
                              </a:lnTo>
                              <a:lnTo>
                                <a:pt x="f121" y="f92"/>
                              </a:lnTo>
                              <a:close/>
                              <a:moveTo>
                                <a:pt x="f122" y="f78"/>
                              </a:moveTo>
                              <a:lnTo>
                                <a:pt x="f126" y="f92"/>
                              </a:lnTo>
                              <a:lnTo>
                                <a:pt x="f121" y="f62"/>
                              </a:lnTo>
                              <a:lnTo>
                                <a:pt x="f123" y="f87"/>
                              </a:lnTo>
                              <a:lnTo>
                                <a:pt x="f125" y="f87"/>
                              </a:lnTo>
                              <a:lnTo>
                                <a:pt x="f127" y="f64"/>
                              </a:lnTo>
                              <a:lnTo>
                                <a:pt x="f127" y="f68"/>
                              </a:lnTo>
                              <a:lnTo>
                                <a:pt x="f127" y="f104"/>
                              </a:lnTo>
                              <a:lnTo>
                                <a:pt x="f128" y="f70"/>
                              </a:lnTo>
                              <a:lnTo>
                                <a:pt x="f124" y="f76"/>
                              </a:lnTo>
                              <a:lnTo>
                                <a:pt x="f122" y="f73"/>
                              </a:lnTo>
                              <a:lnTo>
                                <a:pt x="f125" y="f60"/>
                              </a:lnTo>
                              <a:lnTo>
                                <a:pt x="f122" y="f78"/>
                              </a:lnTo>
                              <a:close/>
                              <a:moveTo>
                                <a:pt x="f129" y="f44"/>
                              </a:moveTo>
                              <a:lnTo>
                                <a:pt x="f130" y="f42"/>
                              </a:lnTo>
                              <a:lnTo>
                                <a:pt x="f131" y="f75"/>
                              </a:lnTo>
                              <a:lnTo>
                                <a:pt x="f132" y="f72"/>
                              </a:lnTo>
                              <a:lnTo>
                                <a:pt x="f130" y="f53"/>
                              </a:lnTo>
                              <a:lnTo>
                                <a:pt x="f133" y="f66"/>
                              </a:lnTo>
                              <a:lnTo>
                                <a:pt x="f130" y="f73"/>
                              </a:lnTo>
                              <a:lnTo>
                                <a:pt x="f134" y="f75"/>
                              </a:lnTo>
                              <a:lnTo>
                                <a:pt x="f135" y="f136"/>
                              </a:lnTo>
                              <a:lnTo>
                                <a:pt x="f129" y="f44"/>
                              </a:lnTo>
                              <a:close/>
                              <a:moveTo>
                                <a:pt x="f137" y="f31"/>
                              </a:moveTo>
                              <a:lnTo>
                                <a:pt x="f131" y="f138"/>
                              </a:lnTo>
                              <a:lnTo>
                                <a:pt x="f132" y="f138"/>
                              </a:lnTo>
                              <a:lnTo>
                                <a:pt x="f139" y="f140"/>
                              </a:lnTo>
                              <a:lnTo>
                                <a:pt x="f139" y="f55"/>
                              </a:lnTo>
                              <a:lnTo>
                                <a:pt x="f139" y="f26"/>
                              </a:lnTo>
                              <a:lnTo>
                                <a:pt x="f141" y="f26"/>
                              </a:lnTo>
                              <a:lnTo>
                                <a:pt x="f132" y="f26"/>
                              </a:lnTo>
                              <a:lnTo>
                                <a:pt x="f131" y="f28"/>
                              </a:lnTo>
                              <a:lnTo>
                                <a:pt x="f142" y="f140"/>
                              </a:lnTo>
                              <a:lnTo>
                                <a:pt x="f143" y="f140"/>
                              </a:lnTo>
                              <a:lnTo>
                                <a:pt x="f144" y="f55"/>
                              </a:lnTo>
                              <a:lnTo>
                                <a:pt x="f144" y="f45"/>
                              </a:lnTo>
                              <a:lnTo>
                                <a:pt x="f143" y="f49"/>
                              </a:lnTo>
                              <a:lnTo>
                                <a:pt x="f145" y="f44"/>
                              </a:lnTo>
                              <a:lnTo>
                                <a:pt x="f142" y="f136"/>
                              </a:lnTo>
                              <a:lnTo>
                                <a:pt x="f137" y="f136"/>
                              </a:lnTo>
                              <a:lnTo>
                                <a:pt x="f146" y="f44"/>
                              </a:lnTo>
                              <a:lnTo>
                                <a:pt x="f137" y="f47"/>
                              </a:lnTo>
                              <a:lnTo>
                                <a:pt x="f142" y="f49"/>
                              </a:lnTo>
                              <a:lnTo>
                                <a:pt x="f145" y="f47"/>
                              </a:lnTo>
                              <a:lnTo>
                                <a:pt x="f147" y="f26"/>
                              </a:lnTo>
                              <a:lnTo>
                                <a:pt x="f145" y="f55"/>
                              </a:lnTo>
                              <a:lnTo>
                                <a:pt x="f137" y="f26"/>
                              </a:lnTo>
                              <a:lnTo>
                                <a:pt x="f132" y="f47"/>
                              </a:lnTo>
                              <a:lnTo>
                                <a:pt x="f141" y="f47"/>
                              </a:lnTo>
                              <a:lnTo>
                                <a:pt x="f148" y="f47"/>
                              </a:lnTo>
                              <a:lnTo>
                                <a:pt x="f133" y="f26"/>
                              </a:lnTo>
                              <a:lnTo>
                                <a:pt x="f133" y="f28"/>
                              </a:lnTo>
                              <a:lnTo>
                                <a:pt x="f148" y="f138"/>
                              </a:lnTo>
                              <a:lnTo>
                                <a:pt x="f139" y="f31"/>
                              </a:lnTo>
                              <a:lnTo>
                                <a:pt x="f132" y="f30"/>
                              </a:lnTo>
                              <a:lnTo>
                                <a:pt x="f146" y="f30"/>
                              </a:lnTo>
                              <a:lnTo>
                                <a:pt x="f137" y="f31"/>
                              </a:lnTo>
                              <a:close/>
                              <a:moveTo>
                                <a:pt x="f147" y="f35"/>
                              </a:moveTo>
                              <a:lnTo>
                                <a:pt x="f87" y="f35"/>
                              </a:lnTo>
                              <a:lnTo>
                                <a:pt x="f144" y="f149"/>
                              </a:lnTo>
                              <a:lnTo>
                                <a:pt x="f147" y="f35"/>
                              </a:lnTo>
                              <a:close/>
                              <a:moveTo>
                                <a:pt x="f132" y="f32"/>
                              </a:moveTo>
                              <a:lnTo>
                                <a:pt x="f146" y="f35"/>
                              </a:lnTo>
                              <a:lnTo>
                                <a:pt x="f142" y="f35"/>
                              </a:lnTo>
                              <a:lnTo>
                                <a:pt x="f147" y="f150"/>
                              </a:lnTo>
                              <a:lnTo>
                                <a:pt x="f142" y="f151"/>
                              </a:lnTo>
                              <a:lnTo>
                                <a:pt x="f145" y="f152"/>
                              </a:lnTo>
                              <a:lnTo>
                                <a:pt x="f102" y="f35"/>
                              </a:lnTo>
                              <a:lnTo>
                                <a:pt x="f82" y="f32"/>
                              </a:lnTo>
                              <a:lnTo>
                                <a:pt x="f132" y="f32"/>
                              </a:lnTo>
                              <a:close/>
                              <a:moveTo>
                                <a:pt x="f147" y="f8"/>
                              </a:moveTo>
                              <a:lnTo>
                                <a:pt x="f6" y="f153"/>
                              </a:lnTo>
                              <a:lnTo>
                                <a:pt x="f6" y="f154"/>
                              </a:lnTo>
                              <a:lnTo>
                                <a:pt x="f144" y="f153"/>
                              </a:lnTo>
                              <a:lnTo>
                                <a:pt x="f143" y="f10"/>
                              </a:lnTo>
                              <a:lnTo>
                                <a:pt x="f145" y="f10"/>
                              </a:lnTo>
                              <a:lnTo>
                                <a:pt x="f147" y="f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9E5247" w:rsidRDefault="009E5247" w:rsidP="00DA09D1"/>
                        </w:txbxContent>
                      </wps:txbx>
                      <wps:bodyPr vert="horz" wrap="square" lIns="0" tIns="0" rIns="0" bIns="0" anchor="t" anchorCtr="0" compatLnSpc="0"/>
                    </wps:wsp>
                    <wps:wsp>
                      <wps:cNvPr id="14" name="Freeform 71"/>
                      <wps:cNvSpPr/>
                      <wps:spPr>
                        <a:xfrm>
                          <a:off x="219236" y="15837"/>
                          <a:ext cx="8997" cy="6483"/>
                        </a:xfrm>
                        <a:custGeom>
                          <a:avLst/>
                          <a:gdLst>
                            <a:gd name="f0" fmla="val 10800000"/>
                            <a:gd name="f1" fmla="val 5400000"/>
                            <a:gd name="f2" fmla="val 180"/>
                            <a:gd name="f3" fmla="val w"/>
                            <a:gd name="f4" fmla="val h"/>
                            <a:gd name="f5" fmla="val 0"/>
                            <a:gd name="f6" fmla="val 15"/>
                            <a:gd name="f7" fmla="val 10"/>
                            <a:gd name="f8" fmla="val 5"/>
                            <a:gd name="f9" fmla="+- 0 0 0"/>
                            <a:gd name="f10" fmla="*/ f3 1 15"/>
                            <a:gd name="f11" fmla="*/ f4 1 10"/>
                            <a:gd name="f12" fmla="+- f7 0 f5"/>
                            <a:gd name="f13" fmla="+- f6 0 f5"/>
                            <a:gd name="f14" fmla="*/ f9 f0 1"/>
                            <a:gd name="f15" fmla="*/ f12 1 10"/>
                            <a:gd name="f16" fmla="*/ f13 1 15"/>
                            <a:gd name="f17" fmla="*/ 0 f13 1"/>
                            <a:gd name="f18" fmla="*/ 10 f12 1"/>
                            <a:gd name="f19" fmla="*/ 5 f13 1"/>
                            <a:gd name="f20" fmla="*/ 0 f12 1"/>
                            <a:gd name="f21" fmla="*/ 15 f13 1"/>
                            <a:gd name="f22" fmla="*/ f14 1 f2"/>
                            <a:gd name="f23" fmla="*/ f17 1 15"/>
                            <a:gd name="f24" fmla="*/ f18 1 10"/>
                            <a:gd name="f25" fmla="*/ f19 1 15"/>
                            <a:gd name="f26" fmla="*/ f20 1 10"/>
                            <a:gd name="f27" fmla="*/ f21 1 15"/>
                            <a:gd name="f28" fmla="*/ 0 1 f16"/>
                            <a:gd name="f29" fmla="*/ f6 1 f16"/>
                            <a:gd name="f30" fmla="*/ 0 1 f15"/>
                            <a:gd name="f31" fmla="*/ f7 1 f15"/>
                            <a:gd name="f32" fmla="+- f22 0 f1"/>
                            <a:gd name="f33" fmla="*/ f23 1 f16"/>
                            <a:gd name="f34" fmla="*/ f24 1 f15"/>
                            <a:gd name="f35" fmla="*/ f25 1 f16"/>
                            <a:gd name="f36" fmla="*/ f26 1 f15"/>
                            <a:gd name="f37" fmla="*/ f27 1 f16"/>
                            <a:gd name="f38" fmla="*/ f28 f10 1"/>
                            <a:gd name="f39" fmla="*/ f29 f10 1"/>
                            <a:gd name="f40" fmla="*/ f31 f11 1"/>
                            <a:gd name="f41" fmla="*/ f30 f11 1"/>
                            <a:gd name="f42" fmla="*/ f33 f10 1"/>
                            <a:gd name="f43" fmla="*/ f34 f11 1"/>
                            <a:gd name="f44" fmla="*/ f35 f10 1"/>
                            <a:gd name="f45" fmla="*/ f36 f11 1"/>
                            <a:gd name="f46" fmla="*/ f37 f10 1"/>
                          </a:gdLst>
                          <a:ahLst/>
                          <a:cxnLst/>
                          <a:rect l="f38" t="f41" r="f39" b="f40"/>
                          <a:pathLst>
                            <a:path w="15" h="10">
                              <a:moveTo>
                                <a:pt x="f5" y="f7"/>
                              </a:moveTo>
                              <a:lnTo>
                                <a:pt x="f8" y="f5"/>
                              </a:lnTo>
                              <a:lnTo>
                                <a:pt x="f6" y="f5"/>
                              </a:lnTo>
                              <a:lnTo>
                                <a:pt x="f8" y="f7"/>
                              </a:lnTo>
                              <a:lnTo>
                                <a:pt x="f5" y="f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9E5247" w:rsidRDefault="009E5247" w:rsidP="00DA09D1"/>
                        </w:txbxContent>
                      </wps:txbx>
                      <wps:bodyPr vert="horz" wrap="square" lIns="0" tIns="0" rIns="0" bIns="0" anchor="t" anchorCtr="0" compatLnSpc="0"/>
                    </wps:wsp>
                    <wps:wsp>
                      <wps:cNvPr id="15" name="Freeform 72"/>
                      <wps:cNvSpPr/>
                      <wps:spPr>
                        <a:xfrm>
                          <a:off x="31683" y="312477"/>
                          <a:ext cx="184315" cy="132478"/>
                        </a:xfrm>
                        <a:custGeom>
                          <a:avLst/>
                          <a:gdLst>
                            <a:gd name="f0" fmla="val 10800000"/>
                            <a:gd name="f1" fmla="val 5400000"/>
                            <a:gd name="f2" fmla="val 180"/>
                            <a:gd name="f3" fmla="val w"/>
                            <a:gd name="f4" fmla="val h"/>
                            <a:gd name="f5" fmla="val 0"/>
                            <a:gd name="f6" fmla="val 290"/>
                            <a:gd name="f7" fmla="val 208"/>
                            <a:gd name="f8" fmla="val 203"/>
                            <a:gd name="f9" fmla="val 285"/>
                            <a:gd name="f10" fmla="val 275"/>
                            <a:gd name="f11" fmla="val 260"/>
                            <a:gd name="f12" fmla="val 250"/>
                            <a:gd name="f13" fmla="val 198"/>
                            <a:gd name="f14" fmla="val 240"/>
                            <a:gd name="f15" fmla="val 225"/>
                            <a:gd name="f16" fmla="val 193"/>
                            <a:gd name="f17" fmla="val 215"/>
                            <a:gd name="f18" fmla="val 188"/>
                            <a:gd name="f19" fmla="val 200"/>
                            <a:gd name="f20" fmla="val 190"/>
                            <a:gd name="f21" fmla="val 183"/>
                            <a:gd name="f22" fmla="val 178"/>
                            <a:gd name="f23" fmla="val 170"/>
                            <a:gd name="f24" fmla="val 173"/>
                            <a:gd name="f25" fmla="val 155"/>
                            <a:gd name="f26" fmla="val 169"/>
                            <a:gd name="f27" fmla="val 145"/>
                            <a:gd name="f28" fmla="val 164"/>
                            <a:gd name="f29" fmla="val 135"/>
                            <a:gd name="f30" fmla="val 154"/>
                            <a:gd name="f31" fmla="val 125"/>
                            <a:gd name="f32" fmla="val 149"/>
                            <a:gd name="f33" fmla="val 115"/>
                            <a:gd name="f34" fmla="val 144"/>
                            <a:gd name="f35" fmla="val 105"/>
                            <a:gd name="f36" fmla="val 134"/>
                            <a:gd name="f37" fmla="val 100"/>
                            <a:gd name="f38" fmla="val 129"/>
                            <a:gd name="f39" fmla="val 90"/>
                            <a:gd name="f40" fmla="val 124"/>
                            <a:gd name="f41" fmla="val 80"/>
                            <a:gd name="f42" fmla="val 114"/>
                            <a:gd name="f43" fmla="val 70"/>
                            <a:gd name="f44" fmla="val 109"/>
                            <a:gd name="f45" fmla="val 65"/>
                            <a:gd name="f46" fmla="val 99"/>
                            <a:gd name="f47" fmla="val 55"/>
                            <a:gd name="f48" fmla="val 89"/>
                            <a:gd name="f49" fmla="val 50"/>
                            <a:gd name="f50" fmla="val 84"/>
                            <a:gd name="f51" fmla="val 45"/>
                            <a:gd name="f52" fmla="val 74"/>
                            <a:gd name="f53" fmla="val 35"/>
                            <a:gd name="f54" fmla="val 64"/>
                            <a:gd name="f55" fmla="val 30"/>
                            <a:gd name="f56" fmla="val 54"/>
                            <a:gd name="f57" fmla="val 25"/>
                            <a:gd name="f58" fmla="val 49"/>
                            <a:gd name="f59" fmla="val 20"/>
                            <a:gd name="f60" fmla="val 39"/>
                            <a:gd name="f61" fmla="val 15"/>
                            <a:gd name="f62" fmla="val 29"/>
                            <a:gd name="f63" fmla="val 10"/>
                            <a:gd name="f64" fmla="val 5"/>
                            <a:gd name="f65" fmla="val 24"/>
                            <a:gd name="f66" fmla="val 34"/>
                            <a:gd name="f67" fmla="val 44"/>
                            <a:gd name="f68" fmla="val 40"/>
                            <a:gd name="f69" fmla="val 69"/>
                            <a:gd name="f70" fmla="val 79"/>
                            <a:gd name="f71" fmla="val 60"/>
                            <a:gd name="f72" fmla="val 94"/>
                            <a:gd name="f73" fmla="val 75"/>
                            <a:gd name="f74" fmla="val 104"/>
                            <a:gd name="f75" fmla="val 85"/>
                            <a:gd name="f76" fmla="val 119"/>
                            <a:gd name="f77" fmla="val 110"/>
                            <a:gd name="f78" fmla="val 120"/>
                            <a:gd name="f79" fmla="val 139"/>
                            <a:gd name="f80" fmla="val 130"/>
                            <a:gd name="f81" fmla="val 140"/>
                            <a:gd name="f82" fmla="val 150"/>
                            <a:gd name="f83" fmla="val 159"/>
                            <a:gd name="f84" fmla="val 160"/>
                            <a:gd name="f85" fmla="val 205"/>
                            <a:gd name="f86" fmla="val 265"/>
                            <a:gd name="f87" fmla="+- 0 0 0"/>
                            <a:gd name="f88" fmla="*/ f3 1 290"/>
                            <a:gd name="f89" fmla="*/ f4 1 208"/>
                            <a:gd name="f90" fmla="+- f7 0 f5"/>
                            <a:gd name="f91" fmla="+- f6 0 f5"/>
                            <a:gd name="f92" fmla="*/ f87 f0 1"/>
                            <a:gd name="f93" fmla="*/ f91 1 290"/>
                            <a:gd name="f94" fmla="*/ f90 1 208"/>
                            <a:gd name="f95" fmla="*/ 285 f91 1"/>
                            <a:gd name="f96" fmla="*/ 208 f90 1"/>
                            <a:gd name="f97" fmla="*/ 260 f91 1"/>
                            <a:gd name="f98" fmla="*/ 203 f90 1"/>
                            <a:gd name="f99" fmla="*/ 240 f91 1"/>
                            <a:gd name="f100" fmla="*/ 198 f90 1"/>
                            <a:gd name="f101" fmla="*/ 215 f91 1"/>
                            <a:gd name="f102" fmla="*/ 188 f90 1"/>
                            <a:gd name="f103" fmla="*/ 190 f91 1"/>
                            <a:gd name="f104" fmla="*/ 183 f90 1"/>
                            <a:gd name="f105" fmla="*/ 170 f91 1"/>
                            <a:gd name="f106" fmla="*/ 173 f90 1"/>
                            <a:gd name="f107" fmla="*/ 145 f91 1"/>
                            <a:gd name="f108" fmla="*/ 164 f90 1"/>
                            <a:gd name="f109" fmla="*/ 125 f91 1"/>
                            <a:gd name="f110" fmla="*/ 149 f90 1"/>
                            <a:gd name="f111" fmla="*/ 105 f91 1"/>
                            <a:gd name="f112" fmla="*/ 134 f90 1"/>
                            <a:gd name="f113" fmla="*/ 90 f91 1"/>
                            <a:gd name="f114" fmla="*/ 124 f90 1"/>
                            <a:gd name="f115" fmla="*/ 70 f91 1"/>
                            <a:gd name="f116" fmla="*/ 109 f90 1"/>
                            <a:gd name="f117" fmla="*/ 55 f91 1"/>
                            <a:gd name="f118" fmla="*/ 89 f90 1"/>
                            <a:gd name="f119" fmla="*/ 45 f91 1"/>
                            <a:gd name="f120" fmla="*/ 74 f90 1"/>
                            <a:gd name="f121" fmla="*/ 30 f91 1"/>
                            <a:gd name="f122" fmla="*/ 54 f90 1"/>
                            <a:gd name="f123" fmla="*/ 20 f91 1"/>
                            <a:gd name="f124" fmla="*/ 39 f90 1"/>
                            <a:gd name="f125" fmla="*/ 10 f91 1"/>
                            <a:gd name="f126" fmla="*/ 20 f90 1"/>
                            <a:gd name="f127" fmla="*/ 0 f91 1"/>
                            <a:gd name="f128" fmla="*/ 0 f90 1"/>
                            <a:gd name="f129" fmla="*/ 5 f90 1"/>
                            <a:gd name="f130" fmla="*/ 24 f90 1"/>
                            <a:gd name="f131" fmla="*/ 44 f90 1"/>
                            <a:gd name="f132" fmla="*/ 40 f91 1"/>
                            <a:gd name="f133" fmla="*/ 64 f90 1"/>
                            <a:gd name="f134" fmla="*/ 79 f90 1"/>
                            <a:gd name="f135" fmla="*/ 94 f90 1"/>
                            <a:gd name="f136" fmla="*/ 85 f91 1"/>
                            <a:gd name="f137" fmla="*/ 100 f91 1"/>
                            <a:gd name="f138" fmla="*/ 120 f91 1"/>
                            <a:gd name="f139" fmla="*/ 139 f90 1"/>
                            <a:gd name="f140" fmla="*/ 140 f91 1"/>
                            <a:gd name="f141" fmla="*/ 154 f90 1"/>
                            <a:gd name="f142" fmla="*/ 160 f91 1"/>
                            <a:gd name="f143" fmla="*/ 180 f91 1"/>
                            <a:gd name="f144" fmla="*/ 205 f91 1"/>
                            <a:gd name="f145" fmla="*/ 225 f91 1"/>
                            <a:gd name="f146" fmla="*/ 250 f91 1"/>
                            <a:gd name="f147" fmla="*/ 193 f90 1"/>
                            <a:gd name="f148" fmla="*/ 275 f91 1"/>
                            <a:gd name="f149" fmla="*/ f92 1 f2"/>
                            <a:gd name="f150" fmla="*/ f95 1 290"/>
                            <a:gd name="f151" fmla="*/ f96 1 208"/>
                            <a:gd name="f152" fmla="*/ f97 1 290"/>
                            <a:gd name="f153" fmla="*/ f98 1 208"/>
                            <a:gd name="f154" fmla="*/ f99 1 290"/>
                            <a:gd name="f155" fmla="*/ f100 1 208"/>
                            <a:gd name="f156" fmla="*/ f101 1 290"/>
                            <a:gd name="f157" fmla="*/ f102 1 208"/>
                            <a:gd name="f158" fmla="*/ f103 1 290"/>
                            <a:gd name="f159" fmla="*/ f104 1 208"/>
                            <a:gd name="f160" fmla="*/ f105 1 290"/>
                            <a:gd name="f161" fmla="*/ f106 1 208"/>
                            <a:gd name="f162" fmla="*/ f107 1 290"/>
                            <a:gd name="f163" fmla="*/ f108 1 208"/>
                            <a:gd name="f164" fmla="*/ f109 1 290"/>
                            <a:gd name="f165" fmla="*/ f110 1 208"/>
                            <a:gd name="f166" fmla="*/ f111 1 290"/>
                            <a:gd name="f167" fmla="*/ f112 1 208"/>
                            <a:gd name="f168" fmla="*/ f113 1 290"/>
                            <a:gd name="f169" fmla="*/ f114 1 208"/>
                            <a:gd name="f170" fmla="*/ f115 1 290"/>
                            <a:gd name="f171" fmla="*/ f116 1 208"/>
                            <a:gd name="f172" fmla="*/ f117 1 290"/>
                            <a:gd name="f173" fmla="*/ f118 1 208"/>
                            <a:gd name="f174" fmla="*/ f119 1 290"/>
                            <a:gd name="f175" fmla="*/ f120 1 208"/>
                            <a:gd name="f176" fmla="*/ f121 1 290"/>
                            <a:gd name="f177" fmla="*/ f122 1 208"/>
                            <a:gd name="f178" fmla="*/ f123 1 290"/>
                            <a:gd name="f179" fmla="*/ f124 1 208"/>
                            <a:gd name="f180" fmla="*/ f125 1 290"/>
                            <a:gd name="f181" fmla="*/ f126 1 208"/>
                            <a:gd name="f182" fmla="*/ f127 1 290"/>
                            <a:gd name="f183" fmla="*/ f128 1 208"/>
                            <a:gd name="f184" fmla="*/ f129 1 208"/>
                            <a:gd name="f185" fmla="*/ f130 1 208"/>
                            <a:gd name="f186" fmla="*/ f131 1 208"/>
                            <a:gd name="f187" fmla="*/ f132 1 290"/>
                            <a:gd name="f188" fmla="*/ f133 1 208"/>
                            <a:gd name="f189" fmla="*/ f134 1 208"/>
                            <a:gd name="f190" fmla="*/ f135 1 208"/>
                            <a:gd name="f191" fmla="*/ f136 1 290"/>
                            <a:gd name="f192" fmla="*/ f137 1 290"/>
                            <a:gd name="f193" fmla="*/ f138 1 290"/>
                            <a:gd name="f194" fmla="*/ f139 1 208"/>
                            <a:gd name="f195" fmla="*/ f140 1 290"/>
                            <a:gd name="f196" fmla="*/ f141 1 208"/>
                            <a:gd name="f197" fmla="*/ f142 1 290"/>
                            <a:gd name="f198" fmla="*/ f143 1 290"/>
                            <a:gd name="f199" fmla="*/ f144 1 290"/>
                            <a:gd name="f200" fmla="*/ f145 1 290"/>
                            <a:gd name="f201" fmla="*/ f146 1 290"/>
                            <a:gd name="f202" fmla="*/ f147 1 208"/>
                            <a:gd name="f203" fmla="*/ f148 1 290"/>
                            <a:gd name="f204" fmla="*/ 0 1 f93"/>
                            <a:gd name="f205" fmla="*/ f6 1 f93"/>
                            <a:gd name="f206" fmla="*/ 0 1 f94"/>
                            <a:gd name="f207" fmla="*/ f7 1 f94"/>
                            <a:gd name="f208" fmla="+- f149 0 f1"/>
                            <a:gd name="f209" fmla="*/ f150 1 f93"/>
                            <a:gd name="f210" fmla="*/ f151 1 f94"/>
                            <a:gd name="f211" fmla="*/ f152 1 f93"/>
                            <a:gd name="f212" fmla="*/ f153 1 f94"/>
                            <a:gd name="f213" fmla="*/ f154 1 f93"/>
                            <a:gd name="f214" fmla="*/ f155 1 f94"/>
                            <a:gd name="f215" fmla="*/ f156 1 f93"/>
                            <a:gd name="f216" fmla="*/ f157 1 f94"/>
                            <a:gd name="f217" fmla="*/ f158 1 f93"/>
                            <a:gd name="f218" fmla="*/ f159 1 f94"/>
                            <a:gd name="f219" fmla="*/ f160 1 f93"/>
                            <a:gd name="f220" fmla="*/ f161 1 f94"/>
                            <a:gd name="f221" fmla="*/ f162 1 f93"/>
                            <a:gd name="f222" fmla="*/ f163 1 f94"/>
                            <a:gd name="f223" fmla="*/ f164 1 f93"/>
                            <a:gd name="f224" fmla="*/ f165 1 f94"/>
                            <a:gd name="f225" fmla="*/ f166 1 f93"/>
                            <a:gd name="f226" fmla="*/ f167 1 f94"/>
                            <a:gd name="f227" fmla="*/ f168 1 f93"/>
                            <a:gd name="f228" fmla="*/ f169 1 f94"/>
                            <a:gd name="f229" fmla="*/ f170 1 f93"/>
                            <a:gd name="f230" fmla="*/ f171 1 f94"/>
                            <a:gd name="f231" fmla="*/ f172 1 f93"/>
                            <a:gd name="f232" fmla="*/ f173 1 f94"/>
                            <a:gd name="f233" fmla="*/ f174 1 f93"/>
                            <a:gd name="f234" fmla="*/ f175 1 f94"/>
                            <a:gd name="f235" fmla="*/ f176 1 f93"/>
                            <a:gd name="f236" fmla="*/ f177 1 f94"/>
                            <a:gd name="f237" fmla="*/ f178 1 f93"/>
                            <a:gd name="f238" fmla="*/ f179 1 f94"/>
                            <a:gd name="f239" fmla="*/ f180 1 f93"/>
                            <a:gd name="f240" fmla="*/ f181 1 f94"/>
                            <a:gd name="f241" fmla="*/ f182 1 f93"/>
                            <a:gd name="f242" fmla="*/ f183 1 f94"/>
                            <a:gd name="f243" fmla="*/ f184 1 f94"/>
                            <a:gd name="f244" fmla="*/ f185 1 f94"/>
                            <a:gd name="f245" fmla="*/ f186 1 f94"/>
                            <a:gd name="f246" fmla="*/ f187 1 f93"/>
                            <a:gd name="f247" fmla="*/ f188 1 f94"/>
                            <a:gd name="f248" fmla="*/ f189 1 f94"/>
                            <a:gd name="f249" fmla="*/ f190 1 f94"/>
                            <a:gd name="f250" fmla="*/ f191 1 f93"/>
                            <a:gd name="f251" fmla="*/ f192 1 f93"/>
                            <a:gd name="f252" fmla="*/ f193 1 f93"/>
                            <a:gd name="f253" fmla="*/ f194 1 f94"/>
                            <a:gd name="f254" fmla="*/ f195 1 f93"/>
                            <a:gd name="f255" fmla="*/ f196 1 f94"/>
                            <a:gd name="f256" fmla="*/ f197 1 f93"/>
                            <a:gd name="f257" fmla="*/ f198 1 f93"/>
                            <a:gd name="f258" fmla="*/ f199 1 f93"/>
                            <a:gd name="f259" fmla="*/ f200 1 f93"/>
                            <a:gd name="f260" fmla="*/ f201 1 f93"/>
                            <a:gd name="f261" fmla="*/ f202 1 f94"/>
                            <a:gd name="f262" fmla="*/ f203 1 f93"/>
                            <a:gd name="f263" fmla="*/ f204 f88 1"/>
                            <a:gd name="f264" fmla="*/ f205 f88 1"/>
                            <a:gd name="f265" fmla="*/ f207 f89 1"/>
                            <a:gd name="f266" fmla="*/ f206 f89 1"/>
                            <a:gd name="f267" fmla="*/ f209 f88 1"/>
                            <a:gd name="f268" fmla="*/ f210 f89 1"/>
                            <a:gd name="f269" fmla="*/ f211 f88 1"/>
                            <a:gd name="f270" fmla="*/ f212 f89 1"/>
                            <a:gd name="f271" fmla="*/ f213 f88 1"/>
                            <a:gd name="f272" fmla="*/ f214 f89 1"/>
                            <a:gd name="f273" fmla="*/ f215 f88 1"/>
                            <a:gd name="f274" fmla="*/ f216 f89 1"/>
                            <a:gd name="f275" fmla="*/ f217 f88 1"/>
                            <a:gd name="f276" fmla="*/ f218 f89 1"/>
                            <a:gd name="f277" fmla="*/ f219 f88 1"/>
                            <a:gd name="f278" fmla="*/ f220 f89 1"/>
                            <a:gd name="f279" fmla="*/ f221 f88 1"/>
                            <a:gd name="f280" fmla="*/ f222 f89 1"/>
                            <a:gd name="f281" fmla="*/ f223 f88 1"/>
                            <a:gd name="f282" fmla="*/ f224 f89 1"/>
                            <a:gd name="f283" fmla="*/ f225 f88 1"/>
                            <a:gd name="f284" fmla="*/ f226 f89 1"/>
                            <a:gd name="f285" fmla="*/ f227 f88 1"/>
                            <a:gd name="f286" fmla="*/ f228 f89 1"/>
                            <a:gd name="f287" fmla="*/ f229 f88 1"/>
                            <a:gd name="f288" fmla="*/ f230 f89 1"/>
                            <a:gd name="f289" fmla="*/ f231 f88 1"/>
                            <a:gd name="f290" fmla="*/ f232 f89 1"/>
                            <a:gd name="f291" fmla="*/ f233 f88 1"/>
                            <a:gd name="f292" fmla="*/ f234 f89 1"/>
                            <a:gd name="f293" fmla="*/ f235 f88 1"/>
                            <a:gd name="f294" fmla="*/ f236 f89 1"/>
                            <a:gd name="f295" fmla="*/ f237 f88 1"/>
                            <a:gd name="f296" fmla="*/ f238 f89 1"/>
                            <a:gd name="f297" fmla="*/ f239 f88 1"/>
                            <a:gd name="f298" fmla="*/ f240 f89 1"/>
                            <a:gd name="f299" fmla="*/ f241 f88 1"/>
                            <a:gd name="f300" fmla="*/ f242 f89 1"/>
                            <a:gd name="f301" fmla="*/ f243 f89 1"/>
                            <a:gd name="f302" fmla="*/ f244 f89 1"/>
                            <a:gd name="f303" fmla="*/ f245 f89 1"/>
                            <a:gd name="f304" fmla="*/ f246 f88 1"/>
                            <a:gd name="f305" fmla="*/ f247 f89 1"/>
                            <a:gd name="f306" fmla="*/ f248 f89 1"/>
                            <a:gd name="f307" fmla="*/ f249 f89 1"/>
                            <a:gd name="f308" fmla="*/ f250 f88 1"/>
                            <a:gd name="f309" fmla="*/ f251 f88 1"/>
                            <a:gd name="f310" fmla="*/ f252 f88 1"/>
                            <a:gd name="f311" fmla="*/ f253 f89 1"/>
                            <a:gd name="f312" fmla="*/ f254 f88 1"/>
                            <a:gd name="f313" fmla="*/ f255 f89 1"/>
                            <a:gd name="f314" fmla="*/ f256 f88 1"/>
                            <a:gd name="f315" fmla="*/ f257 f88 1"/>
                            <a:gd name="f316" fmla="*/ f258 f88 1"/>
                            <a:gd name="f317" fmla="*/ f259 f88 1"/>
                            <a:gd name="f318" fmla="*/ f260 f88 1"/>
                            <a:gd name="f319" fmla="*/ f261 f89 1"/>
                            <a:gd name="f320" fmla="*/ f262 f88 1"/>
                          </a:gdLst>
                          <a:ahLst/>
                          <a:cxnLst/>
                          <a:rect l="f263" t="f266" r="f264" b="f265"/>
                          <a:pathLst>
                            <a:path w="290" h="208">
                              <a:moveTo>
                                <a:pt x="f6" y="f8"/>
                              </a:moveTo>
                              <a:lnTo>
                                <a:pt x="f9" y="f7"/>
                              </a:lnTo>
                              <a:lnTo>
                                <a:pt x="f10" y="f8"/>
                              </a:lnTo>
                              <a:lnTo>
                                <a:pt x="f11" y="f8"/>
                              </a:lnTo>
                              <a:lnTo>
                                <a:pt x="f12" y="f13"/>
                              </a:lnTo>
                              <a:lnTo>
                                <a:pt x="f14" y="f13"/>
                              </a:lnTo>
                              <a:lnTo>
                                <a:pt x="f15" y="f16"/>
                              </a:lnTo>
                              <a:lnTo>
                                <a:pt x="f17" y="f18"/>
                              </a:lnTo>
                              <a:lnTo>
                                <a:pt x="f19" y="f18"/>
                              </a:lnTo>
                              <a:lnTo>
                                <a:pt x="f20" y="f21"/>
                              </a:lnTo>
                              <a:lnTo>
                                <a:pt x="f2" y="f22"/>
                              </a:lnTo>
                              <a:lnTo>
                                <a:pt x="f23" y="f24"/>
                              </a:lnTo>
                              <a:lnTo>
                                <a:pt x="f25" y="f26"/>
                              </a:lnTo>
                              <a:lnTo>
                                <a:pt x="f27" y="f28"/>
                              </a:lnTo>
                              <a:lnTo>
                                <a:pt x="f29" y="f30"/>
                              </a:lnTo>
                              <a:lnTo>
                                <a:pt x="f31" y="f32"/>
                              </a:lnTo>
                              <a:lnTo>
                                <a:pt x="f33" y="f34"/>
                              </a:lnTo>
                              <a:lnTo>
                                <a:pt x="f35" y="f36"/>
                              </a:lnTo>
                              <a:lnTo>
                                <a:pt x="f37" y="f38"/>
                              </a:lnTo>
                              <a:lnTo>
                                <a:pt x="f39" y="f40"/>
                              </a:lnTo>
                              <a:lnTo>
                                <a:pt x="f41" y="f42"/>
                              </a:lnTo>
                              <a:lnTo>
                                <a:pt x="f43" y="f44"/>
                              </a:lnTo>
                              <a:lnTo>
                                <a:pt x="f45" y="f46"/>
                              </a:lnTo>
                              <a:lnTo>
                                <a:pt x="f47" y="f48"/>
                              </a:lnTo>
                              <a:lnTo>
                                <a:pt x="f49" y="f50"/>
                              </a:lnTo>
                              <a:lnTo>
                                <a:pt x="f51" y="f52"/>
                              </a:lnTo>
                              <a:lnTo>
                                <a:pt x="f53" y="f54"/>
                              </a:lnTo>
                              <a:lnTo>
                                <a:pt x="f55" y="f56"/>
                              </a:lnTo>
                              <a:lnTo>
                                <a:pt x="f57" y="f58"/>
                              </a:lnTo>
                              <a:lnTo>
                                <a:pt x="f59" y="f60"/>
                              </a:lnTo>
                              <a:lnTo>
                                <a:pt x="f61" y="f62"/>
                              </a:lnTo>
                              <a:lnTo>
                                <a:pt x="f63" y="f59"/>
                              </a:lnTo>
                              <a:lnTo>
                                <a:pt x="f64" y="f63"/>
                              </a:lnTo>
                              <a:lnTo>
                                <a:pt x="f5" y="f5"/>
                              </a:lnTo>
                              <a:lnTo>
                                <a:pt x="f64" y="f5"/>
                              </a:lnTo>
                              <a:lnTo>
                                <a:pt x="f63" y="f64"/>
                              </a:lnTo>
                              <a:lnTo>
                                <a:pt x="f61" y="f61"/>
                              </a:lnTo>
                              <a:lnTo>
                                <a:pt x="f59" y="f65"/>
                              </a:lnTo>
                              <a:lnTo>
                                <a:pt x="f57" y="f66"/>
                              </a:lnTo>
                              <a:lnTo>
                                <a:pt x="f55" y="f67"/>
                              </a:lnTo>
                              <a:lnTo>
                                <a:pt x="f53" y="f56"/>
                              </a:lnTo>
                              <a:lnTo>
                                <a:pt x="f68" y="f54"/>
                              </a:lnTo>
                              <a:lnTo>
                                <a:pt x="f51" y="f69"/>
                              </a:lnTo>
                              <a:lnTo>
                                <a:pt x="f47" y="f70"/>
                              </a:lnTo>
                              <a:lnTo>
                                <a:pt x="f71" y="f48"/>
                              </a:lnTo>
                              <a:lnTo>
                                <a:pt x="f43" y="f72"/>
                              </a:lnTo>
                              <a:lnTo>
                                <a:pt x="f73" y="f74"/>
                              </a:lnTo>
                              <a:lnTo>
                                <a:pt x="f75" y="f44"/>
                              </a:lnTo>
                              <a:lnTo>
                                <a:pt x="f39" y="f76"/>
                              </a:lnTo>
                              <a:lnTo>
                                <a:pt x="f37" y="f40"/>
                              </a:lnTo>
                              <a:lnTo>
                                <a:pt x="f77" y="f36"/>
                              </a:lnTo>
                              <a:lnTo>
                                <a:pt x="f78" y="f79"/>
                              </a:lnTo>
                              <a:lnTo>
                                <a:pt x="f80" y="f34"/>
                              </a:lnTo>
                              <a:lnTo>
                                <a:pt x="f81" y="f30"/>
                              </a:lnTo>
                              <a:lnTo>
                                <a:pt x="f82" y="f83"/>
                              </a:lnTo>
                              <a:lnTo>
                                <a:pt x="f84" y="f28"/>
                              </a:lnTo>
                              <a:lnTo>
                                <a:pt x="f23" y="f26"/>
                              </a:lnTo>
                              <a:lnTo>
                                <a:pt x="f2" y="f24"/>
                              </a:lnTo>
                              <a:lnTo>
                                <a:pt x="f20" y="f22"/>
                              </a:lnTo>
                              <a:lnTo>
                                <a:pt x="f85" y="f21"/>
                              </a:lnTo>
                              <a:lnTo>
                                <a:pt x="f17" y="f21"/>
                              </a:lnTo>
                              <a:lnTo>
                                <a:pt x="f15" y="f18"/>
                              </a:lnTo>
                              <a:lnTo>
                                <a:pt x="f14" y="f16"/>
                              </a:lnTo>
                              <a:lnTo>
                                <a:pt x="f12" y="f16"/>
                              </a:lnTo>
                              <a:lnTo>
                                <a:pt x="f86" y="f13"/>
                              </a:lnTo>
                              <a:lnTo>
                                <a:pt x="f10" y="f13"/>
                              </a:lnTo>
                              <a:lnTo>
                                <a:pt x="f6" y="f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9E5247" w:rsidRDefault="009E5247" w:rsidP="00DA09D1"/>
                        </w:txbxContent>
                      </wps:txbx>
                      <wps:bodyPr vert="horz" wrap="square" lIns="0" tIns="0" rIns="0" bIns="0" anchor="t" anchorCtr="0" compatLnSpc="0"/>
                    </wps:wsp>
                    <wps:wsp>
                      <wps:cNvPr id="16" name="Freeform 73"/>
                      <wps:cNvSpPr/>
                      <wps:spPr>
                        <a:xfrm>
                          <a:off x="47521" y="293403"/>
                          <a:ext cx="186839" cy="135358"/>
                        </a:xfrm>
                        <a:custGeom>
                          <a:avLst/>
                          <a:gdLst>
                            <a:gd name="f0" fmla="val 10800000"/>
                            <a:gd name="f1" fmla="val 5400000"/>
                            <a:gd name="f2" fmla="val 180"/>
                            <a:gd name="f3" fmla="val w"/>
                            <a:gd name="f4" fmla="val h"/>
                            <a:gd name="f5" fmla="val 0"/>
                            <a:gd name="f6" fmla="val 295"/>
                            <a:gd name="f7" fmla="val 213"/>
                            <a:gd name="f8" fmla="val 208"/>
                            <a:gd name="f9" fmla="val 280"/>
                            <a:gd name="f10" fmla="val 265"/>
                            <a:gd name="f11" fmla="val 255"/>
                            <a:gd name="f12" fmla="val 240"/>
                            <a:gd name="f13" fmla="val 225"/>
                            <a:gd name="f14" fmla="val 203"/>
                            <a:gd name="f15" fmla="val 215"/>
                            <a:gd name="f16" fmla="val 200"/>
                            <a:gd name="f17" fmla="val 199"/>
                            <a:gd name="f18" fmla="val 190"/>
                            <a:gd name="f19" fmla="val 194"/>
                            <a:gd name="f20" fmla="val 189"/>
                            <a:gd name="f21" fmla="val 165"/>
                            <a:gd name="f22" fmla="val 184"/>
                            <a:gd name="f23" fmla="val 155"/>
                            <a:gd name="f24" fmla="val 179"/>
                            <a:gd name="f25" fmla="val 145"/>
                            <a:gd name="f26" fmla="val 174"/>
                            <a:gd name="f27" fmla="val 135"/>
                            <a:gd name="f28" fmla="val 169"/>
                            <a:gd name="f29" fmla="val 125"/>
                            <a:gd name="f30" fmla="val 164"/>
                            <a:gd name="f31" fmla="val 115"/>
                            <a:gd name="f32" fmla="val 154"/>
                            <a:gd name="f33" fmla="val 105"/>
                            <a:gd name="f34" fmla="val 149"/>
                            <a:gd name="f35" fmla="val 95"/>
                            <a:gd name="f36" fmla="val 139"/>
                            <a:gd name="f37" fmla="val 85"/>
                            <a:gd name="f38" fmla="val 134"/>
                            <a:gd name="f39" fmla="val 75"/>
                            <a:gd name="f40" fmla="val 124"/>
                            <a:gd name="f41" fmla="val 70"/>
                            <a:gd name="f42" fmla="val 119"/>
                            <a:gd name="f43" fmla="val 60"/>
                            <a:gd name="f44" fmla="val 109"/>
                            <a:gd name="f45" fmla="val 50"/>
                            <a:gd name="f46" fmla="val 99"/>
                            <a:gd name="f47" fmla="val 45"/>
                            <a:gd name="f48" fmla="val 89"/>
                            <a:gd name="f49" fmla="val 40"/>
                            <a:gd name="f50" fmla="val 84"/>
                            <a:gd name="f51" fmla="val 30"/>
                            <a:gd name="f52" fmla="val 74"/>
                            <a:gd name="f53" fmla="val 25"/>
                            <a:gd name="f54" fmla="val 64"/>
                            <a:gd name="f55" fmla="val 20"/>
                            <a:gd name="f56" fmla="val 54"/>
                            <a:gd name="f57" fmla="val 15"/>
                            <a:gd name="f58" fmla="val 10"/>
                            <a:gd name="f59" fmla="val 35"/>
                            <a:gd name="f60" fmla="val 5"/>
                            <a:gd name="f61" fmla="val 59"/>
                            <a:gd name="f62" fmla="val 69"/>
                            <a:gd name="f63" fmla="val 79"/>
                            <a:gd name="f64" fmla="val 55"/>
                            <a:gd name="f65" fmla="val 94"/>
                            <a:gd name="f66" fmla="val 65"/>
                            <a:gd name="f67" fmla="val 104"/>
                            <a:gd name="f68" fmla="val 114"/>
                            <a:gd name="f69" fmla="val 80"/>
                            <a:gd name="f70" fmla="val 90"/>
                            <a:gd name="f71" fmla="val 129"/>
                            <a:gd name="f72" fmla="val 144"/>
                            <a:gd name="f73" fmla="val 159"/>
                            <a:gd name="f74" fmla="val 160"/>
                            <a:gd name="f75" fmla="val 170"/>
                            <a:gd name="f76" fmla="val 205"/>
                            <a:gd name="f77" fmla="val 230"/>
                            <a:gd name="f78" fmla="+- 0 0 0"/>
                            <a:gd name="f79" fmla="*/ f3 1 295"/>
                            <a:gd name="f80" fmla="*/ f4 1 213"/>
                            <a:gd name="f81" fmla="+- f7 0 f5"/>
                            <a:gd name="f82" fmla="+- f6 0 f5"/>
                            <a:gd name="f83" fmla="*/ f78 f0 1"/>
                            <a:gd name="f84" fmla="*/ f82 1 295"/>
                            <a:gd name="f85" fmla="*/ f81 1 213"/>
                            <a:gd name="f86" fmla="*/ 295 f82 1"/>
                            <a:gd name="f87" fmla="*/ 213 f81 1"/>
                            <a:gd name="f88" fmla="*/ 265 f82 1"/>
                            <a:gd name="f89" fmla="*/ 240 f82 1"/>
                            <a:gd name="f90" fmla="*/ 208 f81 1"/>
                            <a:gd name="f91" fmla="*/ 215 f82 1"/>
                            <a:gd name="f92" fmla="*/ 203 f81 1"/>
                            <a:gd name="f93" fmla="*/ 190 f82 1"/>
                            <a:gd name="f94" fmla="*/ 194 f81 1"/>
                            <a:gd name="f95" fmla="*/ 165 f82 1"/>
                            <a:gd name="f96" fmla="*/ 184 f81 1"/>
                            <a:gd name="f97" fmla="*/ 145 f82 1"/>
                            <a:gd name="f98" fmla="*/ 174 f81 1"/>
                            <a:gd name="f99" fmla="*/ 125 f82 1"/>
                            <a:gd name="f100" fmla="*/ 164 f81 1"/>
                            <a:gd name="f101" fmla="*/ 105 f82 1"/>
                            <a:gd name="f102" fmla="*/ 149 f81 1"/>
                            <a:gd name="f103" fmla="*/ 85 f82 1"/>
                            <a:gd name="f104" fmla="*/ 134 f81 1"/>
                            <a:gd name="f105" fmla="*/ 70 f82 1"/>
                            <a:gd name="f106" fmla="*/ 119 f81 1"/>
                            <a:gd name="f107" fmla="*/ 50 f82 1"/>
                            <a:gd name="f108" fmla="*/ 99 f81 1"/>
                            <a:gd name="f109" fmla="*/ 40 f82 1"/>
                            <a:gd name="f110" fmla="*/ 84 f81 1"/>
                            <a:gd name="f111" fmla="*/ 25 f82 1"/>
                            <a:gd name="f112" fmla="*/ 64 f81 1"/>
                            <a:gd name="f113" fmla="*/ 15 f82 1"/>
                            <a:gd name="f114" fmla="*/ 45 f81 1"/>
                            <a:gd name="f115" fmla="*/ 5 f82 1"/>
                            <a:gd name="f116" fmla="*/ 25 f81 1"/>
                            <a:gd name="f117" fmla="*/ 0 f82 1"/>
                            <a:gd name="f118" fmla="*/ 0 f81 1"/>
                            <a:gd name="f119" fmla="*/ 10 f81 1"/>
                            <a:gd name="f120" fmla="*/ 30 f81 1"/>
                            <a:gd name="f121" fmla="*/ 50 f81 1"/>
                            <a:gd name="f122" fmla="*/ 35 f82 1"/>
                            <a:gd name="f123" fmla="*/ 69 f81 1"/>
                            <a:gd name="f124" fmla="*/ 89 f81 1"/>
                            <a:gd name="f125" fmla="*/ 65 f82 1"/>
                            <a:gd name="f126" fmla="*/ 104 f81 1"/>
                            <a:gd name="f127" fmla="*/ 80 f82 1"/>
                            <a:gd name="f128" fmla="*/ 95 f82 1"/>
                            <a:gd name="f129" fmla="*/ 139 f81 1"/>
                            <a:gd name="f130" fmla="*/ 115 f82 1"/>
                            <a:gd name="f131" fmla="*/ 135 f82 1"/>
                            <a:gd name="f132" fmla="*/ 160 f82 1"/>
                            <a:gd name="f133" fmla="*/ 180 f82 1"/>
                            <a:gd name="f134" fmla="*/ 205 f82 1"/>
                            <a:gd name="f135" fmla="*/ 230 f82 1"/>
                            <a:gd name="f136" fmla="*/ 199 f81 1"/>
                            <a:gd name="f137" fmla="*/ 255 f82 1"/>
                            <a:gd name="f138" fmla="*/ 280 f82 1"/>
                            <a:gd name="f139" fmla="*/ f83 1 f2"/>
                            <a:gd name="f140" fmla="*/ f86 1 295"/>
                            <a:gd name="f141" fmla="*/ f87 1 213"/>
                            <a:gd name="f142" fmla="*/ f88 1 295"/>
                            <a:gd name="f143" fmla="*/ f89 1 295"/>
                            <a:gd name="f144" fmla="*/ f90 1 213"/>
                            <a:gd name="f145" fmla="*/ f91 1 295"/>
                            <a:gd name="f146" fmla="*/ f92 1 213"/>
                            <a:gd name="f147" fmla="*/ f93 1 295"/>
                            <a:gd name="f148" fmla="*/ f94 1 213"/>
                            <a:gd name="f149" fmla="*/ f95 1 295"/>
                            <a:gd name="f150" fmla="*/ f96 1 213"/>
                            <a:gd name="f151" fmla="*/ f97 1 295"/>
                            <a:gd name="f152" fmla="*/ f98 1 213"/>
                            <a:gd name="f153" fmla="*/ f99 1 295"/>
                            <a:gd name="f154" fmla="*/ f100 1 213"/>
                            <a:gd name="f155" fmla="*/ f101 1 295"/>
                            <a:gd name="f156" fmla="*/ f102 1 213"/>
                            <a:gd name="f157" fmla="*/ f103 1 295"/>
                            <a:gd name="f158" fmla="*/ f104 1 213"/>
                            <a:gd name="f159" fmla="*/ f105 1 295"/>
                            <a:gd name="f160" fmla="*/ f106 1 213"/>
                            <a:gd name="f161" fmla="*/ f107 1 295"/>
                            <a:gd name="f162" fmla="*/ f108 1 213"/>
                            <a:gd name="f163" fmla="*/ f109 1 295"/>
                            <a:gd name="f164" fmla="*/ f110 1 213"/>
                            <a:gd name="f165" fmla="*/ f111 1 295"/>
                            <a:gd name="f166" fmla="*/ f112 1 213"/>
                            <a:gd name="f167" fmla="*/ f113 1 295"/>
                            <a:gd name="f168" fmla="*/ f114 1 213"/>
                            <a:gd name="f169" fmla="*/ f115 1 295"/>
                            <a:gd name="f170" fmla="*/ f116 1 213"/>
                            <a:gd name="f171" fmla="*/ f117 1 295"/>
                            <a:gd name="f172" fmla="*/ f118 1 213"/>
                            <a:gd name="f173" fmla="*/ f119 1 213"/>
                            <a:gd name="f174" fmla="*/ f120 1 213"/>
                            <a:gd name="f175" fmla="*/ f121 1 213"/>
                            <a:gd name="f176" fmla="*/ f122 1 295"/>
                            <a:gd name="f177" fmla="*/ f123 1 213"/>
                            <a:gd name="f178" fmla="*/ f124 1 213"/>
                            <a:gd name="f179" fmla="*/ f125 1 295"/>
                            <a:gd name="f180" fmla="*/ f126 1 213"/>
                            <a:gd name="f181" fmla="*/ f127 1 295"/>
                            <a:gd name="f182" fmla="*/ f128 1 295"/>
                            <a:gd name="f183" fmla="*/ f129 1 213"/>
                            <a:gd name="f184" fmla="*/ f130 1 295"/>
                            <a:gd name="f185" fmla="*/ f131 1 295"/>
                            <a:gd name="f186" fmla="*/ f132 1 295"/>
                            <a:gd name="f187" fmla="*/ f133 1 295"/>
                            <a:gd name="f188" fmla="*/ f134 1 295"/>
                            <a:gd name="f189" fmla="*/ f135 1 295"/>
                            <a:gd name="f190" fmla="*/ f136 1 213"/>
                            <a:gd name="f191" fmla="*/ f137 1 295"/>
                            <a:gd name="f192" fmla="*/ f138 1 295"/>
                            <a:gd name="f193" fmla="*/ 0 1 f84"/>
                            <a:gd name="f194" fmla="*/ f6 1 f84"/>
                            <a:gd name="f195" fmla="*/ 0 1 f85"/>
                            <a:gd name="f196" fmla="*/ f7 1 f85"/>
                            <a:gd name="f197" fmla="+- f139 0 f1"/>
                            <a:gd name="f198" fmla="*/ f140 1 f84"/>
                            <a:gd name="f199" fmla="*/ f141 1 f85"/>
                            <a:gd name="f200" fmla="*/ f142 1 f84"/>
                            <a:gd name="f201" fmla="*/ f143 1 f84"/>
                            <a:gd name="f202" fmla="*/ f144 1 f85"/>
                            <a:gd name="f203" fmla="*/ f145 1 f84"/>
                            <a:gd name="f204" fmla="*/ f146 1 f85"/>
                            <a:gd name="f205" fmla="*/ f147 1 f84"/>
                            <a:gd name="f206" fmla="*/ f148 1 f85"/>
                            <a:gd name="f207" fmla="*/ f149 1 f84"/>
                            <a:gd name="f208" fmla="*/ f150 1 f85"/>
                            <a:gd name="f209" fmla="*/ f151 1 f84"/>
                            <a:gd name="f210" fmla="*/ f152 1 f85"/>
                            <a:gd name="f211" fmla="*/ f153 1 f84"/>
                            <a:gd name="f212" fmla="*/ f154 1 f85"/>
                            <a:gd name="f213" fmla="*/ f155 1 f84"/>
                            <a:gd name="f214" fmla="*/ f156 1 f85"/>
                            <a:gd name="f215" fmla="*/ f157 1 f84"/>
                            <a:gd name="f216" fmla="*/ f158 1 f85"/>
                            <a:gd name="f217" fmla="*/ f159 1 f84"/>
                            <a:gd name="f218" fmla="*/ f160 1 f85"/>
                            <a:gd name="f219" fmla="*/ f161 1 f84"/>
                            <a:gd name="f220" fmla="*/ f162 1 f85"/>
                            <a:gd name="f221" fmla="*/ f163 1 f84"/>
                            <a:gd name="f222" fmla="*/ f164 1 f85"/>
                            <a:gd name="f223" fmla="*/ f165 1 f84"/>
                            <a:gd name="f224" fmla="*/ f166 1 f85"/>
                            <a:gd name="f225" fmla="*/ f167 1 f84"/>
                            <a:gd name="f226" fmla="*/ f168 1 f85"/>
                            <a:gd name="f227" fmla="*/ f169 1 f84"/>
                            <a:gd name="f228" fmla="*/ f170 1 f85"/>
                            <a:gd name="f229" fmla="*/ f171 1 f84"/>
                            <a:gd name="f230" fmla="*/ f172 1 f85"/>
                            <a:gd name="f231" fmla="*/ f173 1 f85"/>
                            <a:gd name="f232" fmla="*/ f174 1 f85"/>
                            <a:gd name="f233" fmla="*/ f175 1 f85"/>
                            <a:gd name="f234" fmla="*/ f176 1 f84"/>
                            <a:gd name="f235" fmla="*/ f177 1 f85"/>
                            <a:gd name="f236" fmla="*/ f178 1 f85"/>
                            <a:gd name="f237" fmla="*/ f179 1 f84"/>
                            <a:gd name="f238" fmla="*/ f180 1 f85"/>
                            <a:gd name="f239" fmla="*/ f181 1 f84"/>
                            <a:gd name="f240" fmla="*/ f182 1 f84"/>
                            <a:gd name="f241" fmla="*/ f183 1 f85"/>
                            <a:gd name="f242" fmla="*/ f184 1 f84"/>
                            <a:gd name="f243" fmla="*/ f185 1 f84"/>
                            <a:gd name="f244" fmla="*/ f186 1 f84"/>
                            <a:gd name="f245" fmla="*/ f187 1 f84"/>
                            <a:gd name="f246" fmla="*/ f188 1 f84"/>
                            <a:gd name="f247" fmla="*/ f189 1 f84"/>
                            <a:gd name="f248" fmla="*/ f190 1 f85"/>
                            <a:gd name="f249" fmla="*/ f191 1 f84"/>
                            <a:gd name="f250" fmla="*/ f192 1 f84"/>
                            <a:gd name="f251" fmla="*/ f193 f79 1"/>
                            <a:gd name="f252" fmla="*/ f194 f79 1"/>
                            <a:gd name="f253" fmla="*/ f196 f80 1"/>
                            <a:gd name="f254" fmla="*/ f195 f80 1"/>
                            <a:gd name="f255" fmla="*/ f198 f79 1"/>
                            <a:gd name="f256" fmla="*/ f199 f80 1"/>
                            <a:gd name="f257" fmla="*/ f200 f79 1"/>
                            <a:gd name="f258" fmla="*/ f201 f79 1"/>
                            <a:gd name="f259" fmla="*/ f202 f80 1"/>
                            <a:gd name="f260" fmla="*/ f203 f79 1"/>
                            <a:gd name="f261" fmla="*/ f204 f80 1"/>
                            <a:gd name="f262" fmla="*/ f205 f79 1"/>
                            <a:gd name="f263" fmla="*/ f206 f80 1"/>
                            <a:gd name="f264" fmla="*/ f207 f79 1"/>
                            <a:gd name="f265" fmla="*/ f208 f80 1"/>
                            <a:gd name="f266" fmla="*/ f209 f79 1"/>
                            <a:gd name="f267" fmla="*/ f210 f80 1"/>
                            <a:gd name="f268" fmla="*/ f211 f79 1"/>
                            <a:gd name="f269" fmla="*/ f212 f80 1"/>
                            <a:gd name="f270" fmla="*/ f213 f79 1"/>
                            <a:gd name="f271" fmla="*/ f214 f80 1"/>
                            <a:gd name="f272" fmla="*/ f215 f79 1"/>
                            <a:gd name="f273" fmla="*/ f216 f80 1"/>
                            <a:gd name="f274" fmla="*/ f217 f79 1"/>
                            <a:gd name="f275" fmla="*/ f218 f80 1"/>
                            <a:gd name="f276" fmla="*/ f219 f79 1"/>
                            <a:gd name="f277" fmla="*/ f220 f80 1"/>
                            <a:gd name="f278" fmla="*/ f221 f79 1"/>
                            <a:gd name="f279" fmla="*/ f222 f80 1"/>
                            <a:gd name="f280" fmla="*/ f223 f79 1"/>
                            <a:gd name="f281" fmla="*/ f224 f80 1"/>
                            <a:gd name="f282" fmla="*/ f225 f79 1"/>
                            <a:gd name="f283" fmla="*/ f226 f80 1"/>
                            <a:gd name="f284" fmla="*/ f227 f79 1"/>
                            <a:gd name="f285" fmla="*/ f228 f80 1"/>
                            <a:gd name="f286" fmla="*/ f229 f79 1"/>
                            <a:gd name="f287" fmla="*/ f230 f80 1"/>
                            <a:gd name="f288" fmla="*/ f231 f80 1"/>
                            <a:gd name="f289" fmla="*/ f232 f80 1"/>
                            <a:gd name="f290" fmla="*/ f233 f80 1"/>
                            <a:gd name="f291" fmla="*/ f234 f79 1"/>
                            <a:gd name="f292" fmla="*/ f235 f80 1"/>
                            <a:gd name="f293" fmla="*/ f236 f80 1"/>
                            <a:gd name="f294" fmla="*/ f237 f79 1"/>
                            <a:gd name="f295" fmla="*/ f238 f80 1"/>
                            <a:gd name="f296" fmla="*/ f239 f79 1"/>
                            <a:gd name="f297" fmla="*/ f240 f79 1"/>
                            <a:gd name="f298" fmla="*/ f241 f80 1"/>
                            <a:gd name="f299" fmla="*/ f242 f79 1"/>
                            <a:gd name="f300" fmla="*/ f243 f79 1"/>
                            <a:gd name="f301" fmla="*/ f244 f79 1"/>
                            <a:gd name="f302" fmla="*/ f245 f79 1"/>
                            <a:gd name="f303" fmla="*/ f246 f79 1"/>
                            <a:gd name="f304" fmla="*/ f247 f79 1"/>
                            <a:gd name="f305" fmla="*/ f248 f80 1"/>
                            <a:gd name="f306" fmla="*/ f249 f79 1"/>
                            <a:gd name="f307" fmla="*/ f250 f79 1"/>
                          </a:gdLst>
                          <a:ahLst/>
                          <a:cxnLst/>
                          <a:rect l="f251" t="f254" r="f252" b="f253"/>
                          <a:pathLst>
                            <a:path w="295" h="213">
                              <a:moveTo>
                                <a:pt x="f6" y="f8"/>
                              </a:moveTo>
                              <a:lnTo>
                                <a:pt x="f6" y="f7"/>
                              </a:lnTo>
                              <a:lnTo>
                                <a:pt x="f9" y="f7"/>
                              </a:lnTo>
                              <a:lnTo>
                                <a:pt x="f10" y="f7"/>
                              </a:lnTo>
                              <a:lnTo>
                                <a:pt x="f11" y="f8"/>
                              </a:lnTo>
                              <a:lnTo>
                                <a:pt x="f12" y="f8"/>
                              </a:lnTo>
                              <a:lnTo>
                                <a:pt x="f13" y="f14"/>
                              </a:lnTo>
                              <a:lnTo>
                                <a:pt x="f15" y="f14"/>
                              </a:lnTo>
                              <a:lnTo>
                                <a:pt x="f16" y="f17"/>
                              </a:lnTo>
                              <a:lnTo>
                                <a:pt x="f18" y="f19"/>
                              </a:lnTo>
                              <a:lnTo>
                                <a:pt x="f2" y="f20"/>
                              </a:lnTo>
                              <a:lnTo>
                                <a:pt x="f21" y="f22"/>
                              </a:lnTo>
                              <a:lnTo>
                                <a:pt x="f23" y="f24"/>
                              </a:lnTo>
                              <a:lnTo>
                                <a:pt x="f25" y="f26"/>
                              </a:lnTo>
                              <a:lnTo>
                                <a:pt x="f27" y="f28"/>
                              </a:lnTo>
                              <a:lnTo>
                                <a:pt x="f29" y="f30"/>
                              </a:lnTo>
                              <a:lnTo>
                                <a:pt x="f31" y="f32"/>
                              </a:lnTo>
                              <a:lnTo>
                                <a:pt x="f33" y="f34"/>
                              </a:lnTo>
                              <a:lnTo>
                                <a:pt x="f35" y="f36"/>
                              </a:lnTo>
                              <a:lnTo>
                                <a:pt x="f37" y="f38"/>
                              </a:lnTo>
                              <a:lnTo>
                                <a:pt x="f39" y="f40"/>
                              </a:lnTo>
                              <a:lnTo>
                                <a:pt x="f41" y="f42"/>
                              </a:lnTo>
                              <a:lnTo>
                                <a:pt x="f43" y="f44"/>
                              </a:lnTo>
                              <a:lnTo>
                                <a:pt x="f45" y="f46"/>
                              </a:lnTo>
                              <a:lnTo>
                                <a:pt x="f47" y="f48"/>
                              </a:lnTo>
                              <a:lnTo>
                                <a:pt x="f49" y="f50"/>
                              </a:lnTo>
                              <a:lnTo>
                                <a:pt x="f51" y="f52"/>
                              </a:lnTo>
                              <a:lnTo>
                                <a:pt x="f53" y="f54"/>
                              </a:lnTo>
                              <a:lnTo>
                                <a:pt x="f55" y="f56"/>
                              </a:lnTo>
                              <a:lnTo>
                                <a:pt x="f57" y="f47"/>
                              </a:lnTo>
                              <a:lnTo>
                                <a:pt x="f58" y="f59"/>
                              </a:lnTo>
                              <a:lnTo>
                                <a:pt x="f60" y="f53"/>
                              </a:lnTo>
                              <a:lnTo>
                                <a:pt x="f5" y="f57"/>
                              </a:lnTo>
                              <a:lnTo>
                                <a:pt x="f5" y="f5"/>
                              </a:lnTo>
                              <a:lnTo>
                                <a:pt x="f60" y="f5"/>
                              </a:lnTo>
                              <a:lnTo>
                                <a:pt x="f60" y="f58"/>
                              </a:lnTo>
                              <a:lnTo>
                                <a:pt x="f58" y="f55"/>
                              </a:lnTo>
                              <a:lnTo>
                                <a:pt x="f57" y="f51"/>
                              </a:lnTo>
                              <a:lnTo>
                                <a:pt x="f55" y="f49"/>
                              </a:lnTo>
                              <a:lnTo>
                                <a:pt x="f53" y="f45"/>
                              </a:lnTo>
                              <a:lnTo>
                                <a:pt x="f51" y="f61"/>
                              </a:lnTo>
                              <a:lnTo>
                                <a:pt x="f59" y="f62"/>
                              </a:lnTo>
                              <a:lnTo>
                                <a:pt x="f49" y="f63"/>
                              </a:lnTo>
                              <a:lnTo>
                                <a:pt x="f45" y="f48"/>
                              </a:lnTo>
                              <a:lnTo>
                                <a:pt x="f64" y="f65"/>
                              </a:lnTo>
                              <a:lnTo>
                                <a:pt x="f66" y="f67"/>
                              </a:lnTo>
                              <a:lnTo>
                                <a:pt x="f41" y="f68"/>
                              </a:lnTo>
                              <a:lnTo>
                                <a:pt x="f69" y="f42"/>
                              </a:lnTo>
                              <a:lnTo>
                                <a:pt x="f70" y="f71"/>
                              </a:lnTo>
                              <a:lnTo>
                                <a:pt x="f35" y="f36"/>
                              </a:lnTo>
                              <a:lnTo>
                                <a:pt x="f33" y="f72"/>
                              </a:lnTo>
                              <a:lnTo>
                                <a:pt x="f31" y="f34"/>
                              </a:lnTo>
                              <a:lnTo>
                                <a:pt x="f29" y="f73"/>
                              </a:lnTo>
                              <a:lnTo>
                                <a:pt x="f27" y="f30"/>
                              </a:lnTo>
                              <a:lnTo>
                                <a:pt x="f25" y="f28"/>
                              </a:lnTo>
                              <a:lnTo>
                                <a:pt x="f74" y="f26"/>
                              </a:lnTo>
                              <a:lnTo>
                                <a:pt x="f75" y="f24"/>
                              </a:lnTo>
                              <a:lnTo>
                                <a:pt x="f2" y="f22"/>
                              </a:lnTo>
                              <a:lnTo>
                                <a:pt x="f18" y="f20"/>
                              </a:lnTo>
                              <a:lnTo>
                                <a:pt x="f76" y="f19"/>
                              </a:lnTo>
                              <a:lnTo>
                                <a:pt x="f15" y="f17"/>
                              </a:lnTo>
                              <a:lnTo>
                                <a:pt x="f77" y="f17"/>
                              </a:lnTo>
                              <a:lnTo>
                                <a:pt x="f12" y="f14"/>
                              </a:lnTo>
                              <a:lnTo>
                                <a:pt x="f11" y="f14"/>
                              </a:lnTo>
                              <a:lnTo>
                                <a:pt x="f10" y="f8"/>
                              </a:lnTo>
                              <a:lnTo>
                                <a:pt x="f9" y="f8"/>
                              </a:lnTo>
                              <a:lnTo>
                                <a:pt x="f6" y="f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9E5247" w:rsidRDefault="009E5247" w:rsidP="00DA09D1"/>
                        </w:txbxContent>
                      </wps:txbx>
                      <wps:bodyPr vert="horz" wrap="square" lIns="0" tIns="0" rIns="0" bIns="0" anchor="t" anchorCtr="0" compatLnSpc="0"/>
                    </wps:wsp>
                    <wps:wsp>
                      <wps:cNvPr id="17" name="Freeform 74"/>
                      <wps:cNvSpPr/>
                      <wps:spPr>
                        <a:xfrm>
                          <a:off x="69841" y="302757"/>
                          <a:ext cx="149403" cy="110880"/>
                        </a:xfrm>
                        <a:custGeom>
                          <a:avLst/>
                          <a:gdLst>
                            <a:gd name="f0" fmla="val 10800000"/>
                            <a:gd name="f1" fmla="val 5400000"/>
                            <a:gd name="f2" fmla="val 180"/>
                            <a:gd name="f3" fmla="val w"/>
                            <a:gd name="f4" fmla="val h"/>
                            <a:gd name="f5" fmla="val 0"/>
                            <a:gd name="f6" fmla="val 235"/>
                            <a:gd name="f7" fmla="val 174"/>
                            <a:gd name="f8" fmla="val 169"/>
                            <a:gd name="f9" fmla="val 225"/>
                            <a:gd name="f10" fmla="val 215"/>
                            <a:gd name="f11" fmla="val 205"/>
                            <a:gd name="f12" fmla="val 164"/>
                            <a:gd name="f13" fmla="val 195"/>
                            <a:gd name="f14" fmla="val 185"/>
                            <a:gd name="f15" fmla="val 159"/>
                            <a:gd name="f16" fmla="val 175"/>
                            <a:gd name="f17" fmla="val 165"/>
                            <a:gd name="f18" fmla="val 154"/>
                            <a:gd name="f19" fmla="val 155"/>
                            <a:gd name="f20" fmla="val 149"/>
                            <a:gd name="f21" fmla="val 145"/>
                            <a:gd name="f22" fmla="val 140"/>
                            <a:gd name="f23" fmla="val 144"/>
                            <a:gd name="f24" fmla="val 130"/>
                            <a:gd name="f25" fmla="val 139"/>
                            <a:gd name="f26" fmla="val 120"/>
                            <a:gd name="f27" fmla="val 134"/>
                            <a:gd name="f28" fmla="val 110"/>
                            <a:gd name="f29" fmla="val 129"/>
                            <a:gd name="f30" fmla="val 105"/>
                            <a:gd name="f31" fmla="val 124"/>
                            <a:gd name="f32" fmla="val 95"/>
                            <a:gd name="f33" fmla="val 119"/>
                            <a:gd name="f34" fmla="val 90"/>
                            <a:gd name="f35" fmla="val 114"/>
                            <a:gd name="f36" fmla="val 80"/>
                            <a:gd name="f37" fmla="val 109"/>
                            <a:gd name="f38" fmla="val 75"/>
                            <a:gd name="f39" fmla="val 99"/>
                            <a:gd name="f40" fmla="val 65"/>
                            <a:gd name="f41" fmla="val 94"/>
                            <a:gd name="f42" fmla="val 60"/>
                            <a:gd name="f43" fmla="val 89"/>
                            <a:gd name="f44" fmla="val 55"/>
                            <a:gd name="f45" fmla="val 84"/>
                            <a:gd name="f46" fmla="val 45"/>
                            <a:gd name="f47" fmla="val 74"/>
                            <a:gd name="f48" fmla="val 40"/>
                            <a:gd name="f49" fmla="val 69"/>
                            <a:gd name="f50" fmla="val 35"/>
                            <a:gd name="f51" fmla="val 59"/>
                            <a:gd name="f52" fmla="val 30"/>
                            <a:gd name="f53" fmla="val 54"/>
                            <a:gd name="f54" fmla="val 25"/>
                            <a:gd name="f55" fmla="val 49"/>
                            <a:gd name="f56" fmla="val 20"/>
                            <a:gd name="f57" fmla="val 39"/>
                            <a:gd name="f58" fmla="val 15"/>
                            <a:gd name="f59" fmla="val 10"/>
                            <a:gd name="f60" fmla="val 5"/>
                            <a:gd name="f61" fmla="val 44"/>
                            <a:gd name="f62" fmla="val 64"/>
                            <a:gd name="f63" fmla="val 50"/>
                            <a:gd name="f64" fmla="val 79"/>
                            <a:gd name="f65" fmla="val 70"/>
                            <a:gd name="f66" fmla="val 85"/>
                            <a:gd name="f67" fmla="val 104"/>
                            <a:gd name="f68" fmla="val 100"/>
                            <a:gd name="f69" fmla="val 115"/>
                            <a:gd name="f70" fmla="val 125"/>
                            <a:gd name="f71" fmla="val 150"/>
                            <a:gd name="f72" fmla="val 160"/>
                            <a:gd name="f73" fmla="+- 0 0 0"/>
                            <a:gd name="f74" fmla="*/ f3 1 235"/>
                            <a:gd name="f75" fmla="*/ f4 1 174"/>
                            <a:gd name="f76" fmla="+- f7 0 f5"/>
                            <a:gd name="f77" fmla="+- f6 0 f5"/>
                            <a:gd name="f78" fmla="*/ f73 f0 1"/>
                            <a:gd name="f79" fmla="*/ f77 1 235"/>
                            <a:gd name="f80" fmla="*/ f76 1 174"/>
                            <a:gd name="f81" fmla="*/ 235 f77 1"/>
                            <a:gd name="f82" fmla="*/ 174 f76 1"/>
                            <a:gd name="f83" fmla="*/ 215 f77 1"/>
                            <a:gd name="f84" fmla="*/ 169 f76 1"/>
                            <a:gd name="f85" fmla="*/ 195 f77 1"/>
                            <a:gd name="f86" fmla="*/ 164 f76 1"/>
                            <a:gd name="f87" fmla="*/ 175 f77 1"/>
                            <a:gd name="f88" fmla="*/ 159 f76 1"/>
                            <a:gd name="f89" fmla="*/ 155 f77 1"/>
                            <a:gd name="f90" fmla="*/ 149 f76 1"/>
                            <a:gd name="f91" fmla="*/ 140 f77 1"/>
                            <a:gd name="f92" fmla="*/ 144 f76 1"/>
                            <a:gd name="f93" fmla="*/ 120 f77 1"/>
                            <a:gd name="f94" fmla="*/ 134 f76 1"/>
                            <a:gd name="f95" fmla="*/ 105 f77 1"/>
                            <a:gd name="f96" fmla="*/ 124 f76 1"/>
                            <a:gd name="f97" fmla="*/ 90 f77 1"/>
                            <a:gd name="f98" fmla="*/ 114 f76 1"/>
                            <a:gd name="f99" fmla="*/ 75 f77 1"/>
                            <a:gd name="f100" fmla="*/ 99 f76 1"/>
                            <a:gd name="f101" fmla="*/ 60 f77 1"/>
                            <a:gd name="f102" fmla="*/ 89 f76 1"/>
                            <a:gd name="f103" fmla="*/ 45 f77 1"/>
                            <a:gd name="f104" fmla="*/ 74 f76 1"/>
                            <a:gd name="f105" fmla="*/ 35 f77 1"/>
                            <a:gd name="f106" fmla="*/ 59 f76 1"/>
                            <a:gd name="f107" fmla="*/ 25 f77 1"/>
                            <a:gd name="f108" fmla="*/ 49 f76 1"/>
                            <a:gd name="f109" fmla="*/ 15 f77 1"/>
                            <a:gd name="f110" fmla="*/ 35 f76 1"/>
                            <a:gd name="f111" fmla="*/ 5 f77 1"/>
                            <a:gd name="f112" fmla="*/ 15 f76 1"/>
                            <a:gd name="f113" fmla="*/ 0 f77 1"/>
                            <a:gd name="f114" fmla="*/ 0 f76 1"/>
                            <a:gd name="f115" fmla="*/ 10 f77 1"/>
                            <a:gd name="f116" fmla="*/ 5 f76 1"/>
                            <a:gd name="f117" fmla="*/ 25 f76 1"/>
                            <a:gd name="f118" fmla="*/ 39 f76 1"/>
                            <a:gd name="f119" fmla="*/ 64 f76 1"/>
                            <a:gd name="f120" fmla="*/ 55 f77 1"/>
                            <a:gd name="f121" fmla="*/ 79 f76 1"/>
                            <a:gd name="f122" fmla="*/ 70 f77 1"/>
                            <a:gd name="f123" fmla="*/ 85 f77 1"/>
                            <a:gd name="f124" fmla="*/ 104 f76 1"/>
                            <a:gd name="f125" fmla="*/ 100 f77 1"/>
                            <a:gd name="f126" fmla="*/ 115 f77 1"/>
                            <a:gd name="f127" fmla="*/ 130 f77 1"/>
                            <a:gd name="f128" fmla="*/ 150 f77 1"/>
                            <a:gd name="f129" fmla="*/ 165 f77 1"/>
                            <a:gd name="f130" fmla="*/ 185 f77 1"/>
                            <a:gd name="f131" fmla="*/ 154 f76 1"/>
                            <a:gd name="f132" fmla="*/ 205 f77 1"/>
                            <a:gd name="f133" fmla="*/ 225 f77 1"/>
                            <a:gd name="f134" fmla="*/ f78 1 f2"/>
                            <a:gd name="f135" fmla="*/ f81 1 235"/>
                            <a:gd name="f136" fmla="*/ f82 1 174"/>
                            <a:gd name="f137" fmla="*/ f83 1 235"/>
                            <a:gd name="f138" fmla="*/ f84 1 174"/>
                            <a:gd name="f139" fmla="*/ f85 1 235"/>
                            <a:gd name="f140" fmla="*/ f86 1 174"/>
                            <a:gd name="f141" fmla="*/ f87 1 235"/>
                            <a:gd name="f142" fmla="*/ f88 1 174"/>
                            <a:gd name="f143" fmla="*/ f89 1 235"/>
                            <a:gd name="f144" fmla="*/ f90 1 174"/>
                            <a:gd name="f145" fmla="*/ f91 1 235"/>
                            <a:gd name="f146" fmla="*/ f92 1 174"/>
                            <a:gd name="f147" fmla="*/ f93 1 235"/>
                            <a:gd name="f148" fmla="*/ f94 1 174"/>
                            <a:gd name="f149" fmla="*/ f95 1 235"/>
                            <a:gd name="f150" fmla="*/ f96 1 174"/>
                            <a:gd name="f151" fmla="*/ f97 1 235"/>
                            <a:gd name="f152" fmla="*/ f98 1 174"/>
                            <a:gd name="f153" fmla="*/ f99 1 235"/>
                            <a:gd name="f154" fmla="*/ f100 1 174"/>
                            <a:gd name="f155" fmla="*/ f101 1 235"/>
                            <a:gd name="f156" fmla="*/ f102 1 174"/>
                            <a:gd name="f157" fmla="*/ f103 1 235"/>
                            <a:gd name="f158" fmla="*/ f104 1 174"/>
                            <a:gd name="f159" fmla="*/ f105 1 235"/>
                            <a:gd name="f160" fmla="*/ f106 1 174"/>
                            <a:gd name="f161" fmla="*/ f107 1 235"/>
                            <a:gd name="f162" fmla="*/ f108 1 174"/>
                            <a:gd name="f163" fmla="*/ f109 1 235"/>
                            <a:gd name="f164" fmla="*/ f110 1 174"/>
                            <a:gd name="f165" fmla="*/ f111 1 235"/>
                            <a:gd name="f166" fmla="*/ f112 1 174"/>
                            <a:gd name="f167" fmla="*/ f113 1 235"/>
                            <a:gd name="f168" fmla="*/ f114 1 174"/>
                            <a:gd name="f169" fmla="*/ f115 1 235"/>
                            <a:gd name="f170" fmla="*/ f116 1 174"/>
                            <a:gd name="f171" fmla="*/ f117 1 174"/>
                            <a:gd name="f172" fmla="*/ f118 1 174"/>
                            <a:gd name="f173" fmla="*/ f119 1 174"/>
                            <a:gd name="f174" fmla="*/ f120 1 235"/>
                            <a:gd name="f175" fmla="*/ f121 1 174"/>
                            <a:gd name="f176" fmla="*/ f122 1 235"/>
                            <a:gd name="f177" fmla="*/ f123 1 235"/>
                            <a:gd name="f178" fmla="*/ f124 1 174"/>
                            <a:gd name="f179" fmla="*/ f125 1 235"/>
                            <a:gd name="f180" fmla="*/ f126 1 235"/>
                            <a:gd name="f181" fmla="*/ f127 1 235"/>
                            <a:gd name="f182" fmla="*/ f128 1 235"/>
                            <a:gd name="f183" fmla="*/ f129 1 235"/>
                            <a:gd name="f184" fmla="*/ f130 1 235"/>
                            <a:gd name="f185" fmla="*/ f131 1 174"/>
                            <a:gd name="f186" fmla="*/ f132 1 235"/>
                            <a:gd name="f187" fmla="*/ f133 1 235"/>
                            <a:gd name="f188" fmla="*/ 0 1 f79"/>
                            <a:gd name="f189" fmla="*/ f6 1 f79"/>
                            <a:gd name="f190" fmla="*/ 0 1 f80"/>
                            <a:gd name="f191" fmla="*/ f7 1 f80"/>
                            <a:gd name="f192" fmla="+- f134 0 f1"/>
                            <a:gd name="f193" fmla="*/ f135 1 f79"/>
                            <a:gd name="f194" fmla="*/ f136 1 f80"/>
                            <a:gd name="f195" fmla="*/ f137 1 f79"/>
                            <a:gd name="f196" fmla="*/ f138 1 f80"/>
                            <a:gd name="f197" fmla="*/ f139 1 f79"/>
                            <a:gd name="f198" fmla="*/ f140 1 f80"/>
                            <a:gd name="f199" fmla="*/ f141 1 f79"/>
                            <a:gd name="f200" fmla="*/ f142 1 f80"/>
                            <a:gd name="f201" fmla="*/ f143 1 f79"/>
                            <a:gd name="f202" fmla="*/ f144 1 f80"/>
                            <a:gd name="f203" fmla="*/ f145 1 f79"/>
                            <a:gd name="f204" fmla="*/ f146 1 f80"/>
                            <a:gd name="f205" fmla="*/ f147 1 f79"/>
                            <a:gd name="f206" fmla="*/ f148 1 f80"/>
                            <a:gd name="f207" fmla="*/ f149 1 f79"/>
                            <a:gd name="f208" fmla="*/ f150 1 f80"/>
                            <a:gd name="f209" fmla="*/ f151 1 f79"/>
                            <a:gd name="f210" fmla="*/ f152 1 f80"/>
                            <a:gd name="f211" fmla="*/ f153 1 f79"/>
                            <a:gd name="f212" fmla="*/ f154 1 f80"/>
                            <a:gd name="f213" fmla="*/ f155 1 f79"/>
                            <a:gd name="f214" fmla="*/ f156 1 f80"/>
                            <a:gd name="f215" fmla="*/ f157 1 f79"/>
                            <a:gd name="f216" fmla="*/ f158 1 f80"/>
                            <a:gd name="f217" fmla="*/ f159 1 f79"/>
                            <a:gd name="f218" fmla="*/ f160 1 f80"/>
                            <a:gd name="f219" fmla="*/ f161 1 f79"/>
                            <a:gd name="f220" fmla="*/ f162 1 f80"/>
                            <a:gd name="f221" fmla="*/ f163 1 f79"/>
                            <a:gd name="f222" fmla="*/ f164 1 f80"/>
                            <a:gd name="f223" fmla="*/ f165 1 f79"/>
                            <a:gd name="f224" fmla="*/ f166 1 f80"/>
                            <a:gd name="f225" fmla="*/ f167 1 f79"/>
                            <a:gd name="f226" fmla="*/ f168 1 f80"/>
                            <a:gd name="f227" fmla="*/ f169 1 f79"/>
                            <a:gd name="f228" fmla="*/ f170 1 f80"/>
                            <a:gd name="f229" fmla="*/ f171 1 f80"/>
                            <a:gd name="f230" fmla="*/ f172 1 f80"/>
                            <a:gd name="f231" fmla="*/ f173 1 f80"/>
                            <a:gd name="f232" fmla="*/ f174 1 f79"/>
                            <a:gd name="f233" fmla="*/ f175 1 f80"/>
                            <a:gd name="f234" fmla="*/ f176 1 f79"/>
                            <a:gd name="f235" fmla="*/ f177 1 f79"/>
                            <a:gd name="f236" fmla="*/ f178 1 f80"/>
                            <a:gd name="f237" fmla="*/ f179 1 f79"/>
                            <a:gd name="f238" fmla="*/ f180 1 f79"/>
                            <a:gd name="f239" fmla="*/ f181 1 f79"/>
                            <a:gd name="f240" fmla="*/ f182 1 f79"/>
                            <a:gd name="f241" fmla="*/ f183 1 f79"/>
                            <a:gd name="f242" fmla="*/ f184 1 f79"/>
                            <a:gd name="f243" fmla="*/ f185 1 f80"/>
                            <a:gd name="f244" fmla="*/ f186 1 f79"/>
                            <a:gd name="f245" fmla="*/ f187 1 f79"/>
                            <a:gd name="f246" fmla="*/ f188 f74 1"/>
                            <a:gd name="f247" fmla="*/ f189 f74 1"/>
                            <a:gd name="f248" fmla="*/ f191 f75 1"/>
                            <a:gd name="f249" fmla="*/ f190 f75 1"/>
                            <a:gd name="f250" fmla="*/ f193 f74 1"/>
                            <a:gd name="f251" fmla="*/ f194 f75 1"/>
                            <a:gd name="f252" fmla="*/ f195 f74 1"/>
                            <a:gd name="f253" fmla="*/ f196 f75 1"/>
                            <a:gd name="f254" fmla="*/ f197 f74 1"/>
                            <a:gd name="f255" fmla="*/ f198 f75 1"/>
                            <a:gd name="f256" fmla="*/ f199 f74 1"/>
                            <a:gd name="f257" fmla="*/ f200 f75 1"/>
                            <a:gd name="f258" fmla="*/ f201 f74 1"/>
                            <a:gd name="f259" fmla="*/ f202 f75 1"/>
                            <a:gd name="f260" fmla="*/ f203 f74 1"/>
                            <a:gd name="f261" fmla="*/ f204 f75 1"/>
                            <a:gd name="f262" fmla="*/ f205 f74 1"/>
                            <a:gd name="f263" fmla="*/ f206 f75 1"/>
                            <a:gd name="f264" fmla="*/ f207 f74 1"/>
                            <a:gd name="f265" fmla="*/ f208 f75 1"/>
                            <a:gd name="f266" fmla="*/ f209 f74 1"/>
                            <a:gd name="f267" fmla="*/ f210 f75 1"/>
                            <a:gd name="f268" fmla="*/ f211 f74 1"/>
                            <a:gd name="f269" fmla="*/ f212 f75 1"/>
                            <a:gd name="f270" fmla="*/ f213 f74 1"/>
                            <a:gd name="f271" fmla="*/ f214 f75 1"/>
                            <a:gd name="f272" fmla="*/ f215 f74 1"/>
                            <a:gd name="f273" fmla="*/ f216 f75 1"/>
                            <a:gd name="f274" fmla="*/ f217 f74 1"/>
                            <a:gd name="f275" fmla="*/ f218 f75 1"/>
                            <a:gd name="f276" fmla="*/ f219 f74 1"/>
                            <a:gd name="f277" fmla="*/ f220 f75 1"/>
                            <a:gd name="f278" fmla="*/ f221 f74 1"/>
                            <a:gd name="f279" fmla="*/ f222 f75 1"/>
                            <a:gd name="f280" fmla="*/ f223 f74 1"/>
                            <a:gd name="f281" fmla="*/ f224 f75 1"/>
                            <a:gd name="f282" fmla="*/ f225 f74 1"/>
                            <a:gd name="f283" fmla="*/ f226 f75 1"/>
                            <a:gd name="f284" fmla="*/ f227 f74 1"/>
                            <a:gd name="f285" fmla="*/ f228 f75 1"/>
                            <a:gd name="f286" fmla="*/ f229 f75 1"/>
                            <a:gd name="f287" fmla="*/ f230 f75 1"/>
                            <a:gd name="f288" fmla="*/ f231 f75 1"/>
                            <a:gd name="f289" fmla="*/ f232 f74 1"/>
                            <a:gd name="f290" fmla="*/ f233 f75 1"/>
                            <a:gd name="f291" fmla="*/ f234 f74 1"/>
                            <a:gd name="f292" fmla="*/ f235 f74 1"/>
                            <a:gd name="f293" fmla="*/ f236 f75 1"/>
                            <a:gd name="f294" fmla="*/ f237 f74 1"/>
                            <a:gd name="f295" fmla="*/ f238 f74 1"/>
                            <a:gd name="f296" fmla="*/ f239 f74 1"/>
                            <a:gd name="f297" fmla="*/ f240 f74 1"/>
                            <a:gd name="f298" fmla="*/ f241 f74 1"/>
                            <a:gd name="f299" fmla="*/ f242 f74 1"/>
                            <a:gd name="f300" fmla="*/ f243 f75 1"/>
                            <a:gd name="f301" fmla="*/ f244 f74 1"/>
                            <a:gd name="f302" fmla="*/ f245 f74 1"/>
                          </a:gdLst>
                          <a:ahLst/>
                          <a:cxnLst/>
                          <a:rect l="f246" t="f249" r="f247" b="f248"/>
                          <a:pathLst>
                            <a:path w="235" h="174">
                              <a:moveTo>
                                <a:pt x="f6" y="f8"/>
                              </a:moveTo>
                              <a:lnTo>
                                <a:pt x="f6" y="f7"/>
                              </a:lnTo>
                              <a:lnTo>
                                <a:pt x="f9" y="f8"/>
                              </a:lnTo>
                              <a:lnTo>
                                <a:pt x="f10" y="f8"/>
                              </a:lnTo>
                              <a:lnTo>
                                <a:pt x="f11" y="f12"/>
                              </a:lnTo>
                              <a:lnTo>
                                <a:pt x="f13" y="f12"/>
                              </a:lnTo>
                              <a:lnTo>
                                <a:pt x="f14" y="f15"/>
                              </a:lnTo>
                              <a:lnTo>
                                <a:pt x="f16" y="f15"/>
                              </a:lnTo>
                              <a:lnTo>
                                <a:pt x="f17" y="f18"/>
                              </a:lnTo>
                              <a:lnTo>
                                <a:pt x="f19" y="f20"/>
                              </a:lnTo>
                              <a:lnTo>
                                <a:pt x="f21" y="f20"/>
                              </a:lnTo>
                              <a:lnTo>
                                <a:pt x="f22" y="f23"/>
                              </a:lnTo>
                              <a:lnTo>
                                <a:pt x="f24" y="f25"/>
                              </a:lnTo>
                              <a:lnTo>
                                <a:pt x="f26" y="f27"/>
                              </a:lnTo>
                              <a:lnTo>
                                <a:pt x="f28" y="f29"/>
                              </a:lnTo>
                              <a:lnTo>
                                <a:pt x="f30" y="f31"/>
                              </a:lnTo>
                              <a:lnTo>
                                <a:pt x="f32" y="f33"/>
                              </a:lnTo>
                              <a:lnTo>
                                <a:pt x="f34" y="f35"/>
                              </a:lnTo>
                              <a:lnTo>
                                <a:pt x="f36" y="f37"/>
                              </a:lnTo>
                              <a:lnTo>
                                <a:pt x="f38" y="f39"/>
                              </a:lnTo>
                              <a:lnTo>
                                <a:pt x="f40" y="f41"/>
                              </a:lnTo>
                              <a:lnTo>
                                <a:pt x="f42" y="f43"/>
                              </a:lnTo>
                              <a:lnTo>
                                <a:pt x="f44" y="f45"/>
                              </a:lnTo>
                              <a:lnTo>
                                <a:pt x="f46" y="f47"/>
                              </a:lnTo>
                              <a:lnTo>
                                <a:pt x="f48" y="f49"/>
                              </a:lnTo>
                              <a:lnTo>
                                <a:pt x="f50" y="f51"/>
                              </a:lnTo>
                              <a:lnTo>
                                <a:pt x="f52" y="f53"/>
                              </a:lnTo>
                              <a:lnTo>
                                <a:pt x="f54" y="f55"/>
                              </a:lnTo>
                              <a:lnTo>
                                <a:pt x="f56" y="f57"/>
                              </a:lnTo>
                              <a:lnTo>
                                <a:pt x="f58" y="f50"/>
                              </a:lnTo>
                              <a:lnTo>
                                <a:pt x="f59" y="f54"/>
                              </a:lnTo>
                              <a:lnTo>
                                <a:pt x="f60" y="f58"/>
                              </a:lnTo>
                              <a:lnTo>
                                <a:pt x="f60" y="f59"/>
                              </a:lnTo>
                              <a:lnTo>
                                <a:pt x="f5" y="f5"/>
                              </a:lnTo>
                              <a:lnTo>
                                <a:pt x="f60" y="f5"/>
                              </a:lnTo>
                              <a:lnTo>
                                <a:pt x="f59" y="f60"/>
                              </a:lnTo>
                              <a:lnTo>
                                <a:pt x="f59" y="f58"/>
                              </a:lnTo>
                              <a:lnTo>
                                <a:pt x="f58" y="f54"/>
                              </a:lnTo>
                              <a:lnTo>
                                <a:pt x="f56" y="f52"/>
                              </a:lnTo>
                              <a:lnTo>
                                <a:pt x="f54" y="f57"/>
                              </a:lnTo>
                              <a:lnTo>
                                <a:pt x="f52" y="f61"/>
                              </a:lnTo>
                              <a:lnTo>
                                <a:pt x="f50" y="f55"/>
                              </a:lnTo>
                              <a:lnTo>
                                <a:pt x="f48" y="f51"/>
                              </a:lnTo>
                              <a:lnTo>
                                <a:pt x="f46" y="f62"/>
                              </a:lnTo>
                              <a:lnTo>
                                <a:pt x="f63" y="f47"/>
                              </a:lnTo>
                              <a:lnTo>
                                <a:pt x="f44" y="f64"/>
                              </a:lnTo>
                              <a:lnTo>
                                <a:pt x="f40" y="f45"/>
                              </a:lnTo>
                              <a:lnTo>
                                <a:pt x="f65" y="f43"/>
                              </a:lnTo>
                              <a:lnTo>
                                <a:pt x="f38" y="f39"/>
                              </a:lnTo>
                              <a:lnTo>
                                <a:pt x="f66" y="f67"/>
                              </a:lnTo>
                              <a:lnTo>
                                <a:pt x="f34" y="f37"/>
                              </a:lnTo>
                              <a:lnTo>
                                <a:pt x="f68" y="f35"/>
                              </a:lnTo>
                              <a:lnTo>
                                <a:pt x="f30" y="f33"/>
                              </a:lnTo>
                              <a:lnTo>
                                <a:pt x="f69" y="f31"/>
                              </a:lnTo>
                              <a:lnTo>
                                <a:pt x="f70" y="f29"/>
                              </a:lnTo>
                              <a:lnTo>
                                <a:pt x="f24" y="f27"/>
                              </a:lnTo>
                              <a:lnTo>
                                <a:pt x="f22" y="f25"/>
                              </a:lnTo>
                              <a:lnTo>
                                <a:pt x="f71" y="f23"/>
                              </a:lnTo>
                              <a:lnTo>
                                <a:pt x="f72" y="f23"/>
                              </a:lnTo>
                              <a:lnTo>
                                <a:pt x="f17" y="f20"/>
                              </a:lnTo>
                              <a:lnTo>
                                <a:pt x="f16" y="f18"/>
                              </a:lnTo>
                              <a:lnTo>
                                <a:pt x="f14" y="f18"/>
                              </a:lnTo>
                              <a:lnTo>
                                <a:pt x="f13" y="f15"/>
                              </a:lnTo>
                              <a:lnTo>
                                <a:pt x="f11" y="f15"/>
                              </a:lnTo>
                              <a:lnTo>
                                <a:pt x="f10" y="f12"/>
                              </a:lnTo>
                              <a:lnTo>
                                <a:pt x="f9" y="f12"/>
                              </a:lnTo>
                              <a:lnTo>
                                <a:pt x="f6" y="f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9E5247" w:rsidRDefault="009E5247" w:rsidP="00DA09D1"/>
                        </w:txbxContent>
                      </wps:txbx>
                      <wps:bodyPr vert="horz" wrap="square" lIns="0" tIns="0" rIns="0" bIns="0" anchor="t" anchorCtr="0" compatLnSpc="0"/>
                    </wps:wsp>
                    <wps:wsp>
                      <wps:cNvPr id="18" name="Freeform 75"/>
                      <wps:cNvSpPr/>
                      <wps:spPr>
                        <a:xfrm>
                          <a:off x="212762" y="425516"/>
                          <a:ext cx="22677" cy="19440"/>
                        </a:xfrm>
                        <a:custGeom>
                          <a:avLst/>
                          <a:gdLst>
                            <a:gd name="f0" fmla="val 10800000"/>
                            <a:gd name="f1" fmla="val 5400000"/>
                            <a:gd name="f2" fmla="val 180"/>
                            <a:gd name="f3" fmla="val w"/>
                            <a:gd name="f4" fmla="val h"/>
                            <a:gd name="f5" fmla="val 0"/>
                            <a:gd name="f6" fmla="val 35"/>
                            <a:gd name="f7" fmla="val 30"/>
                            <a:gd name="f8" fmla="val 25"/>
                            <a:gd name="f9" fmla="val 5"/>
                            <a:gd name="f10" fmla="+- 0 0 0"/>
                            <a:gd name="f11" fmla="*/ f3 1 35"/>
                            <a:gd name="f12" fmla="*/ f4 1 30"/>
                            <a:gd name="f13" fmla="+- f7 0 f5"/>
                            <a:gd name="f14" fmla="+- f6 0 f5"/>
                            <a:gd name="f15" fmla="*/ f10 f0 1"/>
                            <a:gd name="f16" fmla="*/ f14 1 35"/>
                            <a:gd name="f17" fmla="*/ f13 1 30"/>
                            <a:gd name="f18" fmla="*/ 0 f14 1"/>
                            <a:gd name="f19" fmla="*/ 25 f13 1"/>
                            <a:gd name="f20" fmla="*/ 30 f14 1"/>
                            <a:gd name="f21" fmla="*/ 0 f13 1"/>
                            <a:gd name="f22" fmla="*/ 35 f14 1"/>
                            <a:gd name="f23" fmla="*/ 5 f13 1"/>
                            <a:gd name="f24" fmla="*/ 5 f14 1"/>
                            <a:gd name="f25" fmla="*/ 30 f13 1"/>
                            <a:gd name="f26" fmla="*/ f15 1 f2"/>
                            <a:gd name="f27" fmla="*/ f18 1 35"/>
                            <a:gd name="f28" fmla="*/ f19 1 30"/>
                            <a:gd name="f29" fmla="*/ f20 1 35"/>
                            <a:gd name="f30" fmla="*/ f21 1 30"/>
                            <a:gd name="f31" fmla="*/ f22 1 35"/>
                            <a:gd name="f32" fmla="*/ f23 1 30"/>
                            <a:gd name="f33" fmla="*/ f24 1 35"/>
                            <a:gd name="f34" fmla="*/ f25 1 30"/>
                            <a:gd name="f35" fmla="*/ 0 1 f16"/>
                            <a:gd name="f36" fmla="*/ f6 1 f16"/>
                            <a:gd name="f37" fmla="*/ 0 1 f17"/>
                            <a:gd name="f38" fmla="*/ f7 1 f17"/>
                            <a:gd name="f39" fmla="+- f26 0 f1"/>
                            <a:gd name="f40" fmla="*/ f27 1 f16"/>
                            <a:gd name="f41" fmla="*/ f28 1 f17"/>
                            <a:gd name="f42" fmla="*/ f29 1 f16"/>
                            <a:gd name="f43" fmla="*/ f30 1 f17"/>
                            <a:gd name="f44" fmla="*/ f31 1 f16"/>
                            <a:gd name="f45" fmla="*/ f32 1 f17"/>
                            <a:gd name="f46" fmla="*/ f33 1 f16"/>
                            <a:gd name="f47" fmla="*/ f34 1 f17"/>
                            <a:gd name="f48" fmla="*/ f35 f11 1"/>
                            <a:gd name="f49" fmla="*/ f36 f11 1"/>
                            <a:gd name="f50" fmla="*/ f38 f12 1"/>
                            <a:gd name="f51" fmla="*/ f37 f12 1"/>
                            <a:gd name="f52" fmla="*/ f40 f11 1"/>
                            <a:gd name="f53" fmla="*/ f41 f12 1"/>
                            <a:gd name="f54" fmla="*/ f42 f11 1"/>
                            <a:gd name="f55" fmla="*/ f43 f12 1"/>
                            <a:gd name="f56" fmla="*/ f44 f11 1"/>
                            <a:gd name="f57" fmla="*/ f45 f12 1"/>
                            <a:gd name="f58" fmla="*/ f46 f11 1"/>
                            <a:gd name="f59" fmla="*/ f47 f12 1"/>
                          </a:gdLst>
                          <a:ahLst/>
                          <a:cxnLst/>
                          <a:rect l="f48" t="f51" r="f49" b="f50"/>
                          <a:pathLst>
                            <a:path w="35" h="30">
                              <a:moveTo>
                                <a:pt x="f5" y="f8"/>
                              </a:moveTo>
                              <a:lnTo>
                                <a:pt x="f7" y="f5"/>
                              </a:lnTo>
                              <a:lnTo>
                                <a:pt x="f6" y="f9"/>
                              </a:lnTo>
                              <a:lnTo>
                                <a:pt x="f9" y="f7"/>
                              </a:lnTo>
                              <a:lnTo>
                                <a:pt x="f5" y="f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9E5247" w:rsidRDefault="009E5247" w:rsidP="00DA09D1"/>
                        </w:txbxContent>
                      </wps:txbx>
                      <wps:bodyPr vert="horz" wrap="square" lIns="0" tIns="0" rIns="0" bIns="0" anchor="t" anchorCtr="0" compatLnSpc="0"/>
                    </wps:wsp>
                    <wps:wsp>
                      <wps:cNvPr id="19" name="Freeform 76"/>
                      <wps:cNvSpPr/>
                      <wps:spPr>
                        <a:xfrm>
                          <a:off x="219236" y="410044"/>
                          <a:ext cx="16203" cy="18004"/>
                        </a:xfrm>
                        <a:custGeom>
                          <a:avLst/>
                          <a:gdLst>
                            <a:gd name="f0" fmla="val 10800000"/>
                            <a:gd name="f1" fmla="val 5400000"/>
                            <a:gd name="f2" fmla="val 180"/>
                            <a:gd name="f3" fmla="val w"/>
                            <a:gd name="f4" fmla="val h"/>
                            <a:gd name="f5" fmla="val 0"/>
                            <a:gd name="f6" fmla="val 25"/>
                            <a:gd name="f7" fmla="val 29"/>
                            <a:gd name="f8" fmla="val 20"/>
                            <a:gd name="f9" fmla="+- 0 0 0"/>
                            <a:gd name="f10" fmla="*/ f3 1 25"/>
                            <a:gd name="f11" fmla="*/ f4 1 29"/>
                            <a:gd name="f12" fmla="+- f7 0 f5"/>
                            <a:gd name="f13" fmla="+- f6 0 f5"/>
                            <a:gd name="f14" fmla="*/ f9 f0 1"/>
                            <a:gd name="f15" fmla="*/ f13 1 25"/>
                            <a:gd name="f16" fmla="*/ f12 1 29"/>
                            <a:gd name="f17" fmla="*/ 0 f13 1"/>
                            <a:gd name="f18" fmla="*/ 0 f12 1"/>
                            <a:gd name="f19" fmla="*/ 25 f13 1"/>
                            <a:gd name="f20" fmla="*/ 29 f12 1"/>
                            <a:gd name="f21" fmla="*/ 20 f13 1"/>
                            <a:gd name="f22" fmla="*/ f14 1 f2"/>
                            <a:gd name="f23" fmla="*/ f17 1 25"/>
                            <a:gd name="f24" fmla="*/ f18 1 29"/>
                            <a:gd name="f25" fmla="*/ f19 1 25"/>
                            <a:gd name="f26" fmla="*/ f20 1 29"/>
                            <a:gd name="f27" fmla="*/ f21 1 25"/>
                            <a:gd name="f28" fmla="*/ 0 1 f15"/>
                            <a:gd name="f29" fmla="*/ f6 1 f15"/>
                            <a:gd name="f30" fmla="*/ 0 1 f16"/>
                            <a:gd name="f31" fmla="*/ f7 1 f16"/>
                            <a:gd name="f32" fmla="+- f22 0 f1"/>
                            <a:gd name="f33" fmla="*/ f23 1 f15"/>
                            <a:gd name="f34" fmla="*/ f24 1 f16"/>
                            <a:gd name="f35" fmla="*/ f25 1 f15"/>
                            <a:gd name="f36" fmla="*/ f26 1 f16"/>
                            <a:gd name="f37" fmla="*/ f27 1 f15"/>
                            <a:gd name="f38" fmla="*/ f28 f10 1"/>
                            <a:gd name="f39" fmla="*/ f29 f10 1"/>
                            <a:gd name="f40" fmla="*/ f31 f11 1"/>
                            <a:gd name="f41" fmla="*/ f30 f11 1"/>
                            <a:gd name="f42" fmla="*/ f33 f10 1"/>
                            <a:gd name="f43" fmla="*/ f34 f11 1"/>
                            <a:gd name="f44" fmla="*/ f35 f10 1"/>
                            <a:gd name="f45" fmla="*/ f36 f11 1"/>
                            <a:gd name="f46" fmla="*/ f37 f10 1"/>
                          </a:gdLst>
                          <a:ahLst/>
                          <a:cxnLst/>
                          <a:rect l="f38" t="f41" r="f39" b="f40"/>
                          <a:pathLst>
                            <a:path w="25" h="29">
                              <a:moveTo>
                                <a:pt x="f5" y="f5"/>
                              </a:moveTo>
                              <a:lnTo>
                                <a:pt x="f6" y="f7"/>
                              </a:lnTo>
                              <a:lnTo>
                                <a:pt x="f8" y="f7"/>
                              </a:lnTo>
                              <a:lnTo>
                                <a:pt x="f5" y="f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9E5247" w:rsidRDefault="009E5247" w:rsidP="00DA09D1"/>
                        </w:txbxContent>
                      </wps:txbx>
                      <wps:bodyPr vert="horz" wrap="square" lIns="0" tIns="0" rIns="0" bIns="0" anchor="t" anchorCtr="0" compatLnSpc="0"/>
                    </wps:wsp>
                    <wps:wsp>
                      <wps:cNvPr id="20" name="Freeform 77"/>
                      <wps:cNvSpPr/>
                      <wps:spPr>
                        <a:xfrm>
                          <a:off x="193679" y="407164"/>
                          <a:ext cx="25557" cy="33841"/>
                        </a:xfrm>
                        <a:custGeom>
                          <a:avLst/>
                          <a:gdLst>
                            <a:gd name="f0" fmla="val 10800000"/>
                            <a:gd name="f1" fmla="val 5400000"/>
                            <a:gd name="f2" fmla="val 180"/>
                            <a:gd name="f3" fmla="val w"/>
                            <a:gd name="f4" fmla="val h"/>
                            <a:gd name="f5" fmla="val 0"/>
                            <a:gd name="f6" fmla="val 40"/>
                            <a:gd name="f7" fmla="val 54"/>
                            <a:gd name="f8" fmla="val 20"/>
                            <a:gd name="f9" fmla="val 29"/>
                            <a:gd name="f10" fmla="val 35"/>
                            <a:gd name="f11" fmla="val 34"/>
                            <a:gd name="f12" fmla="val 15"/>
                            <a:gd name="f13" fmla="val 5"/>
                            <a:gd name="f14" fmla="val 49"/>
                            <a:gd name="f15" fmla="+- 0 0 0"/>
                            <a:gd name="f16" fmla="*/ f3 1 40"/>
                            <a:gd name="f17" fmla="*/ f4 1 54"/>
                            <a:gd name="f18" fmla="+- f7 0 f5"/>
                            <a:gd name="f19" fmla="+- f6 0 f5"/>
                            <a:gd name="f20" fmla="*/ f15 f0 1"/>
                            <a:gd name="f21" fmla="*/ f19 1 40"/>
                            <a:gd name="f22" fmla="*/ f18 1 54"/>
                            <a:gd name="f23" fmla="*/ 20 f19 1"/>
                            <a:gd name="f24" fmla="*/ 0 f18 1"/>
                            <a:gd name="f25" fmla="*/ 40 f19 1"/>
                            <a:gd name="f26" fmla="*/ 29 f18 1"/>
                            <a:gd name="f27" fmla="*/ 35 f19 1"/>
                            <a:gd name="f28" fmla="*/ 34 f18 1"/>
                            <a:gd name="f29" fmla="*/ 15 f19 1"/>
                            <a:gd name="f30" fmla="*/ 5 f19 1"/>
                            <a:gd name="f31" fmla="*/ 54 f18 1"/>
                            <a:gd name="f32" fmla="*/ 0 f19 1"/>
                            <a:gd name="f33" fmla="*/ 49 f18 1"/>
                            <a:gd name="f34" fmla="*/ f20 1 f2"/>
                            <a:gd name="f35" fmla="*/ f23 1 40"/>
                            <a:gd name="f36" fmla="*/ f24 1 54"/>
                            <a:gd name="f37" fmla="*/ f25 1 40"/>
                            <a:gd name="f38" fmla="*/ f26 1 54"/>
                            <a:gd name="f39" fmla="*/ f27 1 40"/>
                            <a:gd name="f40" fmla="*/ f28 1 54"/>
                            <a:gd name="f41" fmla="*/ f29 1 40"/>
                            <a:gd name="f42" fmla="*/ f30 1 40"/>
                            <a:gd name="f43" fmla="*/ f31 1 54"/>
                            <a:gd name="f44" fmla="*/ f32 1 40"/>
                            <a:gd name="f45" fmla="*/ f33 1 54"/>
                            <a:gd name="f46" fmla="*/ 0 1 f21"/>
                            <a:gd name="f47" fmla="*/ f6 1 f21"/>
                            <a:gd name="f48" fmla="*/ 0 1 f22"/>
                            <a:gd name="f49" fmla="*/ f7 1 f22"/>
                            <a:gd name="f50" fmla="+- f34 0 f1"/>
                            <a:gd name="f51" fmla="*/ f35 1 f21"/>
                            <a:gd name="f52" fmla="*/ f36 1 f22"/>
                            <a:gd name="f53" fmla="*/ f37 1 f21"/>
                            <a:gd name="f54" fmla="*/ f38 1 f22"/>
                            <a:gd name="f55" fmla="*/ f39 1 f21"/>
                            <a:gd name="f56" fmla="*/ f40 1 f22"/>
                            <a:gd name="f57" fmla="*/ f41 1 f21"/>
                            <a:gd name="f58" fmla="*/ f42 1 f21"/>
                            <a:gd name="f59" fmla="*/ f43 1 f22"/>
                            <a:gd name="f60" fmla="*/ f44 1 f21"/>
                            <a:gd name="f61" fmla="*/ f45 1 f22"/>
                            <a:gd name="f62" fmla="*/ f46 f16 1"/>
                            <a:gd name="f63" fmla="*/ f47 f16 1"/>
                            <a:gd name="f64" fmla="*/ f49 f17 1"/>
                            <a:gd name="f65" fmla="*/ f48 f17 1"/>
                            <a:gd name="f66" fmla="*/ f51 f16 1"/>
                            <a:gd name="f67" fmla="*/ f52 f17 1"/>
                            <a:gd name="f68" fmla="*/ f53 f16 1"/>
                            <a:gd name="f69" fmla="*/ f54 f17 1"/>
                            <a:gd name="f70" fmla="*/ f55 f16 1"/>
                            <a:gd name="f71" fmla="*/ f56 f17 1"/>
                            <a:gd name="f72" fmla="*/ f57 f16 1"/>
                            <a:gd name="f73" fmla="*/ f58 f16 1"/>
                            <a:gd name="f74" fmla="*/ f59 f17 1"/>
                            <a:gd name="f75" fmla="*/ f60 f16 1"/>
                            <a:gd name="f76" fmla="*/ f61 f17 1"/>
                          </a:gdLst>
                          <a:ahLst/>
                          <a:cxnLst/>
                          <a:rect l="f62" t="f65" r="f63" b="f64"/>
                          <a:pathLst>
                            <a:path w="40" h="54">
                              <a:moveTo>
                                <a:pt x="f8" y="f5"/>
                              </a:moveTo>
                              <a:lnTo>
                                <a:pt x="f6" y="f9"/>
                              </a:lnTo>
                              <a:lnTo>
                                <a:pt x="f10" y="f11"/>
                              </a:lnTo>
                              <a:lnTo>
                                <a:pt x="f12" y="f5"/>
                              </a:lnTo>
                              <a:lnTo>
                                <a:pt x="f8" y="f5"/>
                              </a:lnTo>
                              <a:close/>
                              <a:moveTo>
                                <a:pt x="f6" y="f9"/>
                              </a:moveTo>
                              <a:lnTo>
                                <a:pt x="f6" y="f11"/>
                              </a:lnTo>
                              <a:lnTo>
                                <a:pt x="f10" y="f11"/>
                              </a:lnTo>
                              <a:lnTo>
                                <a:pt x="f6" y="f9"/>
                              </a:lnTo>
                              <a:close/>
                              <a:moveTo>
                                <a:pt x="f6" y="f9"/>
                              </a:moveTo>
                              <a:lnTo>
                                <a:pt x="f10" y="f11"/>
                              </a:lnTo>
                              <a:lnTo>
                                <a:pt x="f13" y="f7"/>
                              </a:lnTo>
                              <a:lnTo>
                                <a:pt x="f5" y="f14"/>
                              </a:lnTo>
                              <a:lnTo>
                                <a:pt x="f10" y="f9"/>
                              </a:lnTo>
                              <a:lnTo>
                                <a:pt x="f6" y="f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9E5247" w:rsidRDefault="009E5247" w:rsidP="00DA09D1"/>
                        </w:txbxContent>
                      </wps:txbx>
                      <wps:bodyPr vert="horz" wrap="square" lIns="0" tIns="0" rIns="0" bIns="0" anchor="t" anchorCtr="0" compatLnSpc="0"/>
                    </wps:wsp>
                    <wps:wsp>
                      <wps:cNvPr id="21" name="Freeform 78"/>
                      <wps:cNvSpPr/>
                      <wps:spPr>
                        <a:xfrm>
                          <a:off x="174595" y="403917"/>
                          <a:ext cx="28081" cy="30595"/>
                        </a:xfrm>
                        <a:custGeom>
                          <a:avLst/>
                          <a:gdLst>
                            <a:gd name="f0" fmla="val 10800000"/>
                            <a:gd name="f1" fmla="val 5400000"/>
                            <a:gd name="f2" fmla="val 180"/>
                            <a:gd name="f3" fmla="val w"/>
                            <a:gd name="f4" fmla="val h"/>
                            <a:gd name="f5" fmla="val 0"/>
                            <a:gd name="f6" fmla="val 45"/>
                            <a:gd name="f7" fmla="val 49"/>
                            <a:gd name="f8" fmla="val 25"/>
                            <a:gd name="f9" fmla="val 40"/>
                            <a:gd name="f10" fmla="val 29"/>
                            <a:gd name="f11" fmla="val 35"/>
                            <a:gd name="f12" fmla="val 34"/>
                            <a:gd name="f13" fmla="val 20"/>
                            <a:gd name="f14" fmla="val 5"/>
                            <a:gd name="f15" fmla="val 44"/>
                            <a:gd name="f16" fmla="+- 0 0 0"/>
                            <a:gd name="f17" fmla="*/ f3 1 45"/>
                            <a:gd name="f18" fmla="*/ f4 1 49"/>
                            <a:gd name="f19" fmla="+- f7 0 f5"/>
                            <a:gd name="f20" fmla="+- f6 0 f5"/>
                            <a:gd name="f21" fmla="*/ f16 f0 1"/>
                            <a:gd name="f22" fmla="*/ f20 1 45"/>
                            <a:gd name="f23" fmla="*/ f19 1 49"/>
                            <a:gd name="f24" fmla="*/ 25 f20 1"/>
                            <a:gd name="f25" fmla="*/ 0 f19 1"/>
                            <a:gd name="f26" fmla="*/ 40 f20 1"/>
                            <a:gd name="f27" fmla="*/ 29 f19 1"/>
                            <a:gd name="f28" fmla="*/ 35 f20 1"/>
                            <a:gd name="f29" fmla="*/ 34 f19 1"/>
                            <a:gd name="f30" fmla="*/ 20 f20 1"/>
                            <a:gd name="f31" fmla="*/ 45 f20 1"/>
                            <a:gd name="f32" fmla="*/ 5 f20 1"/>
                            <a:gd name="f33" fmla="*/ 49 f19 1"/>
                            <a:gd name="f34" fmla="*/ 0 f20 1"/>
                            <a:gd name="f35" fmla="*/ 44 f19 1"/>
                            <a:gd name="f36" fmla="*/ f21 1 f2"/>
                            <a:gd name="f37" fmla="*/ f24 1 45"/>
                            <a:gd name="f38" fmla="*/ f25 1 49"/>
                            <a:gd name="f39" fmla="*/ f26 1 45"/>
                            <a:gd name="f40" fmla="*/ f27 1 49"/>
                            <a:gd name="f41" fmla="*/ f28 1 45"/>
                            <a:gd name="f42" fmla="*/ f29 1 49"/>
                            <a:gd name="f43" fmla="*/ f30 1 45"/>
                            <a:gd name="f44" fmla="*/ f31 1 45"/>
                            <a:gd name="f45" fmla="*/ f32 1 45"/>
                            <a:gd name="f46" fmla="*/ f33 1 49"/>
                            <a:gd name="f47" fmla="*/ f34 1 45"/>
                            <a:gd name="f48" fmla="*/ f35 1 49"/>
                            <a:gd name="f49" fmla="*/ 0 1 f22"/>
                            <a:gd name="f50" fmla="*/ f6 1 f22"/>
                            <a:gd name="f51" fmla="*/ 0 1 f23"/>
                            <a:gd name="f52" fmla="*/ f7 1 f23"/>
                            <a:gd name="f53" fmla="+- f36 0 f1"/>
                            <a:gd name="f54" fmla="*/ f37 1 f22"/>
                            <a:gd name="f55" fmla="*/ f38 1 f23"/>
                            <a:gd name="f56" fmla="*/ f39 1 f22"/>
                            <a:gd name="f57" fmla="*/ f40 1 f23"/>
                            <a:gd name="f58" fmla="*/ f41 1 f22"/>
                            <a:gd name="f59" fmla="*/ f42 1 f23"/>
                            <a:gd name="f60" fmla="*/ f43 1 f22"/>
                            <a:gd name="f61" fmla="*/ f44 1 f22"/>
                            <a:gd name="f62" fmla="*/ f45 1 f22"/>
                            <a:gd name="f63" fmla="*/ f46 1 f23"/>
                            <a:gd name="f64" fmla="*/ f47 1 f22"/>
                            <a:gd name="f65" fmla="*/ f48 1 f23"/>
                            <a:gd name="f66" fmla="*/ f49 f17 1"/>
                            <a:gd name="f67" fmla="*/ f50 f17 1"/>
                            <a:gd name="f68" fmla="*/ f52 f18 1"/>
                            <a:gd name="f69" fmla="*/ f51 f18 1"/>
                            <a:gd name="f70" fmla="*/ f54 f17 1"/>
                            <a:gd name="f71" fmla="*/ f55 f18 1"/>
                            <a:gd name="f72" fmla="*/ f56 f17 1"/>
                            <a:gd name="f73" fmla="*/ f57 f18 1"/>
                            <a:gd name="f74" fmla="*/ f58 f17 1"/>
                            <a:gd name="f75" fmla="*/ f59 f18 1"/>
                            <a:gd name="f76" fmla="*/ f60 f17 1"/>
                            <a:gd name="f77" fmla="*/ f61 f17 1"/>
                            <a:gd name="f78" fmla="*/ f62 f17 1"/>
                            <a:gd name="f79" fmla="*/ f63 f18 1"/>
                            <a:gd name="f80" fmla="*/ f64 f17 1"/>
                            <a:gd name="f81" fmla="*/ f65 f18 1"/>
                          </a:gdLst>
                          <a:ahLst/>
                          <a:cxnLst/>
                          <a:rect l="f66" t="f69" r="f67" b="f68"/>
                          <a:pathLst>
                            <a:path w="45" h="49">
                              <a:moveTo>
                                <a:pt x="f8" y="f5"/>
                              </a:moveTo>
                              <a:lnTo>
                                <a:pt x="f9" y="f10"/>
                              </a:lnTo>
                              <a:lnTo>
                                <a:pt x="f11" y="f12"/>
                              </a:lnTo>
                              <a:lnTo>
                                <a:pt x="f13" y="f5"/>
                              </a:lnTo>
                              <a:lnTo>
                                <a:pt x="f8" y="f5"/>
                              </a:lnTo>
                              <a:close/>
                              <a:moveTo>
                                <a:pt x="f9" y="f10"/>
                              </a:moveTo>
                              <a:lnTo>
                                <a:pt x="f6" y="f12"/>
                              </a:lnTo>
                              <a:lnTo>
                                <a:pt x="f9" y="f12"/>
                              </a:lnTo>
                              <a:lnTo>
                                <a:pt x="f9" y="f10"/>
                              </a:lnTo>
                              <a:close/>
                              <a:moveTo>
                                <a:pt x="f9" y="f10"/>
                              </a:moveTo>
                              <a:lnTo>
                                <a:pt x="f9" y="f12"/>
                              </a:lnTo>
                              <a:lnTo>
                                <a:pt x="f14" y="f7"/>
                              </a:lnTo>
                              <a:lnTo>
                                <a:pt x="f5" y="f15"/>
                              </a:lnTo>
                              <a:lnTo>
                                <a:pt x="f9" y="f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9E5247" w:rsidRDefault="009E5247" w:rsidP="00DA09D1"/>
                        </w:txbxContent>
                      </wps:txbx>
                      <wps:bodyPr vert="horz" wrap="square" lIns="0" tIns="0" rIns="0" bIns="0" anchor="t" anchorCtr="0" compatLnSpc="0"/>
                    </wps:wsp>
                    <wps:wsp>
                      <wps:cNvPr id="22" name="Freeform 79"/>
                      <wps:cNvSpPr/>
                      <wps:spPr>
                        <a:xfrm>
                          <a:off x="158758" y="397443"/>
                          <a:ext cx="25557" cy="30595"/>
                        </a:xfrm>
                        <a:custGeom>
                          <a:avLst/>
                          <a:gdLst>
                            <a:gd name="f0" fmla="val 10800000"/>
                            <a:gd name="f1" fmla="val 5400000"/>
                            <a:gd name="f2" fmla="val 180"/>
                            <a:gd name="f3" fmla="val w"/>
                            <a:gd name="f4" fmla="val h"/>
                            <a:gd name="f5" fmla="val 0"/>
                            <a:gd name="f6" fmla="val 40"/>
                            <a:gd name="f7" fmla="val 49"/>
                            <a:gd name="f8" fmla="val 25"/>
                            <a:gd name="f9" fmla="val 35"/>
                            <a:gd name="f10" fmla="val 20"/>
                            <a:gd name="f11" fmla="val 5"/>
                            <a:gd name="f12" fmla="+- 0 0 0"/>
                            <a:gd name="f13" fmla="*/ f3 1 40"/>
                            <a:gd name="f14" fmla="*/ f4 1 49"/>
                            <a:gd name="f15" fmla="+- f7 0 f5"/>
                            <a:gd name="f16" fmla="+- f6 0 f5"/>
                            <a:gd name="f17" fmla="*/ f12 f0 1"/>
                            <a:gd name="f18" fmla="*/ f16 1 40"/>
                            <a:gd name="f19" fmla="*/ f15 1 49"/>
                            <a:gd name="f20" fmla="*/ 25 f16 1"/>
                            <a:gd name="f21" fmla="*/ 0 f15 1"/>
                            <a:gd name="f22" fmla="*/ 40 f16 1"/>
                            <a:gd name="f23" fmla="*/ 35 f15 1"/>
                            <a:gd name="f24" fmla="*/ 35 f16 1"/>
                            <a:gd name="f25" fmla="*/ 20 f16 1"/>
                            <a:gd name="f26" fmla="*/ 5 f15 1"/>
                            <a:gd name="f27" fmla="*/ 0 f16 1"/>
                            <a:gd name="f28" fmla="*/ 49 f15 1"/>
                            <a:gd name="f29" fmla="*/ f17 1 f2"/>
                            <a:gd name="f30" fmla="*/ f20 1 40"/>
                            <a:gd name="f31" fmla="*/ f21 1 49"/>
                            <a:gd name="f32" fmla="*/ f22 1 40"/>
                            <a:gd name="f33" fmla="*/ f23 1 49"/>
                            <a:gd name="f34" fmla="*/ f24 1 40"/>
                            <a:gd name="f35" fmla="*/ f25 1 40"/>
                            <a:gd name="f36" fmla="*/ f26 1 49"/>
                            <a:gd name="f37" fmla="*/ f27 1 40"/>
                            <a:gd name="f38" fmla="*/ f28 1 49"/>
                            <a:gd name="f39" fmla="*/ 0 1 f18"/>
                            <a:gd name="f40" fmla="*/ f6 1 f18"/>
                            <a:gd name="f41" fmla="*/ 0 1 f19"/>
                            <a:gd name="f42" fmla="*/ f7 1 f19"/>
                            <a:gd name="f43" fmla="+- f29 0 f1"/>
                            <a:gd name="f44" fmla="*/ f30 1 f18"/>
                            <a:gd name="f45" fmla="*/ f31 1 f19"/>
                            <a:gd name="f46" fmla="*/ f32 1 f18"/>
                            <a:gd name="f47" fmla="*/ f33 1 f19"/>
                            <a:gd name="f48" fmla="*/ f34 1 f18"/>
                            <a:gd name="f49" fmla="*/ f35 1 f18"/>
                            <a:gd name="f50" fmla="*/ f36 1 f19"/>
                            <a:gd name="f51" fmla="*/ f37 1 f18"/>
                            <a:gd name="f52" fmla="*/ f38 1 f19"/>
                            <a:gd name="f53" fmla="*/ f39 f13 1"/>
                            <a:gd name="f54" fmla="*/ f40 f13 1"/>
                            <a:gd name="f55" fmla="*/ f42 f14 1"/>
                            <a:gd name="f56" fmla="*/ f41 f14 1"/>
                            <a:gd name="f57" fmla="*/ f44 f13 1"/>
                            <a:gd name="f58" fmla="*/ f45 f14 1"/>
                            <a:gd name="f59" fmla="*/ f46 f13 1"/>
                            <a:gd name="f60" fmla="*/ f47 f14 1"/>
                            <a:gd name="f61" fmla="*/ f48 f13 1"/>
                            <a:gd name="f62" fmla="*/ f49 f13 1"/>
                            <a:gd name="f63" fmla="*/ f50 f14 1"/>
                            <a:gd name="f64" fmla="*/ f51 f13 1"/>
                            <a:gd name="f65" fmla="*/ f52 f14 1"/>
                          </a:gdLst>
                          <a:ahLst/>
                          <a:cxnLst/>
                          <a:rect l="f53" t="f56" r="f54" b="f55"/>
                          <a:pathLst>
                            <a:path w="40" h="49">
                              <a:moveTo>
                                <a:pt x="f8" y="f5"/>
                              </a:moveTo>
                              <a:lnTo>
                                <a:pt x="f6" y="f9"/>
                              </a:lnTo>
                              <a:lnTo>
                                <a:pt x="f9" y="f9"/>
                              </a:lnTo>
                              <a:lnTo>
                                <a:pt x="f10" y="f11"/>
                              </a:lnTo>
                              <a:lnTo>
                                <a:pt x="f8" y="f5"/>
                              </a:lnTo>
                              <a:close/>
                              <a:moveTo>
                                <a:pt x="f6" y="f9"/>
                              </a:moveTo>
                              <a:lnTo>
                                <a:pt x="f6" y="f9"/>
                              </a:lnTo>
                              <a:close/>
                              <a:moveTo>
                                <a:pt x="f6" y="f9"/>
                              </a:moveTo>
                              <a:lnTo>
                                <a:pt x="f6" y="f9"/>
                              </a:lnTo>
                              <a:lnTo>
                                <a:pt x="f5" y="f7"/>
                              </a:lnTo>
                              <a:lnTo>
                                <a:pt x="f9" y="f9"/>
                              </a:lnTo>
                              <a:lnTo>
                                <a:pt x="f6" y="f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9E5247" w:rsidRDefault="009E5247" w:rsidP="00DA09D1"/>
                        </w:txbxContent>
                      </wps:txbx>
                      <wps:bodyPr vert="horz" wrap="square" lIns="0" tIns="0" rIns="0" bIns="0" anchor="t" anchorCtr="0" compatLnSpc="0"/>
                    </wps:wsp>
                    <wps:wsp>
                      <wps:cNvPr id="23" name="Freeform 80"/>
                      <wps:cNvSpPr/>
                      <wps:spPr>
                        <a:xfrm>
                          <a:off x="139683" y="394197"/>
                          <a:ext cx="28081" cy="28081"/>
                        </a:xfrm>
                        <a:custGeom>
                          <a:avLst/>
                          <a:gdLst>
                            <a:gd name="f0" fmla="val 10800000"/>
                            <a:gd name="f1" fmla="val 5400000"/>
                            <a:gd name="f2" fmla="val 180"/>
                            <a:gd name="f3" fmla="val w"/>
                            <a:gd name="f4" fmla="val h"/>
                            <a:gd name="f5" fmla="val 0"/>
                            <a:gd name="f6" fmla="val 45"/>
                            <a:gd name="f7" fmla="val 44"/>
                            <a:gd name="f8" fmla="val 35"/>
                            <a:gd name="f9" fmla="val 30"/>
                            <a:gd name="f10" fmla="val 40"/>
                            <a:gd name="f11" fmla="val 5"/>
                            <a:gd name="f12" fmla="+- 0 0 0"/>
                            <a:gd name="f13" fmla="*/ f3 1 45"/>
                            <a:gd name="f14" fmla="*/ f4 1 44"/>
                            <a:gd name="f15" fmla="+- f7 0 f5"/>
                            <a:gd name="f16" fmla="+- f6 0 f5"/>
                            <a:gd name="f17" fmla="*/ f12 f0 1"/>
                            <a:gd name="f18" fmla="*/ f16 1 45"/>
                            <a:gd name="f19" fmla="*/ f15 1 44"/>
                            <a:gd name="f20" fmla="*/ 35 f16 1"/>
                            <a:gd name="f21" fmla="*/ 0 f15 1"/>
                            <a:gd name="f22" fmla="*/ 45 f16 1"/>
                            <a:gd name="f23" fmla="*/ 30 f15 1"/>
                            <a:gd name="f24" fmla="*/ 40 f16 1"/>
                            <a:gd name="f25" fmla="*/ 30 f16 1"/>
                            <a:gd name="f26" fmla="*/ 35 f15 1"/>
                            <a:gd name="f27" fmla="*/ 5 f16 1"/>
                            <a:gd name="f28" fmla="*/ 44 f15 1"/>
                            <a:gd name="f29" fmla="*/ 0 f16 1"/>
                            <a:gd name="f30" fmla="*/ 40 f15 1"/>
                            <a:gd name="f31" fmla="*/ f17 1 f2"/>
                            <a:gd name="f32" fmla="*/ f20 1 45"/>
                            <a:gd name="f33" fmla="*/ f21 1 44"/>
                            <a:gd name="f34" fmla="*/ f22 1 45"/>
                            <a:gd name="f35" fmla="*/ f23 1 44"/>
                            <a:gd name="f36" fmla="*/ f24 1 45"/>
                            <a:gd name="f37" fmla="*/ f25 1 45"/>
                            <a:gd name="f38" fmla="*/ f26 1 44"/>
                            <a:gd name="f39" fmla="*/ f27 1 45"/>
                            <a:gd name="f40" fmla="*/ f28 1 44"/>
                            <a:gd name="f41" fmla="*/ f29 1 45"/>
                            <a:gd name="f42" fmla="*/ f30 1 44"/>
                            <a:gd name="f43" fmla="*/ 0 1 f18"/>
                            <a:gd name="f44" fmla="*/ f6 1 f18"/>
                            <a:gd name="f45" fmla="*/ 0 1 f19"/>
                            <a:gd name="f46" fmla="*/ f7 1 f19"/>
                            <a:gd name="f47" fmla="+- f31 0 f1"/>
                            <a:gd name="f48" fmla="*/ f32 1 f18"/>
                            <a:gd name="f49" fmla="*/ f33 1 f19"/>
                            <a:gd name="f50" fmla="*/ f34 1 f18"/>
                            <a:gd name="f51" fmla="*/ f35 1 f19"/>
                            <a:gd name="f52" fmla="*/ f36 1 f18"/>
                            <a:gd name="f53" fmla="*/ f37 1 f18"/>
                            <a:gd name="f54" fmla="*/ f38 1 f19"/>
                            <a:gd name="f55" fmla="*/ f39 1 f18"/>
                            <a:gd name="f56" fmla="*/ f40 1 f19"/>
                            <a:gd name="f57" fmla="*/ f41 1 f18"/>
                            <a:gd name="f58" fmla="*/ f42 1 f19"/>
                            <a:gd name="f59" fmla="*/ f43 f13 1"/>
                            <a:gd name="f60" fmla="*/ f44 f13 1"/>
                            <a:gd name="f61" fmla="*/ f46 f14 1"/>
                            <a:gd name="f62" fmla="*/ f45 f14 1"/>
                            <a:gd name="f63" fmla="*/ f48 f13 1"/>
                            <a:gd name="f64" fmla="*/ f49 f14 1"/>
                            <a:gd name="f65" fmla="*/ f50 f13 1"/>
                            <a:gd name="f66" fmla="*/ f51 f14 1"/>
                            <a:gd name="f67" fmla="*/ f52 f13 1"/>
                            <a:gd name="f68" fmla="*/ f53 f13 1"/>
                            <a:gd name="f69" fmla="*/ f54 f14 1"/>
                            <a:gd name="f70" fmla="*/ f55 f13 1"/>
                            <a:gd name="f71" fmla="*/ f56 f14 1"/>
                            <a:gd name="f72" fmla="*/ f57 f13 1"/>
                            <a:gd name="f73" fmla="*/ f58 f14 1"/>
                          </a:gdLst>
                          <a:ahLst/>
                          <a:cxnLst/>
                          <a:rect l="f59" t="f62" r="f60" b="f61"/>
                          <a:pathLst>
                            <a:path w="45" h="44">
                              <a:moveTo>
                                <a:pt x="f8" y="f5"/>
                              </a:moveTo>
                              <a:lnTo>
                                <a:pt x="f6" y="f9"/>
                              </a:lnTo>
                              <a:lnTo>
                                <a:pt x="f10" y="f9"/>
                              </a:lnTo>
                              <a:lnTo>
                                <a:pt x="f9" y="f5"/>
                              </a:lnTo>
                              <a:lnTo>
                                <a:pt x="f8" y="f5"/>
                              </a:lnTo>
                              <a:close/>
                              <a:moveTo>
                                <a:pt x="f6" y="f9"/>
                              </a:moveTo>
                              <a:lnTo>
                                <a:pt x="f6" y="f8"/>
                              </a:lnTo>
                              <a:lnTo>
                                <a:pt x="f10" y="f8"/>
                              </a:lnTo>
                              <a:lnTo>
                                <a:pt x="f6" y="f9"/>
                              </a:lnTo>
                              <a:close/>
                              <a:moveTo>
                                <a:pt x="f6" y="f9"/>
                              </a:moveTo>
                              <a:lnTo>
                                <a:pt x="f10" y="f8"/>
                              </a:lnTo>
                              <a:lnTo>
                                <a:pt x="f11" y="f7"/>
                              </a:lnTo>
                              <a:lnTo>
                                <a:pt x="f5" y="f10"/>
                              </a:lnTo>
                              <a:lnTo>
                                <a:pt x="f10" y="f9"/>
                              </a:lnTo>
                              <a:lnTo>
                                <a:pt x="f6" y="f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9E5247" w:rsidRDefault="009E5247" w:rsidP="00DA09D1"/>
                        </w:txbxContent>
                      </wps:txbx>
                      <wps:bodyPr vert="horz" wrap="square" lIns="0" tIns="0" rIns="0" bIns="0" anchor="t" anchorCtr="0" compatLnSpc="0"/>
                    </wps:wsp>
                    <wps:wsp>
                      <wps:cNvPr id="24" name="Freeform 81"/>
                      <wps:cNvSpPr/>
                      <wps:spPr>
                        <a:xfrm>
                          <a:off x="41404" y="315724"/>
                          <a:ext cx="38523" cy="21963"/>
                        </a:xfrm>
                        <a:custGeom>
                          <a:avLst/>
                          <a:gdLst>
                            <a:gd name="f0" fmla="val 10800000"/>
                            <a:gd name="f1" fmla="val 5400000"/>
                            <a:gd name="f2" fmla="val 180"/>
                            <a:gd name="f3" fmla="val w"/>
                            <a:gd name="f4" fmla="val h"/>
                            <a:gd name="f5" fmla="val 0"/>
                            <a:gd name="f6" fmla="val 60"/>
                            <a:gd name="f7" fmla="val 34"/>
                            <a:gd name="f8" fmla="val 40"/>
                            <a:gd name="f9" fmla="val 29"/>
                            <a:gd name="f10" fmla="val 35"/>
                            <a:gd name="f11" fmla="val 55"/>
                            <a:gd name="f12" fmla="val 19"/>
                            <a:gd name="f13" fmla="val 15"/>
                            <a:gd name="f14" fmla="+- 0 0 0"/>
                            <a:gd name="f15" fmla="*/ f3 1 60"/>
                            <a:gd name="f16" fmla="*/ f4 1 34"/>
                            <a:gd name="f17" fmla="+- f7 0 f5"/>
                            <a:gd name="f18" fmla="+- f6 0 f5"/>
                            <a:gd name="f19" fmla="*/ f14 f0 1"/>
                            <a:gd name="f20" fmla="*/ f18 1 60"/>
                            <a:gd name="f21" fmla="*/ f17 1 34"/>
                            <a:gd name="f22" fmla="*/ 60 f18 1"/>
                            <a:gd name="f23" fmla="*/ 0 f17 1"/>
                            <a:gd name="f24" fmla="*/ 40 f18 1"/>
                            <a:gd name="f25" fmla="*/ 29 f17 1"/>
                            <a:gd name="f26" fmla="*/ 35 f18 1"/>
                            <a:gd name="f27" fmla="*/ 55 f18 1"/>
                            <a:gd name="f28" fmla="*/ 34 f17 1"/>
                            <a:gd name="f29" fmla="*/ 0 f18 1"/>
                            <a:gd name="f30" fmla="*/ 19 f17 1"/>
                            <a:gd name="f31" fmla="*/ 15 f17 1"/>
                            <a:gd name="f32" fmla="*/ f19 1 f2"/>
                            <a:gd name="f33" fmla="*/ f22 1 60"/>
                            <a:gd name="f34" fmla="*/ f23 1 34"/>
                            <a:gd name="f35" fmla="*/ f24 1 60"/>
                            <a:gd name="f36" fmla="*/ f25 1 34"/>
                            <a:gd name="f37" fmla="*/ f26 1 60"/>
                            <a:gd name="f38" fmla="*/ f27 1 60"/>
                            <a:gd name="f39" fmla="*/ f28 1 34"/>
                            <a:gd name="f40" fmla="*/ f29 1 60"/>
                            <a:gd name="f41" fmla="*/ f30 1 34"/>
                            <a:gd name="f42" fmla="*/ f31 1 34"/>
                            <a:gd name="f43" fmla="*/ 0 1 f20"/>
                            <a:gd name="f44" fmla="*/ f6 1 f20"/>
                            <a:gd name="f45" fmla="*/ 0 1 f21"/>
                            <a:gd name="f46" fmla="*/ f7 1 f21"/>
                            <a:gd name="f47" fmla="+- f32 0 f1"/>
                            <a:gd name="f48" fmla="*/ f33 1 f20"/>
                            <a:gd name="f49" fmla="*/ f34 1 f21"/>
                            <a:gd name="f50" fmla="*/ f35 1 f20"/>
                            <a:gd name="f51" fmla="*/ f36 1 f21"/>
                            <a:gd name="f52" fmla="*/ f37 1 f20"/>
                            <a:gd name="f53" fmla="*/ f38 1 f20"/>
                            <a:gd name="f54" fmla="*/ f39 1 f21"/>
                            <a:gd name="f55" fmla="*/ f40 1 f20"/>
                            <a:gd name="f56" fmla="*/ f41 1 f21"/>
                            <a:gd name="f57" fmla="*/ f42 1 f21"/>
                            <a:gd name="f58" fmla="*/ f43 f15 1"/>
                            <a:gd name="f59" fmla="*/ f44 f15 1"/>
                            <a:gd name="f60" fmla="*/ f46 f16 1"/>
                            <a:gd name="f61" fmla="*/ f45 f16 1"/>
                            <a:gd name="f62" fmla="*/ f48 f15 1"/>
                            <a:gd name="f63" fmla="*/ f49 f16 1"/>
                            <a:gd name="f64" fmla="*/ f50 f15 1"/>
                            <a:gd name="f65" fmla="*/ f51 f16 1"/>
                            <a:gd name="f66" fmla="*/ f52 f15 1"/>
                            <a:gd name="f67" fmla="*/ f53 f15 1"/>
                            <a:gd name="f68" fmla="*/ f54 f16 1"/>
                            <a:gd name="f69" fmla="*/ f55 f15 1"/>
                            <a:gd name="f70" fmla="*/ f56 f16 1"/>
                            <a:gd name="f71" fmla="*/ f57 f16 1"/>
                          </a:gdLst>
                          <a:ahLst/>
                          <a:cxnLst/>
                          <a:rect l="f58" t="f61" r="f59" b="f60"/>
                          <a:pathLst>
                            <a:path w="60" h="34">
                              <a:moveTo>
                                <a:pt x="f6" y="f5"/>
                              </a:moveTo>
                              <a:lnTo>
                                <a:pt x="f8" y="f9"/>
                              </a:lnTo>
                              <a:lnTo>
                                <a:pt x="f10" y="f9"/>
                              </a:lnTo>
                              <a:lnTo>
                                <a:pt x="f11" y="f5"/>
                              </a:lnTo>
                              <a:lnTo>
                                <a:pt x="f6" y="f5"/>
                              </a:lnTo>
                              <a:close/>
                              <a:moveTo>
                                <a:pt x="f8" y="f9"/>
                              </a:moveTo>
                              <a:lnTo>
                                <a:pt x="f8" y="f7"/>
                              </a:lnTo>
                              <a:lnTo>
                                <a:pt x="f8" y="f9"/>
                              </a:lnTo>
                              <a:close/>
                              <a:moveTo>
                                <a:pt x="f8" y="f9"/>
                              </a:moveTo>
                              <a:lnTo>
                                <a:pt x="f8" y="f7"/>
                              </a:lnTo>
                              <a:lnTo>
                                <a:pt x="f5" y="f12"/>
                              </a:lnTo>
                              <a:lnTo>
                                <a:pt x="f5" y="f13"/>
                              </a:lnTo>
                              <a:lnTo>
                                <a:pt x="f8" y="f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9E5247" w:rsidRDefault="009E5247" w:rsidP="00DA09D1"/>
                        </w:txbxContent>
                      </wps:txbx>
                      <wps:bodyPr vert="horz" wrap="square" lIns="0" tIns="0" rIns="0" bIns="0" anchor="t" anchorCtr="0" compatLnSpc="0"/>
                    </wps:wsp>
                    <wps:wsp>
                      <wps:cNvPr id="25" name="Freeform 82"/>
                      <wps:cNvSpPr/>
                      <wps:spPr>
                        <a:xfrm>
                          <a:off x="47521" y="327602"/>
                          <a:ext cx="38523" cy="22677"/>
                        </a:xfrm>
                        <a:custGeom>
                          <a:avLst/>
                          <a:gdLst>
                            <a:gd name="f0" fmla="val 10800000"/>
                            <a:gd name="f1" fmla="val 5400000"/>
                            <a:gd name="f2" fmla="val 180"/>
                            <a:gd name="f3" fmla="val w"/>
                            <a:gd name="f4" fmla="val h"/>
                            <a:gd name="f5" fmla="val 0"/>
                            <a:gd name="f6" fmla="val 60"/>
                            <a:gd name="f7" fmla="val 35"/>
                            <a:gd name="f8" fmla="val 45"/>
                            <a:gd name="f9" fmla="val 30"/>
                            <a:gd name="f10" fmla="val 40"/>
                            <a:gd name="f11" fmla="val 55"/>
                            <a:gd name="f12" fmla="val 25"/>
                            <a:gd name="f13" fmla="val 20"/>
                            <a:gd name="f14" fmla="+- 0 0 0"/>
                            <a:gd name="f15" fmla="*/ f3 1 60"/>
                            <a:gd name="f16" fmla="*/ f4 1 35"/>
                            <a:gd name="f17" fmla="+- f7 0 f5"/>
                            <a:gd name="f18" fmla="+- f6 0 f5"/>
                            <a:gd name="f19" fmla="*/ f14 f0 1"/>
                            <a:gd name="f20" fmla="*/ f18 1 60"/>
                            <a:gd name="f21" fmla="*/ f17 1 35"/>
                            <a:gd name="f22" fmla="*/ 60 f18 1"/>
                            <a:gd name="f23" fmla="*/ 0 f17 1"/>
                            <a:gd name="f24" fmla="*/ 45 f18 1"/>
                            <a:gd name="f25" fmla="*/ 30 f17 1"/>
                            <a:gd name="f26" fmla="*/ 40 f18 1"/>
                            <a:gd name="f27" fmla="*/ 55 f18 1"/>
                            <a:gd name="f28" fmla="*/ 35 f17 1"/>
                            <a:gd name="f29" fmla="*/ 0 f18 1"/>
                            <a:gd name="f30" fmla="*/ 25 f17 1"/>
                            <a:gd name="f31" fmla="*/ 20 f17 1"/>
                            <a:gd name="f32" fmla="*/ f19 1 f2"/>
                            <a:gd name="f33" fmla="*/ f22 1 60"/>
                            <a:gd name="f34" fmla="*/ f23 1 35"/>
                            <a:gd name="f35" fmla="*/ f24 1 60"/>
                            <a:gd name="f36" fmla="*/ f25 1 35"/>
                            <a:gd name="f37" fmla="*/ f26 1 60"/>
                            <a:gd name="f38" fmla="*/ f27 1 60"/>
                            <a:gd name="f39" fmla="*/ f28 1 35"/>
                            <a:gd name="f40" fmla="*/ f29 1 60"/>
                            <a:gd name="f41" fmla="*/ f30 1 35"/>
                            <a:gd name="f42" fmla="*/ f31 1 35"/>
                            <a:gd name="f43" fmla="*/ 0 1 f20"/>
                            <a:gd name="f44" fmla="*/ f6 1 f20"/>
                            <a:gd name="f45" fmla="*/ 0 1 f21"/>
                            <a:gd name="f46" fmla="*/ f7 1 f21"/>
                            <a:gd name="f47" fmla="+- f32 0 f1"/>
                            <a:gd name="f48" fmla="*/ f33 1 f20"/>
                            <a:gd name="f49" fmla="*/ f34 1 f21"/>
                            <a:gd name="f50" fmla="*/ f35 1 f20"/>
                            <a:gd name="f51" fmla="*/ f36 1 f21"/>
                            <a:gd name="f52" fmla="*/ f37 1 f20"/>
                            <a:gd name="f53" fmla="*/ f38 1 f20"/>
                            <a:gd name="f54" fmla="*/ f39 1 f21"/>
                            <a:gd name="f55" fmla="*/ f40 1 f20"/>
                            <a:gd name="f56" fmla="*/ f41 1 f21"/>
                            <a:gd name="f57" fmla="*/ f42 1 f21"/>
                            <a:gd name="f58" fmla="*/ f43 f15 1"/>
                            <a:gd name="f59" fmla="*/ f44 f15 1"/>
                            <a:gd name="f60" fmla="*/ f46 f16 1"/>
                            <a:gd name="f61" fmla="*/ f45 f16 1"/>
                            <a:gd name="f62" fmla="*/ f48 f15 1"/>
                            <a:gd name="f63" fmla="*/ f49 f16 1"/>
                            <a:gd name="f64" fmla="*/ f50 f15 1"/>
                            <a:gd name="f65" fmla="*/ f51 f16 1"/>
                            <a:gd name="f66" fmla="*/ f52 f15 1"/>
                            <a:gd name="f67" fmla="*/ f53 f15 1"/>
                            <a:gd name="f68" fmla="*/ f54 f16 1"/>
                            <a:gd name="f69" fmla="*/ f55 f15 1"/>
                            <a:gd name="f70" fmla="*/ f56 f16 1"/>
                            <a:gd name="f71" fmla="*/ f57 f16 1"/>
                          </a:gdLst>
                          <a:ahLst/>
                          <a:cxnLst/>
                          <a:rect l="f58" t="f61" r="f59" b="f60"/>
                          <a:pathLst>
                            <a:path w="60" h="35">
                              <a:moveTo>
                                <a:pt x="f6" y="f5"/>
                              </a:moveTo>
                              <a:lnTo>
                                <a:pt x="f8" y="f9"/>
                              </a:lnTo>
                              <a:lnTo>
                                <a:pt x="f10" y="f9"/>
                              </a:lnTo>
                              <a:lnTo>
                                <a:pt x="f11" y="f5"/>
                              </a:lnTo>
                              <a:lnTo>
                                <a:pt x="f6" y="f5"/>
                              </a:lnTo>
                              <a:close/>
                              <a:moveTo>
                                <a:pt x="f8" y="f9"/>
                              </a:moveTo>
                              <a:lnTo>
                                <a:pt x="f8" y="f7"/>
                              </a:lnTo>
                              <a:lnTo>
                                <a:pt x="f8" y="f9"/>
                              </a:lnTo>
                              <a:close/>
                              <a:moveTo>
                                <a:pt x="f8" y="f9"/>
                              </a:moveTo>
                              <a:lnTo>
                                <a:pt x="f8" y="f7"/>
                              </a:lnTo>
                              <a:lnTo>
                                <a:pt x="f5" y="f12"/>
                              </a:lnTo>
                              <a:lnTo>
                                <a:pt x="f5" y="f13"/>
                              </a:lnTo>
                              <a:lnTo>
                                <a:pt x="f8" y="f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9E5247" w:rsidRDefault="009E5247" w:rsidP="00DA09D1"/>
                        </w:txbxContent>
                      </wps:txbx>
                      <wps:bodyPr vert="horz" wrap="square" lIns="0" tIns="0" rIns="0" bIns="0" anchor="t" anchorCtr="0" compatLnSpc="0"/>
                    </wps:wsp>
                    <wps:wsp>
                      <wps:cNvPr id="26" name="Freeform 83"/>
                      <wps:cNvSpPr/>
                      <wps:spPr>
                        <a:xfrm>
                          <a:off x="57241" y="337322"/>
                          <a:ext cx="35277" cy="22677"/>
                        </a:xfrm>
                        <a:custGeom>
                          <a:avLst/>
                          <a:gdLst>
                            <a:gd name="f0" fmla="val 10800000"/>
                            <a:gd name="f1" fmla="val 5400000"/>
                            <a:gd name="f2" fmla="val 180"/>
                            <a:gd name="f3" fmla="val w"/>
                            <a:gd name="f4" fmla="val h"/>
                            <a:gd name="f5" fmla="val 0"/>
                            <a:gd name="f6" fmla="val 55"/>
                            <a:gd name="f7" fmla="val 35"/>
                            <a:gd name="f8" fmla="val 5"/>
                            <a:gd name="f9" fmla="val 45"/>
                            <a:gd name="f10" fmla="val 40"/>
                            <a:gd name="f11" fmla="val 50"/>
                            <a:gd name="f12" fmla="val 30"/>
                            <a:gd name="f13" fmla="val 25"/>
                            <a:gd name="f14" fmla="+- 0 0 0"/>
                            <a:gd name="f15" fmla="*/ f3 1 55"/>
                            <a:gd name="f16" fmla="*/ f4 1 35"/>
                            <a:gd name="f17" fmla="+- f7 0 f5"/>
                            <a:gd name="f18" fmla="+- f6 0 f5"/>
                            <a:gd name="f19" fmla="*/ f14 f0 1"/>
                            <a:gd name="f20" fmla="*/ f18 1 55"/>
                            <a:gd name="f21" fmla="*/ f17 1 35"/>
                            <a:gd name="f22" fmla="*/ 55 f18 1"/>
                            <a:gd name="f23" fmla="*/ 5 f17 1"/>
                            <a:gd name="f24" fmla="*/ 45 f18 1"/>
                            <a:gd name="f25" fmla="*/ 35 f17 1"/>
                            <a:gd name="f26" fmla="*/ 40 f18 1"/>
                            <a:gd name="f27" fmla="*/ 50 f18 1"/>
                            <a:gd name="f28" fmla="*/ 0 f17 1"/>
                            <a:gd name="f29" fmla="*/ 0 f18 1"/>
                            <a:gd name="f30" fmla="*/ 30 f17 1"/>
                            <a:gd name="f31" fmla="*/ 25 f17 1"/>
                            <a:gd name="f32" fmla="*/ f19 1 f2"/>
                            <a:gd name="f33" fmla="*/ f22 1 55"/>
                            <a:gd name="f34" fmla="*/ f23 1 35"/>
                            <a:gd name="f35" fmla="*/ f24 1 55"/>
                            <a:gd name="f36" fmla="*/ f25 1 35"/>
                            <a:gd name="f37" fmla="*/ f26 1 55"/>
                            <a:gd name="f38" fmla="*/ f27 1 55"/>
                            <a:gd name="f39" fmla="*/ f28 1 35"/>
                            <a:gd name="f40" fmla="*/ f29 1 55"/>
                            <a:gd name="f41" fmla="*/ f30 1 35"/>
                            <a:gd name="f42" fmla="*/ f31 1 35"/>
                            <a:gd name="f43" fmla="*/ 0 1 f20"/>
                            <a:gd name="f44" fmla="*/ f6 1 f20"/>
                            <a:gd name="f45" fmla="*/ 0 1 f21"/>
                            <a:gd name="f46" fmla="*/ f7 1 f21"/>
                            <a:gd name="f47" fmla="+- f32 0 f1"/>
                            <a:gd name="f48" fmla="*/ f33 1 f20"/>
                            <a:gd name="f49" fmla="*/ f34 1 f21"/>
                            <a:gd name="f50" fmla="*/ f35 1 f20"/>
                            <a:gd name="f51" fmla="*/ f36 1 f21"/>
                            <a:gd name="f52" fmla="*/ f37 1 f20"/>
                            <a:gd name="f53" fmla="*/ f38 1 f20"/>
                            <a:gd name="f54" fmla="*/ f39 1 f21"/>
                            <a:gd name="f55" fmla="*/ f40 1 f20"/>
                            <a:gd name="f56" fmla="*/ f41 1 f21"/>
                            <a:gd name="f57" fmla="*/ f42 1 f21"/>
                            <a:gd name="f58" fmla="*/ f43 f15 1"/>
                            <a:gd name="f59" fmla="*/ f44 f15 1"/>
                            <a:gd name="f60" fmla="*/ f46 f16 1"/>
                            <a:gd name="f61" fmla="*/ f45 f16 1"/>
                            <a:gd name="f62" fmla="*/ f48 f15 1"/>
                            <a:gd name="f63" fmla="*/ f49 f16 1"/>
                            <a:gd name="f64" fmla="*/ f50 f15 1"/>
                            <a:gd name="f65" fmla="*/ f51 f16 1"/>
                            <a:gd name="f66" fmla="*/ f52 f15 1"/>
                            <a:gd name="f67" fmla="*/ f53 f15 1"/>
                            <a:gd name="f68" fmla="*/ f54 f16 1"/>
                            <a:gd name="f69" fmla="*/ f55 f15 1"/>
                            <a:gd name="f70" fmla="*/ f56 f16 1"/>
                            <a:gd name="f71" fmla="*/ f57 f16 1"/>
                          </a:gdLst>
                          <a:ahLst/>
                          <a:cxnLst/>
                          <a:rect l="f58" t="f61" r="f59" b="f60"/>
                          <a:pathLst>
                            <a:path w="55" h="35">
                              <a:moveTo>
                                <a:pt x="f6" y="f8"/>
                              </a:moveTo>
                              <a:lnTo>
                                <a:pt x="f9" y="f7"/>
                              </a:lnTo>
                              <a:lnTo>
                                <a:pt x="f10" y="f7"/>
                              </a:lnTo>
                              <a:lnTo>
                                <a:pt x="f11" y="f5"/>
                              </a:lnTo>
                              <a:lnTo>
                                <a:pt x="f6" y="f8"/>
                              </a:lnTo>
                              <a:close/>
                              <a:moveTo>
                                <a:pt x="f9" y="f7"/>
                              </a:moveTo>
                              <a:lnTo>
                                <a:pt x="f9" y="f7"/>
                              </a:lnTo>
                              <a:close/>
                              <a:moveTo>
                                <a:pt x="f9" y="f7"/>
                              </a:moveTo>
                              <a:lnTo>
                                <a:pt x="f9" y="f7"/>
                              </a:lnTo>
                              <a:lnTo>
                                <a:pt x="f5" y="f12"/>
                              </a:lnTo>
                              <a:lnTo>
                                <a:pt x="f5" y="f13"/>
                              </a:lnTo>
                              <a:lnTo>
                                <a:pt x="f9" y="f12"/>
                              </a:lnTo>
                              <a:lnTo>
                                <a:pt x="f9" y="f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9E5247" w:rsidRDefault="009E5247" w:rsidP="00DA09D1"/>
                        </w:txbxContent>
                      </wps:txbx>
                      <wps:bodyPr vert="horz" wrap="square" lIns="0" tIns="0" rIns="0" bIns="0" anchor="t" anchorCtr="0" compatLnSpc="0"/>
                    </wps:wsp>
                    <wps:wsp>
                      <wps:cNvPr id="27" name="Freeform 84"/>
                      <wps:cNvSpPr/>
                      <wps:spPr>
                        <a:xfrm>
                          <a:off x="69841" y="349922"/>
                          <a:ext cx="31318" cy="22677"/>
                        </a:xfrm>
                        <a:custGeom>
                          <a:avLst/>
                          <a:gdLst>
                            <a:gd name="f0" fmla="val 10800000"/>
                            <a:gd name="f1" fmla="val 5400000"/>
                            <a:gd name="f2" fmla="val 180"/>
                            <a:gd name="f3" fmla="val w"/>
                            <a:gd name="f4" fmla="val h"/>
                            <a:gd name="f5" fmla="val 0"/>
                            <a:gd name="f6" fmla="val 50"/>
                            <a:gd name="f7" fmla="val 35"/>
                            <a:gd name="f8" fmla="val 45"/>
                            <a:gd name="f9" fmla="val 40"/>
                            <a:gd name="f10" fmla="val 30"/>
                            <a:gd name="f11" fmla="+- 0 0 0"/>
                            <a:gd name="f12" fmla="*/ f3 1 50"/>
                            <a:gd name="f13" fmla="*/ f4 1 35"/>
                            <a:gd name="f14" fmla="+- f7 0 f5"/>
                            <a:gd name="f15" fmla="+- f6 0 f5"/>
                            <a:gd name="f16" fmla="*/ f11 f0 1"/>
                            <a:gd name="f17" fmla="*/ f15 1 50"/>
                            <a:gd name="f18" fmla="*/ f14 1 35"/>
                            <a:gd name="f19" fmla="*/ 50 f15 1"/>
                            <a:gd name="f20" fmla="*/ 0 f14 1"/>
                            <a:gd name="f21" fmla="*/ 45 f15 1"/>
                            <a:gd name="f22" fmla="*/ 35 f14 1"/>
                            <a:gd name="f23" fmla="*/ 40 f15 1"/>
                            <a:gd name="f24" fmla="*/ 0 f15 1"/>
                            <a:gd name="f25" fmla="*/ 30 f14 1"/>
                            <a:gd name="f26" fmla="*/ f16 1 f2"/>
                            <a:gd name="f27" fmla="*/ f19 1 50"/>
                            <a:gd name="f28" fmla="*/ f20 1 35"/>
                            <a:gd name="f29" fmla="*/ f21 1 50"/>
                            <a:gd name="f30" fmla="*/ f22 1 35"/>
                            <a:gd name="f31" fmla="*/ f23 1 50"/>
                            <a:gd name="f32" fmla="*/ f24 1 50"/>
                            <a:gd name="f33" fmla="*/ f25 1 35"/>
                            <a:gd name="f34" fmla="*/ 0 1 f17"/>
                            <a:gd name="f35" fmla="*/ f6 1 f17"/>
                            <a:gd name="f36" fmla="*/ 0 1 f18"/>
                            <a:gd name="f37" fmla="*/ f7 1 f18"/>
                            <a:gd name="f38" fmla="+- f26 0 f1"/>
                            <a:gd name="f39" fmla="*/ f27 1 f17"/>
                            <a:gd name="f40" fmla="*/ f28 1 f18"/>
                            <a:gd name="f41" fmla="*/ f29 1 f17"/>
                            <a:gd name="f42" fmla="*/ f30 1 f18"/>
                            <a:gd name="f43" fmla="*/ f31 1 f17"/>
                            <a:gd name="f44" fmla="*/ f32 1 f17"/>
                            <a:gd name="f45" fmla="*/ f33 1 f18"/>
                            <a:gd name="f46" fmla="*/ f34 f12 1"/>
                            <a:gd name="f47" fmla="*/ f35 f12 1"/>
                            <a:gd name="f48" fmla="*/ f37 f13 1"/>
                            <a:gd name="f49" fmla="*/ f36 f13 1"/>
                            <a:gd name="f50" fmla="*/ f39 f12 1"/>
                            <a:gd name="f51" fmla="*/ f40 f13 1"/>
                            <a:gd name="f52" fmla="*/ f41 f12 1"/>
                            <a:gd name="f53" fmla="*/ f42 f13 1"/>
                            <a:gd name="f54" fmla="*/ f43 f12 1"/>
                            <a:gd name="f55" fmla="*/ f44 f12 1"/>
                            <a:gd name="f56" fmla="*/ f45 f13 1"/>
                          </a:gdLst>
                          <a:ahLst/>
                          <a:cxnLst/>
                          <a:rect l="f46" t="f49" r="f47" b="f48"/>
                          <a:pathLst>
                            <a:path w="50" h="35">
                              <a:moveTo>
                                <a:pt x="f6" y="f5"/>
                              </a:moveTo>
                              <a:lnTo>
                                <a:pt x="f8" y="f7"/>
                              </a:lnTo>
                              <a:lnTo>
                                <a:pt x="f9" y="f7"/>
                              </a:lnTo>
                              <a:lnTo>
                                <a:pt x="f8" y="f5"/>
                              </a:lnTo>
                              <a:lnTo>
                                <a:pt x="f6" y="f5"/>
                              </a:lnTo>
                              <a:close/>
                              <a:moveTo>
                                <a:pt x="f8" y="f7"/>
                              </a:moveTo>
                              <a:lnTo>
                                <a:pt x="f8" y="f7"/>
                              </a:lnTo>
                              <a:lnTo>
                                <a:pt x="f9" y="f7"/>
                              </a:lnTo>
                              <a:lnTo>
                                <a:pt x="f8" y="f7"/>
                              </a:lnTo>
                              <a:close/>
                              <a:moveTo>
                                <a:pt x="f8" y="f7"/>
                              </a:moveTo>
                              <a:lnTo>
                                <a:pt x="f9" y="f7"/>
                              </a:lnTo>
                              <a:lnTo>
                                <a:pt x="f5" y="f7"/>
                              </a:lnTo>
                              <a:lnTo>
                                <a:pt x="f5" y="f10"/>
                              </a:lnTo>
                              <a:lnTo>
                                <a:pt x="f9" y="f10"/>
                              </a:lnTo>
                              <a:lnTo>
                                <a:pt x="f8" y="f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9E5247" w:rsidRDefault="009E5247" w:rsidP="00DA09D1"/>
                        </w:txbxContent>
                      </wps:txbx>
                      <wps:bodyPr vert="horz" wrap="square" lIns="0" tIns="0" rIns="0" bIns="0" anchor="t" anchorCtr="0" compatLnSpc="0"/>
                    </wps:wsp>
                    <wps:wsp>
                      <wps:cNvPr id="28" name="Freeform 85"/>
                      <wps:cNvSpPr/>
                      <wps:spPr>
                        <a:xfrm>
                          <a:off x="82442" y="359276"/>
                          <a:ext cx="28081" cy="25557"/>
                        </a:xfrm>
                        <a:custGeom>
                          <a:avLst/>
                          <a:gdLst>
                            <a:gd name="f0" fmla="val 10800000"/>
                            <a:gd name="f1" fmla="val 5400000"/>
                            <a:gd name="f2" fmla="val 180"/>
                            <a:gd name="f3" fmla="val w"/>
                            <a:gd name="f4" fmla="val h"/>
                            <a:gd name="f5" fmla="val 0"/>
                            <a:gd name="f6" fmla="val 45"/>
                            <a:gd name="f7" fmla="val 40"/>
                            <a:gd name="f8" fmla="val 35"/>
                            <a:gd name="f9" fmla="val 30"/>
                            <a:gd name="f10" fmla="+- 0 0 0"/>
                            <a:gd name="f11" fmla="*/ f3 1 45"/>
                            <a:gd name="f12" fmla="*/ f4 1 40"/>
                            <a:gd name="f13" fmla="+- f7 0 f5"/>
                            <a:gd name="f14" fmla="+- f6 0 f5"/>
                            <a:gd name="f15" fmla="*/ f10 f0 1"/>
                            <a:gd name="f16" fmla="*/ f14 1 45"/>
                            <a:gd name="f17" fmla="*/ f13 1 40"/>
                            <a:gd name="f18" fmla="*/ 45 f14 1"/>
                            <a:gd name="f19" fmla="*/ 0 f13 1"/>
                            <a:gd name="f20" fmla="*/ 35 f13 1"/>
                            <a:gd name="f21" fmla="*/ 40 f14 1"/>
                            <a:gd name="f22" fmla="*/ 40 f13 1"/>
                            <a:gd name="f23" fmla="*/ 0 f14 1"/>
                            <a:gd name="f24" fmla="*/ 30 f13 1"/>
                            <a:gd name="f25" fmla="*/ f15 1 f2"/>
                            <a:gd name="f26" fmla="*/ f18 1 45"/>
                            <a:gd name="f27" fmla="*/ f19 1 40"/>
                            <a:gd name="f28" fmla="*/ f20 1 40"/>
                            <a:gd name="f29" fmla="*/ f21 1 45"/>
                            <a:gd name="f30" fmla="*/ f22 1 40"/>
                            <a:gd name="f31" fmla="*/ f23 1 45"/>
                            <a:gd name="f32" fmla="*/ f24 1 40"/>
                            <a:gd name="f33" fmla="*/ 0 1 f16"/>
                            <a:gd name="f34" fmla="*/ f6 1 f16"/>
                            <a:gd name="f35" fmla="*/ 0 1 f17"/>
                            <a:gd name="f36" fmla="*/ f7 1 f17"/>
                            <a:gd name="f37" fmla="+- f25 0 f1"/>
                            <a:gd name="f38" fmla="*/ f26 1 f16"/>
                            <a:gd name="f39" fmla="*/ f27 1 f17"/>
                            <a:gd name="f40" fmla="*/ f28 1 f17"/>
                            <a:gd name="f41" fmla="*/ f29 1 f16"/>
                            <a:gd name="f42" fmla="*/ f30 1 f17"/>
                            <a:gd name="f43" fmla="*/ f31 1 f16"/>
                            <a:gd name="f44" fmla="*/ f32 1 f17"/>
                            <a:gd name="f45" fmla="*/ f33 f11 1"/>
                            <a:gd name="f46" fmla="*/ f34 f11 1"/>
                            <a:gd name="f47" fmla="*/ f36 f12 1"/>
                            <a:gd name="f48" fmla="*/ f35 f12 1"/>
                            <a:gd name="f49" fmla="*/ f38 f11 1"/>
                            <a:gd name="f50" fmla="*/ f39 f12 1"/>
                            <a:gd name="f51" fmla="*/ f40 f12 1"/>
                            <a:gd name="f52" fmla="*/ f41 f11 1"/>
                            <a:gd name="f53" fmla="*/ f42 f12 1"/>
                            <a:gd name="f54" fmla="*/ f43 f11 1"/>
                            <a:gd name="f55" fmla="*/ f44 f12 1"/>
                          </a:gdLst>
                          <a:ahLst/>
                          <a:cxnLst/>
                          <a:rect l="f45" t="f48" r="f46" b="f47"/>
                          <a:pathLst>
                            <a:path w="45" h="40">
                              <a:moveTo>
                                <a:pt x="f6" y="f5"/>
                              </a:moveTo>
                              <a:lnTo>
                                <a:pt x="f6" y="f8"/>
                              </a:lnTo>
                              <a:lnTo>
                                <a:pt x="f7" y="f8"/>
                              </a:lnTo>
                              <a:lnTo>
                                <a:pt x="f7" y="f5"/>
                              </a:lnTo>
                              <a:lnTo>
                                <a:pt x="f6" y="f5"/>
                              </a:lnTo>
                              <a:close/>
                              <a:moveTo>
                                <a:pt x="f6" y="f8"/>
                              </a:moveTo>
                              <a:lnTo>
                                <a:pt x="f6" y="f7"/>
                              </a:lnTo>
                              <a:lnTo>
                                <a:pt x="f7" y="f7"/>
                              </a:lnTo>
                              <a:lnTo>
                                <a:pt x="f6" y="f8"/>
                              </a:lnTo>
                              <a:close/>
                              <a:moveTo>
                                <a:pt x="f6" y="f8"/>
                              </a:moveTo>
                              <a:lnTo>
                                <a:pt x="f7" y="f7"/>
                              </a:lnTo>
                              <a:lnTo>
                                <a:pt x="f5" y="f8"/>
                              </a:lnTo>
                              <a:lnTo>
                                <a:pt x="f5" y="f9"/>
                              </a:lnTo>
                              <a:lnTo>
                                <a:pt x="f7" y="f8"/>
                              </a:lnTo>
                              <a:lnTo>
                                <a:pt x="f6" y="f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9E5247" w:rsidRDefault="009E5247" w:rsidP="00DA09D1"/>
                        </w:txbxContent>
                      </wps:txbx>
                      <wps:bodyPr vert="horz" wrap="square" lIns="0" tIns="0" rIns="0" bIns="0" anchor="t" anchorCtr="0" compatLnSpc="0"/>
                    </wps:wsp>
                    <wps:wsp>
                      <wps:cNvPr id="29" name="Freeform 86"/>
                      <wps:cNvSpPr/>
                      <wps:spPr>
                        <a:xfrm>
                          <a:off x="95399" y="368996"/>
                          <a:ext cx="28081" cy="25557"/>
                        </a:xfrm>
                        <a:custGeom>
                          <a:avLst/>
                          <a:gdLst>
                            <a:gd name="f0" fmla="val 10800000"/>
                            <a:gd name="f1" fmla="val 5400000"/>
                            <a:gd name="f2" fmla="val 180"/>
                            <a:gd name="f3" fmla="val w"/>
                            <a:gd name="f4" fmla="val h"/>
                            <a:gd name="f5" fmla="val 0"/>
                            <a:gd name="f6" fmla="val 45"/>
                            <a:gd name="f7" fmla="val 40"/>
                            <a:gd name="f8" fmla="val 35"/>
                            <a:gd name="f9" fmla="+- 0 0 0"/>
                            <a:gd name="f10" fmla="*/ f3 1 45"/>
                            <a:gd name="f11" fmla="*/ f4 1 40"/>
                            <a:gd name="f12" fmla="+- f7 0 f5"/>
                            <a:gd name="f13" fmla="+- f6 0 f5"/>
                            <a:gd name="f14" fmla="*/ f9 f0 1"/>
                            <a:gd name="f15" fmla="*/ f13 1 45"/>
                            <a:gd name="f16" fmla="*/ f12 1 40"/>
                            <a:gd name="f17" fmla="*/ 0 f13 1"/>
                            <a:gd name="f18" fmla="*/ 35 f12 1"/>
                            <a:gd name="f19" fmla="*/ 40 f13 1"/>
                            <a:gd name="f20" fmla="*/ 40 f12 1"/>
                            <a:gd name="f21" fmla="*/ 45 f13 1"/>
                            <a:gd name="f22" fmla="*/ 0 f12 1"/>
                            <a:gd name="f23" fmla="*/ f14 1 f2"/>
                            <a:gd name="f24" fmla="*/ f17 1 45"/>
                            <a:gd name="f25" fmla="*/ f18 1 40"/>
                            <a:gd name="f26" fmla="*/ f19 1 45"/>
                            <a:gd name="f27" fmla="*/ f20 1 40"/>
                            <a:gd name="f28" fmla="*/ f21 1 45"/>
                            <a:gd name="f29" fmla="*/ f22 1 40"/>
                            <a:gd name="f30" fmla="*/ 0 1 f15"/>
                            <a:gd name="f31" fmla="*/ f6 1 f15"/>
                            <a:gd name="f32" fmla="*/ 0 1 f16"/>
                            <a:gd name="f33" fmla="*/ f7 1 f16"/>
                            <a:gd name="f34" fmla="+- f23 0 f1"/>
                            <a:gd name="f35" fmla="*/ f24 1 f15"/>
                            <a:gd name="f36" fmla="*/ f25 1 f16"/>
                            <a:gd name="f37" fmla="*/ f26 1 f15"/>
                            <a:gd name="f38" fmla="*/ f27 1 f16"/>
                            <a:gd name="f39" fmla="*/ f28 1 f15"/>
                            <a:gd name="f40" fmla="*/ f29 1 f16"/>
                            <a:gd name="f41" fmla="*/ f30 f10 1"/>
                            <a:gd name="f42" fmla="*/ f31 f10 1"/>
                            <a:gd name="f43" fmla="*/ f33 f11 1"/>
                            <a:gd name="f44" fmla="*/ f32 f11 1"/>
                            <a:gd name="f45" fmla="*/ f35 f10 1"/>
                            <a:gd name="f46" fmla="*/ f36 f11 1"/>
                            <a:gd name="f47" fmla="*/ f37 f10 1"/>
                            <a:gd name="f48" fmla="*/ f38 f11 1"/>
                            <a:gd name="f49" fmla="*/ f39 f10 1"/>
                            <a:gd name="f50" fmla="*/ f40 f11 1"/>
                          </a:gdLst>
                          <a:ahLst/>
                          <a:cxnLst/>
                          <a:rect l="f41" t="f44" r="f42" b="f43"/>
                          <a:pathLst>
                            <a:path w="45" h="40">
                              <a:moveTo>
                                <a:pt x="f5" y="f8"/>
                              </a:moveTo>
                              <a:lnTo>
                                <a:pt x="f7" y="f8"/>
                              </a:lnTo>
                              <a:lnTo>
                                <a:pt x="f7" y="f7"/>
                              </a:lnTo>
                              <a:lnTo>
                                <a:pt x="f5" y="f7"/>
                              </a:lnTo>
                              <a:lnTo>
                                <a:pt x="f5" y="f8"/>
                              </a:lnTo>
                              <a:close/>
                              <a:moveTo>
                                <a:pt x="f6" y="f8"/>
                              </a:moveTo>
                              <a:lnTo>
                                <a:pt x="f6" y="f7"/>
                              </a:lnTo>
                              <a:lnTo>
                                <a:pt x="f7" y="f7"/>
                              </a:lnTo>
                              <a:lnTo>
                                <a:pt x="f6" y="f8"/>
                              </a:lnTo>
                              <a:close/>
                              <a:moveTo>
                                <a:pt x="f7" y="f7"/>
                              </a:moveTo>
                              <a:lnTo>
                                <a:pt x="f7" y="f8"/>
                              </a:lnTo>
                              <a:lnTo>
                                <a:pt x="f7" y="f5"/>
                              </a:lnTo>
                              <a:lnTo>
                                <a:pt x="f6" y="f5"/>
                              </a:lnTo>
                              <a:lnTo>
                                <a:pt x="f6" y="f8"/>
                              </a:lnTo>
                              <a:lnTo>
                                <a:pt x="f7" y="f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9E5247" w:rsidRDefault="009E5247" w:rsidP="00DA09D1"/>
                        </w:txbxContent>
                      </wps:txbx>
                      <wps:bodyPr vert="horz" wrap="square" lIns="0" tIns="0" rIns="0" bIns="0" anchor="t" anchorCtr="0" compatLnSpc="0"/>
                    </wps:wsp>
                    <wps:wsp>
                      <wps:cNvPr id="30" name="Freeform 87"/>
                      <wps:cNvSpPr/>
                      <wps:spPr>
                        <a:xfrm>
                          <a:off x="123837" y="384843"/>
                          <a:ext cx="28081" cy="31318"/>
                        </a:xfrm>
                        <a:custGeom>
                          <a:avLst/>
                          <a:gdLst>
                            <a:gd name="f0" fmla="val 10800000"/>
                            <a:gd name="f1" fmla="val 5400000"/>
                            <a:gd name="f2" fmla="val 180"/>
                            <a:gd name="f3" fmla="val w"/>
                            <a:gd name="f4" fmla="val h"/>
                            <a:gd name="f5" fmla="val 0"/>
                            <a:gd name="f6" fmla="val 45"/>
                            <a:gd name="f7" fmla="val 50"/>
                            <a:gd name="f8" fmla="val 40"/>
                            <a:gd name="f9" fmla="val 35"/>
                            <a:gd name="f10" fmla="val 5"/>
                            <a:gd name="f11" fmla="+- 0 0 0"/>
                            <a:gd name="f12" fmla="*/ f3 1 45"/>
                            <a:gd name="f13" fmla="*/ f4 1 50"/>
                            <a:gd name="f14" fmla="+- f7 0 f5"/>
                            <a:gd name="f15" fmla="+- f6 0 f5"/>
                            <a:gd name="f16" fmla="*/ f11 f0 1"/>
                            <a:gd name="f17" fmla="*/ f15 1 45"/>
                            <a:gd name="f18" fmla="*/ f14 1 50"/>
                            <a:gd name="f19" fmla="*/ 40 f15 1"/>
                            <a:gd name="f20" fmla="*/ 0 f14 1"/>
                            <a:gd name="f21" fmla="*/ 45 f15 1"/>
                            <a:gd name="f22" fmla="*/ 35 f14 1"/>
                            <a:gd name="f23" fmla="*/ 35 f15 1"/>
                            <a:gd name="f24" fmla="*/ 5 f14 1"/>
                            <a:gd name="f25" fmla="*/ 40 f14 1"/>
                            <a:gd name="f26" fmla="*/ 0 f15 1"/>
                            <a:gd name="f27" fmla="*/ 50 f14 1"/>
                            <a:gd name="f28" fmla="*/ 45 f14 1"/>
                            <a:gd name="f29" fmla="*/ f16 1 f2"/>
                            <a:gd name="f30" fmla="*/ f19 1 45"/>
                            <a:gd name="f31" fmla="*/ f20 1 50"/>
                            <a:gd name="f32" fmla="*/ f21 1 45"/>
                            <a:gd name="f33" fmla="*/ f22 1 50"/>
                            <a:gd name="f34" fmla="*/ f23 1 45"/>
                            <a:gd name="f35" fmla="*/ f24 1 50"/>
                            <a:gd name="f36" fmla="*/ f25 1 50"/>
                            <a:gd name="f37" fmla="*/ f26 1 45"/>
                            <a:gd name="f38" fmla="*/ f27 1 50"/>
                            <a:gd name="f39" fmla="*/ f28 1 50"/>
                            <a:gd name="f40" fmla="*/ 0 1 f17"/>
                            <a:gd name="f41" fmla="*/ f6 1 f17"/>
                            <a:gd name="f42" fmla="*/ 0 1 f18"/>
                            <a:gd name="f43" fmla="*/ f7 1 f18"/>
                            <a:gd name="f44" fmla="+- f29 0 f1"/>
                            <a:gd name="f45" fmla="*/ f30 1 f17"/>
                            <a:gd name="f46" fmla="*/ f31 1 f18"/>
                            <a:gd name="f47" fmla="*/ f32 1 f17"/>
                            <a:gd name="f48" fmla="*/ f33 1 f18"/>
                            <a:gd name="f49" fmla="*/ f34 1 f17"/>
                            <a:gd name="f50" fmla="*/ f35 1 f18"/>
                            <a:gd name="f51" fmla="*/ f36 1 f18"/>
                            <a:gd name="f52" fmla="*/ f37 1 f17"/>
                            <a:gd name="f53" fmla="*/ f38 1 f18"/>
                            <a:gd name="f54" fmla="*/ f39 1 f18"/>
                            <a:gd name="f55" fmla="*/ f40 f12 1"/>
                            <a:gd name="f56" fmla="*/ f41 f12 1"/>
                            <a:gd name="f57" fmla="*/ f43 f13 1"/>
                            <a:gd name="f58" fmla="*/ f42 f13 1"/>
                            <a:gd name="f59" fmla="*/ f45 f12 1"/>
                            <a:gd name="f60" fmla="*/ f46 f13 1"/>
                            <a:gd name="f61" fmla="*/ f47 f12 1"/>
                            <a:gd name="f62" fmla="*/ f48 f13 1"/>
                            <a:gd name="f63" fmla="*/ f49 f12 1"/>
                            <a:gd name="f64" fmla="*/ f50 f13 1"/>
                            <a:gd name="f65" fmla="*/ f51 f13 1"/>
                            <a:gd name="f66" fmla="*/ f52 f12 1"/>
                            <a:gd name="f67" fmla="*/ f53 f13 1"/>
                            <a:gd name="f68" fmla="*/ f54 f13 1"/>
                          </a:gdLst>
                          <a:ahLst/>
                          <a:cxnLst/>
                          <a:rect l="f55" t="f58" r="f56" b="f57"/>
                          <a:pathLst>
                            <a:path w="45" h="50">
                              <a:moveTo>
                                <a:pt x="f8" y="f5"/>
                              </a:moveTo>
                              <a:lnTo>
                                <a:pt x="f6" y="f9"/>
                              </a:lnTo>
                              <a:lnTo>
                                <a:pt x="f8" y="f9"/>
                              </a:lnTo>
                              <a:lnTo>
                                <a:pt x="f9" y="f10"/>
                              </a:lnTo>
                              <a:lnTo>
                                <a:pt x="f8" y="f5"/>
                              </a:lnTo>
                              <a:close/>
                              <a:moveTo>
                                <a:pt x="f6" y="f9"/>
                              </a:moveTo>
                              <a:lnTo>
                                <a:pt x="f6" y="f8"/>
                              </a:lnTo>
                              <a:lnTo>
                                <a:pt x="f6" y="f9"/>
                              </a:lnTo>
                              <a:close/>
                              <a:moveTo>
                                <a:pt x="f6" y="f9"/>
                              </a:moveTo>
                              <a:lnTo>
                                <a:pt x="f6" y="f8"/>
                              </a:lnTo>
                              <a:lnTo>
                                <a:pt x="f5" y="f7"/>
                              </a:lnTo>
                              <a:lnTo>
                                <a:pt x="f5" y="f6"/>
                              </a:lnTo>
                              <a:lnTo>
                                <a:pt x="f8" y="f9"/>
                              </a:lnTo>
                              <a:lnTo>
                                <a:pt x="f6" y="f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9E5247" w:rsidRDefault="009E5247" w:rsidP="00DA09D1"/>
                        </w:txbxContent>
                      </wps:txbx>
                      <wps:bodyPr vert="horz" wrap="square" lIns="0" tIns="0" rIns="0" bIns="0" anchor="t" anchorCtr="0" compatLnSpc="0"/>
                    </wps:wsp>
                    <wps:wsp>
                      <wps:cNvPr id="31" name="Freeform 88"/>
                      <wps:cNvSpPr/>
                      <wps:spPr>
                        <a:xfrm>
                          <a:off x="107999" y="378360"/>
                          <a:ext cx="28081" cy="28081"/>
                        </a:xfrm>
                        <a:custGeom>
                          <a:avLst/>
                          <a:gdLst>
                            <a:gd name="f0" fmla="val 10800000"/>
                            <a:gd name="f1" fmla="val 5400000"/>
                            <a:gd name="f2" fmla="val 180"/>
                            <a:gd name="f3" fmla="val w"/>
                            <a:gd name="f4" fmla="val h"/>
                            <a:gd name="f5" fmla="val 0"/>
                            <a:gd name="f6" fmla="val 45"/>
                            <a:gd name="f7" fmla="val 35"/>
                            <a:gd name="f8" fmla="val 40"/>
                            <a:gd name="f9" fmla="val 5"/>
                            <a:gd name="f10" fmla="val 30"/>
                            <a:gd name="f11" fmla="+- 0 0 0"/>
                            <a:gd name="f12" fmla="*/ f3 1 45"/>
                            <a:gd name="f13" fmla="*/ f4 1 45"/>
                            <a:gd name="f14" fmla="+- f6 0 f5"/>
                            <a:gd name="f15" fmla="*/ f11 f0 1"/>
                            <a:gd name="f16" fmla="*/ f14 1 45"/>
                            <a:gd name="f17" fmla="*/ 45 f14 1"/>
                            <a:gd name="f18" fmla="*/ 0 f14 1"/>
                            <a:gd name="f19" fmla="*/ 35 f14 1"/>
                            <a:gd name="f20" fmla="*/ 40 f14 1"/>
                            <a:gd name="f21" fmla="*/ 5 f14 1"/>
                            <a:gd name="f22" fmla="*/ 30 f14 1"/>
                            <a:gd name="f23" fmla="*/ f15 1 f2"/>
                            <a:gd name="f24" fmla="*/ f17 1 45"/>
                            <a:gd name="f25" fmla="*/ f18 1 45"/>
                            <a:gd name="f26" fmla="*/ f19 1 45"/>
                            <a:gd name="f27" fmla="*/ f20 1 45"/>
                            <a:gd name="f28" fmla="*/ f21 1 45"/>
                            <a:gd name="f29" fmla="*/ f22 1 45"/>
                            <a:gd name="f30" fmla="*/ 0 1 f16"/>
                            <a:gd name="f31" fmla="*/ f6 1 f16"/>
                            <a:gd name="f32" fmla="+- f23 0 f1"/>
                            <a:gd name="f33" fmla="*/ f24 1 f16"/>
                            <a:gd name="f34" fmla="*/ f25 1 f16"/>
                            <a:gd name="f35" fmla="*/ f26 1 f16"/>
                            <a:gd name="f36" fmla="*/ f27 1 f16"/>
                            <a:gd name="f37" fmla="*/ f28 1 f16"/>
                            <a:gd name="f38" fmla="*/ f29 1 f16"/>
                            <a:gd name="f39" fmla="*/ f30 f12 1"/>
                            <a:gd name="f40" fmla="*/ f31 f12 1"/>
                            <a:gd name="f41" fmla="*/ f31 f13 1"/>
                            <a:gd name="f42" fmla="*/ f30 f13 1"/>
                            <a:gd name="f43" fmla="*/ f33 f12 1"/>
                            <a:gd name="f44" fmla="*/ f34 f13 1"/>
                            <a:gd name="f45" fmla="*/ f35 f13 1"/>
                            <a:gd name="f46" fmla="*/ f36 f12 1"/>
                            <a:gd name="f47" fmla="*/ f37 f12 1"/>
                            <a:gd name="f48" fmla="*/ f33 f13 1"/>
                            <a:gd name="f49" fmla="*/ f34 f12 1"/>
                            <a:gd name="f50" fmla="*/ f36 f13 1"/>
                            <a:gd name="f51" fmla="*/ f38 f13 1"/>
                          </a:gdLst>
                          <a:ahLst/>
                          <a:cxnLst/>
                          <a:rect l="f39" t="f42" r="f40" b="f41"/>
                          <a:pathLst>
                            <a:path w="45" h="45">
                              <a:moveTo>
                                <a:pt x="f6" y="f5"/>
                              </a:moveTo>
                              <a:lnTo>
                                <a:pt x="f6" y="f7"/>
                              </a:lnTo>
                              <a:lnTo>
                                <a:pt x="f8" y="f7"/>
                              </a:lnTo>
                              <a:lnTo>
                                <a:pt x="f8" y="f5"/>
                              </a:lnTo>
                              <a:lnTo>
                                <a:pt x="f6" y="f5"/>
                              </a:lnTo>
                              <a:close/>
                              <a:moveTo>
                                <a:pt x="f6" y="f7"/>
                              </a:moveTo>
                              <a:lnTo>
                                <a:pt x="f6" y="f7"/>
                              </a:lnTo>
                              <a:close/>
                              <a:moveTo>
                                <a:pt x="f6" y="f7"/>
                              </a:moveTo>
                              <a:lnTo>
                                <a:pt x="f6" y="f7"/>
                              </a:lnTo>
                              <a:lnTo>
                                <a:pt x="f9" y="f6"/>
                              </a:lnTo>
                              <a:lnTo>
                                <a:pt x="f5" y="f8"/>
                              </a:lnTo>
                              <a:lnTo>
                                <a:pt x="f6" y="f10"/>
                              </a:lnTo>
                              <a:lnTo>
                                <a:pt x="f6" y="f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9E5247" w:rsidRDefault="009E5247" w:rsidP="00DA09D1"/>
                        </w:txbxContent>
                      </wps:txbx>
                      <wps:bodyPr vert="horz" wrap="square" lIns="0" tIns="0" rIns="0" bIns="0" anchor="t" anchorCtr="0" compatLnSpc="0"/>
                    </wps:wsp>
                    <wps:wsp>
                      <wps:cNvPr id="32" name="Freeform 89"/>
                      <wps:cNvSpPr/>
                      <wps:spPr>
                        <a:xfrm>
                          <a:off x="31683" y="290157"/>
                          <a:ext cx="41404" cy="31318"/>
                        </a:xfrm>
                        <a:custGeom>
                          <a:avLst/>
                          <a:gdLst>
                            <a:gd name="f0" fmla="val 10800000"/>
                            <a:gd name="f1" fmla="val 5400000"/>
                            <a:gd name="f2" fmla="val 180"/>
                            <a:gd name="f3" fmla="val w"/>
                            <a:gd name="f4" fmla="val h"/>
                            <a:gd name="f5" fmla="val 0"/>
                            <a:gd name="f6" fmla="val 65"/>
                            <a:gd name="f7" fmla="val 50"/>
                            <a:gd name="f8" fmla="val 20"/>
                            <a:gd name="f9" fmla="val 45"/>
                            <a:gd name="f10" fmla="val 40"/>
                            <a:gd name="f11" fmla="val 60"/>
                            <a:gd name="f12" fmla="val 5"/>
                            <a:gd name="f13" fmla="val 35"/>
                            <a:gd name="f14" fmla="val 30"/>
                            <a:gd name="f15" fmla="val 25"/>
                            <a:gd name="f16" fmla="+- 0 0 0"/>
                            <a:gd name="f17" fmla="*/ f3 1 65"/>
                            <a:gd name="f18" fmla="*/ f4 1 50"/>
                            <a:gd name="f19" fmla="+- f7 0 f5"/>
                            <a:gd name="f20" fmla="+- f6 0 f5"/>
                            <a:gd name="f21" fmla="*/ f16 f0 1"/>
                            <a:gd name="f22" fmla="*/ f20 1 65"/>
                            <a:gd name="f23" fmla="*/ f19 1 50"/>
                            <a:gd name="f24" fmla="*/ 65 f20 1"/>
                            <a:gd name="f25" fmla="*/ 20 f19 1"/>
                            <a:gd name="f26" fmla="*/ 45 f20 1"/>
                            <a:gd name="f27" fmla="*/ 50 f19 1"/>
                            <a:gd name="f28" fmla="*/ 40 f20 1"/>
                            <a:gd name="f29" fmla="*/ 60 f20 1"/>
                            <a:gd name="f30" fmla="*/ 5 f20 1"/>
                            <a:gd name="f31" fmla="*/ 35 f19 1"/>
                            <a:gd name="f32" fmla="*/ 30 f19 1"/>
                            <a:gd name="f33" fmla="*/ 45 f19 1"/>
                            <a:gd name="f34" fmla="*/ 0 f20 1"/>
                            <a:gd name="f35" fmla="*/ 25 f20 1"/>
                            <a:gd name="f36" fmla="*/ 5 f19 1"/>
                            <a:gd name="f37" fmla="*/ 30 f20 1"/>
                            <a:gd name="f38" fmla="*/ 0 f19 1"/>
                            <a:gd name="f39" fmla="*/ f21 1 f2"/>
                            <a:gd name="f40" fmla="*/ f24 1 65"/>
                            <a:gd name="f41" fmla="*/ f25 1 50"/>
                            <a:gd name="f42" fmla="*/ f26 1 65"/>
                            <a:gd name="f43" fmla="*/ f27 1 50"/>
                            <a:gd name="f44" fmla="*/ f28 1 65"/>
                            <a:gd name="f45" fmla="*/ f29 1 65"/>
                            <a:gd name="f46" fmla="*/ f30 1 65"/>
                            <a:gd name="f47" fmla="*/ f31 1 50"/>
                            <a:gd name="f48" fmla="*/ f32 1 50"/>
                            <a:gd name="f49" fmla="*/ f33 1 50"/>
                            <a:gd name="f50" fmla="*/ f34 1 65"/>
                            <a:gd name="f51" fmla="*/ f35 1 65"/>
                            <a:gd name="f52" fmla="*/ f36 1 50"/>
                            <a:gd name="f53" fmla="*/ f37 1 65"/>
                            <a:gd name="f54" fmla="*/ f38 1 50"/>
                            <a:gd name="f55" fmla="*/ 0 1 f22"/>
                            <a:gd name="f56" fmla="*/ f6 1 f22"/>
                            <a:gd name="f57" fmla="*/ 0 1 f23"/>
                            <a:gd name="f58" fmla="*/ f7 1 f23"/>
                            <a:gd name="f59" fmla="+- f39 0 f1"/>
                            <a:gd name="f60" fmla="*/ f40 1 f22"/>
                            <a:gd name="f61" fmla="*/ f41 1 f23"/>
                            <a:gd name="f62" fmla="*/ f42 1 f22"/>
                            <a:gd name="f63" fmla="*/ f43 1 f23"/>
                            <a:gd name="f64" fmla="*/ f44 1 f22"/>
                            <a:gd name="f65" fmla="*/ f45 1 f22"/>
                            <a:gd name="f66" fmla="*/ f46 1 f22"/>
                            <a:gd name="f67" fmla="*/ f47 1 f23"/>
                            <a:gd name="f68" fmla="*/ f48 1 f23"/>
                            <a:gd name="f69" fmla="*/ f49 1 f23"/>
                            <a:gd name="f70" fmla="*/ f50 1 f22"/>
                            <a:gd name="f71" fmla="*/ f51 1 f22"/>
                            <a:gd name="f72" fmla="*/ f52 1 f23"/>
                            <a:gd name="f73" fmla="*/ f53 1 f22"/>
                            <a:gd name="f74" fmla="*/ f54 1 f23"/>
                            <a:gd name="f75" fmla="*/ f55 f17 1"/>
                            <a:gd name="f76" fmla="*/ f56 f17 1"/>
                            <a:gd name="f77" fmla="*/ f58 f18 1"/>
                            <a:gd name="f78" fmla="*/ f57 f18 1"/>
                            <a:gd name="f79" fmla="*/ f60 f17 1"/>
                            <a:gd name="f80" fmla="*/ f61 f18 1"/>
                            <a:gd name="f81" fmla="*/ f62 f17 1"/>
                            <a:gd name="f82" fmla="*/ f63 f18 1"/>
                            <a:gd name="f83" fmla="*/ f64 f17 1"/>
                            <a:gd name="f84" fmla="*/ f65 f17 1"/>
                            <a:gd name="f85" fmla="*/ f66 f17 1"/>
                            <a:gd name="f86" fmla="*/ f67 f18 1"/>
                            <a:gd name="f87" fmla="*/ f68 f18 1"/>
                            <a:gd name="f88" fmla="*/ f69 f18 1"/>
                            <a:gd name="f89" fmla="*/ f70 f17 1"/>
                            <a:gd name="f90" fmla="*/ f71 f17 1"/>
                            <a:gd name="f91" fmla="*/ f72 f18 1"/>
                            <a:gd name="f92" fmla="*/ f73 f17 1"/>
                            <a:gd name="f93" fmla="*/ f74 f18 1"/>
                          </a:gdLst>
                          <a:ahLst/>
                          <a:cxnLst/>
                          <a:rect l="f75" t="f78" r="f76" b="f77"/>
                          <a:pathLst>
                            <a:path w="65" h="50">
                              <a:moveTo>
                                <a:pt x="f6" y="f8"/>
                              </a:moveTo>
                              <a:lnTo>
                                <a:pt x="f6" y="f8"/>
                              </a:lnTo>
                              <a:close/>
                              <a:moveTo>
                                <a:pt x="f6" y="f8"/>
                              </a:moveTo>
                              <a:lnTo>
                                <a:pt x="f6" y="f8"/>
                              </a:lnTo>
                              <a:lnTo>
                                <a:pt x="f9" y="f7"/>
                              </a:lnTo>
                              <a:lnTo>
                                <a:pt x="f10" y="f7"/>
                              </a:lnTo>
                              <a:lnTo>
                                <a:pt x="f11" y="f8"/>
                              </a:lnTo>
                              <a:lnTo>
                                <a:pt x="f6" y="f8"/>
                              </a:lnTo>
                              <a:close/>
                              <a:moveTo>
                                <a:pt x="f9" y="f7"/>
                              </a:moveTo>
                              <a:lnTo>
                                <a:pt x="f9" y="f7"/>
                              </a:lnTo>
                              <a:lnTo>
                                <a:pt x="f10" y="f7"/>
                              </a:lnTo>
                              <a:lnTo>
                                <a:pt x="f9" y="f7"/>
                              </a:lnTo>
                              <a:close/>
                              <a:moveTo>
                                <a:pt x="f9" y="f7"/>
                              </a:moveTo>
                              <a:lnTo>
                                <a:pt x="f10" y="f7"/>
                              </a:lnTo>
                              <a:lnTo>
                                <a:pt x="f12" y="f13"/>
                              </a:lnTo>
                              <a:lnTo>
                                <a:pt x="f12" y="f14"/>
                              </a:lnTo>
                              <a:lnTo>
                                <a:pt x="f9" y="f9"/>
                              </a:lnTo>
                              <a:lnTo>
                                <a:pt x="f9" y="f7"/>
                              </a:lnTo>
                              <a:close/>
                              <a:moveTo>
                                <a:pt x="f12" y="f13"/>
                              </a:moveTo>
                              <a:lnTo>
                                <a:pt x="f5" y="f13"/>
                              </a:lnTo>
                              <a:lnTo>
                                <a:pt x="f12" y="f13"/>
                              </a:lnTo>
                              <a:close/>
                              <a:moveTo>
                                <a:pt x="f12" y="f13"/>
                              </a:moveTo>
                              <a:lnTo>
                                <a:pt x="f12" y="f13"/>
                              </a:lnTo>
                              <a:lnTo>
                                <a:pt x="f15" y="f12"/>
                              </a:lnTo>
                              <a:lnTo>
                                <a:pt x="f14" y="f12"/>
                              </a:lnTo>
                              <a:lnTo>
                                <a:pt x="f12" y="f13"/>
                              </a:lnTo>
                              <a:close/>
                              <a:moveTo>
                                <a:pt x="f15" y="f12"/>
                              </a:moveTo>
                              <a:lnTo>
                                <a:pt x="f15" y="f5"/>
                              </a:lnTo>
                              <a:lnTo>
                                <a:pt x="f15" y="f12"/>
                              </a:lnTo>
                              <a:close/>
                              <a:moveTo>
                                <a:pt x="f15" y="f12"/>
                              </a:moveTo>
                              <a:lnTo>
                                <a:pt x="f15" y="f5"/>
                              </a:lnTo>
                              <a:lnTo>
                                <a:pt x="f6" y="f8"/>
                              </a:lnTo>
                              <a:lnTo>
                                <a:pt x="f11" y="f8"/>
                              </a:lnTo>
                              <a:lnTo>
                                <a:pt x="f15" y="f1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9E5247" w:rsidRDefault="009E5247" w:rsidP="00DA09D1"/>
                        </w:txbxContent>
                      </wps:txbx>
                      <wps:bodyPr vert="horz" wrap="square" lIns="0" tIns="0" rIns="0" bIns="0" anchor="t" anchorCtr="0" compatLnSpc="0"/>
                    </wps:wsp>
                    <wps:wsp>
                      <wps:cNvPr id="33" name="Freeform 90"/>
                      <wps:cNvSpPr/>
                      <wps:spPr>
                        <a:xfrm>
                          <a:off x="254157" y="312477"/>
                          <a:ext cx="181078" cy="132478"/>
                        </a:xfrm>
                        <a:custGeom>
                          <a:avLst/>
                          <a:gdLst>
                            <a:gd name="f0" fmla="val 10800000"/>
                            <a:gd name="f1" fmla="val 5400000"/>
                            <a:gd name="f2" fmla="val 180"/>
                            <a:gd name="f3" fmla="val w"/>
                            <a:gd name="f4" fmla="val h"/>
                            <a:gd name="f5" fmla="val 0"/>
                            <a:gd name="f6" fmla="val 285"/>
                            <a:gd name="f7" fmla="val 208"/>
                            <a:gd name="f8" fmla="val 203"/>
                            <a:gd name="f9" fmla="val 10"/>
                            <a:gd name="f10" fmla="val 198"/>
                            <a:gd name="f11" fmla="val 25"/>
                            <a:gd name="f12" fmla="val 35"/>
                            <a:gd name="f13" fmla="val 193"/>
                            <a:gd name="f14" fmla="val 45"/>
                            <a:gd name="f15" fmla="val 60"/>
                            <a:gd name="f16" fmla="val 188"/>
                            <a:gd name="f17" fmla="val 70"/>
                            <a:gd name="f18" fmla="val 183"/>
                            <a:gd name="f19" fmla="val 85"/>
                            <a:gd name="f20" fmla="val 95"/>
                            <a:gd name="f21" fmla="val 178"/>
                            <a:gd name="f22" fmla="val 105"/>
                            <a:gd name="f23" fmla="val 173"/>
                            <a:gd name="f24" fmla="val 115"/>
                            <a:gd name="f25" fmla="val 169"/>
                            <a:gd name="f26" fmla="val 125"/>
                            <a:gd name="f27" fmla="val 164"/>
                            <a:gd name="f28" fmla="val 135"/>
                            <a:gd name="f29" fmla="val 159"/>
                            <a:gd name="f30" fmla="val 145"/>
                            <a:gd name="f31" fmla="val 154"/>
                            <a:gd name="f32" fmla="val 155"/>
                            <a:gd name="f33" fmla="val 144"/>
                            <a:gd name="f34" fmla="val 165"/>
                            <a:gd name="f35" fmla="val 139"/>
                            <a:gd name="f36" fmla="val 175"/>
                            <a:gd name="f37" fmla="val 134"/>
                            <a:gd name="f38" fmla="val 185"/>
                            <a:gd name="f39" fmla="val 124"/>
                            <a:gd name="f40" fmla="val 195"/>
                            <a:gd name="f41" fmla="val 119"/>
                            <a:gd name="f42" fmla="val 200"/>
                            <a:gd name="f43" fmla="val 109"/>
                            <a:gd name="f44" fmla="val 210"/>
                            <a:gd name="f45" fmla="val 104"/>
                            <a:gd name="f46" fmla="val 220"/>
                            <a:gd name="f47" fmla="val 94"/>
                            <a:gd name="f48" fmla="val 225"/>
                            <a:gd name="f49" fmla="val 89"/>
                            <a:gd name="f50" fmla="val 235"/>
                            <a:gd name="f51" fmla="val 79"/>
                            <a:gd name="f52" fmla="val 240"/>
                            <a:gd name="f53" fmla="val 69"/>
                            <a:gd name="f54" fmla="val 245"/>
                            <a:gd name="f55" fmla="val 64"/>
                            <a:gd name="f56" fmla="val 250"/>
                            <a:gd name="f57" fmla="val 54"/>
                            <a:gd name="f58" fmla="val 260"/>
                            <a:gd name="f59" fmla="val 44"/>
                            <a:gd name="f60" fmla="val 265"/>
                            <a:gd name="f61" fmla="val 34"/>
                            <a:gd name="f62" fmla="val 270"/>
                            <a:gd name="f63" fmla="val 24"/>
                            <a:gd name="f64" fmla="val 15"/>
                            <a:gd name="f65" fmla="val 275"/>
                            <a:gd name="f66" fmla="val 5"/>
                            <a:gd name="f67" fmla="val 280"/>
                            <a:gd name="f68" fmla="val 20"/>
                            <a:gd name="f69" fmla="val 29"/>
                            <a:gd name="f70" fmla="val 39"/>
                            <a:gd name="f71" fmla="val 49"/>
                            <a:gd name="f72" fmla="val 255"/>
                            <a:gd name="f73" fmla="val 74"/>
                            <a:gd name="f74" fmla="val 84"/>
                            <a:gd name="f75" fmla="val 230"/>
                            <a:gd name="f76" fmla="val 99"/>
                            <a:gd name="f77" fmla="val 215"/>
                            <a:gd name="f78" fmla="val 205"/>
                            <a:gd name="f79" fmla="val 114"/>
                            <a:gd name="f80" fmla="val 190"/>
                            <a:gd name="f81" fmla="val 129"/>
                            <a:gd name="f82" fmla="val 170"/>
                            <a:gd name="f83" fmla="val 160"/>
                            <a:gd name="f84" fmla="val 149"/>
                            <a:gd name="f85" fmla="val 150"/>
                            <a:gd name="f86" fmla="val 140"/>
                            <a:gd name="f87" fmla="val 130"/>
                            <a:gd name="f88" fmla="val 120"/>
                            <a:gd name="f89" fmla="val 75"/>
                            <a:gd name="f90" fmla="val 50"/>
                            <a:gd name="f91" fmla="+- 0 0 0"/>
                            <a:gd name="f92" fmla="*/ f3 1 285"/>
                            <a:gd name="f93" fmla="*/ f4 1 208"/>
                            <a:gd name="f94" fmla="+- f7 0 f5"/>
                            <a:gd name="f95" fmla="+- f6 0 f5"/>
                            <a:gd name="f96" fmla="*/ f91 f0 1"/>
                            <a:gd name="f97" fmla="*/ f95 1 285"/>
                            <a:gd name="f98" fmla="*/ f94 1 208"/>
                            <a:gd name="f99" fmla="*/ 0 f95 1"/>
                            <a:gd name="f100" fmla="*/ 203 f94 1"/>
                            <a:gd name="f101" fmla="*/ 25 f95 1"/>
                            <a:gd name="f102" fmla="*/ 198 f94 1"/>
                            <a:gd name="f103" fmla="*/ 45 f95 1"/>
                            <a:gd name="f104" fmla="*/ 193 f94 1"/>
                            <a:gd name="f105" fmla="*/ 70 f95 1"/>
                            <a:gd name="f106" fmla="*/ 183 f94 1"/>
                            <a:gd name="f107" fmla="*/ 95 f95 1"/>
                            <a:gd name="f108" fmla="*/ 178 f94 1"/>
                            <a:gd name="f109" fmla="*/ 115 f95 1"/>
                            <a:gd name="f110" fmla="*/ 169 f94 1"/>
                            <a:gd name="f111" fmla="*/ 135 f95 1"/>
                            <a:gd name="f112" fmla="*/ 159 f94 1"/>
                            <a:gd name="f113" fmla="*/ 155 f95 1"/>
                            <a:gd name="f114" fmla="*/ 144 f94 1"/>
                            <a:gd name="f115" fmla="*/ 175 f95 1"/>
                            <a:gd name="f116" fmla="*/ 134 f94 1"/>
                            <a:gd name="f117" fmla="*/ 195 f95 1"/>
                            <a:gd name="f118" fmla="*/ 119 f94 1"/>
                            <a:gd name="f119" fmla="*/ 210 f95 1"/>
                            <a:gd name="f120" fmla="*/ 104 f94 1"/>
                            <a:gd name="f121" fmla="*/ 225 f95 1"/>
                            <a:gd name="f122" fmla="*/ 89 f94 1"/>
                            <a:gd name="f123" fmla="*/ 240 f95 1"/>
                            <a:gd name="f124" fmla="*/ 69 f94 1"/>
                            <a:gd name="f125" fmla="*/ 250 f95 1"/>
                            <a:gd name="f126" fmla="*/ 54 f94 1"/>
                            <a:gd name="f127" fmla="*/ 265 f95 1"/>
                            <a:gd name="f128" fmla="*/ 34 f94 1"/>
                            <a:gd name="f129" fmla="*/ 270 f95 1"/>
                            <a:gd name="f130" fmla="*/ 15 f94 1"/>
                            <a:gd name="f131" fmla="*/ 280 f95 1"/>
                            <a:gd name="f132" fmla="*/ 0 f94 1"/>
                            <a:gd name="f133" fmla="*/ 10 f94 1"/>
                            <a:gd name="f134" fmla="*/ 29 f94 1"/>
                            <a:gd name="f135" fmla="*/ 260 f95 1"/>
                            <a:gd name="f136" fmla="*/ 49 f94 1"/>
                            <a:gd name="f137" fmla="*/ 64 f94 1"/>
                            <a:gd name="f138" fmla="*/ 235 f95 1"/>
                            <a:gd name="f139" fmla="*/ 84 f94 1"/>
                            <a:gd name="f140" fmla="*/ 220 f95 1"/>
                            <a:gd name="f141" fmla="*/ 99 f94 1"/>
                            <a:gd name="f142" fmla="*/ 205 f95 1"/>
                            <a:gd name="f143" fmla="*/ 114 f94 1"/>
                            <a:gd name="f144" fmla="*/ 190 f95 1"/>
                            <a:gd name="f145" fmla="*/ 129 f94 1"/>
                            <a:gd name="f146" fmla="*/ 170 f95 1"/>
                            <a:gd name="f147" fmla="*/ 150 f95 1"/>
                            <a:gd name="f148" fmla="*/ 154 f94 1"/>
                            <a:gd name="f149" fmla="*/ 130 f95 1"/>
                            <a:gd name="f150" fmla="*/ 105 f95 1"/>
                            <a:gd name="f151" fmla="*/ 85 f95 1"/>
                            <a:gd name="f152" fmla="*/ 188 f94 1"/>
                            <a:gd name="f153" fmla="*/ 60 f95 1"/>
                            <a:gd name="f154" fmla="*/ 35 f95 1"/>
                            <a:gd name="f155" fmla="*/ 10 f95 1"/>
                            <a:gd name="f156" fmla="*/ f96 1 f2"/>
                            <a:gd name="f157" fmla="*/ f99 1 285"/>
                            <a:gd name="f158" fmla="*/ f100 1 208"/>
                            <a:gd name="f159" fmla="*/ f101 1 285"/>
                            <a:gd name="f160" fmla="*/ f102 1 208"/>
                            <a:gd name="f161" fmla="*/ f103 1 285"/>
                            <a:gd name="f162" fmla="*/ f104 1 208"/>
                            <a:gd name="f163" fmla="*/ f105 1 285"/>
                            <a:gd name="f164" fmla="*/ f106 1 208"/>
                            <a:gd name="f165" fmla="*/ f107 1 285"/>
                            <a:gd name="f166" fmla="*/ f108 1 208"/>
                            <a:gd name="f167" fmla="*/ f109 1 285"/>
                            <a:gd name="f168" fmla="*/ f110 1 208"/>
                            <a:gd name="f169" fmla="*/ f111 1 285"/>
                            <a:gd name="f170" fmla="*/ f112 1 208"/>
                            <a:gd name="f171" fmla="*/ f113 1 285"/>
                            <a:gd name="f172" fmla="*/ f114 1 208"/>
                            <a:gd name="f173" fmla="*/ f115 1 285"/>
                            <a:gd name="f174" fmla="*/ f116 1 208"/>
                            <a:gd name="f175" fmla="*/ f117 1 285"/>
                            <a:gd name="f176" fmla="*/ f118 1 208"/>
                            <a:gd name="f177" fmla="*/ f119 1 285"/>
                            <a:gd name="f178" fmla="*/ f120 1 208"/>
                            <a:gd name="f179" fmla="*/ f121 1 285"/>
                            <a:gd name="f180" fmla="*/ f122 1 208"/>
                            <a:gd name="f181" fmla="*/ f123 1 285"/>
                            <a:gd name="f182" fmla="*/ f124 1 208"/>
                            <a:gd name="f183" fmla="*/ f125 1 285"/>
                            <a:gd name="f184" fmla="*/ f126 1 208"/>
                            <a:gd name="f185" fmla="*/ f127 1 285"/>
                            <a:gd name="f186" fmla="*/ f128 1 208"/>
                            <a:gd name="f187" fmla="*/ f129 1 285"/>
                            <a:gd name="f188" fmla="*/ f130 1 208"/>
                            <a:gd name="f189" fmla="*/ f131 1 285"/>
                            <a:gd name="f190" fmla="*/ f132 1 208"/>
                            <a:gd name="f191" fmla="*/ f133 1 208"/>
                            <a:gd name="f192" fmla="*/ f134 1 208"/>
                            <a:gd name="f193" fmla="*/ f135 1 285"/>
                            <a:gd name="f194" fmla="*/ f136 1 208"/>
                            <a:gd name="f195" fmla="*/ f137 1 208"/>
                            <a:gd name="f196" fmla="*/ f138 1 285"/>
                            <a:gd name="f197" fmla="*/ f139 1 208"/>
                            <a:gd name="f198" fmla="*/ f140 1 285"/>
                            <a:gd name="f199" fmla="*/ f141 1 208"/>
                            <a:gd name="f200" fmla="*/ f142 1 285"/>
                            <a:gd name="f201" fmla="*/ f143 1 208"/>
                            <a:gd name="f202" fmla="*/ f144 1 285"/>
                            <a:gd name="f203" fmla="*/ f145 1 208"/>
                            <a:gd name="f204" fmla="*/ f146 1 285"/>
                            <a:gd name="f205" fmla="*/ f147 1 285"/>
                            <a:gd name="f206" fmla="*/ f148 1 208"/>
                            <a:gd name="f207" fmla="*/ f149 1 285"/>
                            <a:gd name="f208" fmla="*/ f150 1 285"/>
                            <a:gd name="f209" fmla="*/ f151 1 285"/>
                            <a:gd name="f210" fmla="*/ f152 1 208"/>
                            <a:gd name="f211" fmla="*/ f153 1 285"/>
                            <a:gd name="f212" fmla="*/ f154 1 285"/>
                            <a:gd name="f213" fmla="*/ f155 1 285"/>
                            <a:gd name="f214" fmla="*/ 0 1 f97"/>
                            <a:gd name="f215" fmla="*/ f6 1 f97"/>
                            <a:gd name="f216" fmla="*/ 0 1 f98"/>
                            <a:gd name="f217" fmla="*/ f7 1 f98"/>
                            <a:gd name="f218" fmla="+- f156 0 f1"/>
                            <a:gd name="f219" fmla="*/ f157 1 f97"/>
                            <a:gd name="f220" fmla="*/ f158 1 f98"/>
                            <a:gd name="f221" fmla="*/ f159 1 f97"/>
                            <a:gd name="f222" fmla="*/ f160 1 f98"/>
                            <a:gd name="f223" fmla="*/ f161 1 f97"/>
                            <a:gd name="f224" fmla="*/ f162 1 f98"/>
                            <a:gd name="f225" fmla="*/ f163 1 f97"/>
                            <a:gd name="f226" fmla="*/ f164 1 f98"/>
                            <a:gd name="f227" fmla="*/ f165 1 f97"/>
                            <a:gd name="f228" fmla="*/ f166 1 f98"/>
                            <a:gd name="f229" fmla="*/ f167 1 f97"/>
                            <a:gd name="f230" fmla="*/ f168 1 f98"/>
                            <a:gd name="f231" fmla="*/ f169 1 f97"/>
                            <a:gd name="f232" fmla="*/ f170 1 f98"/>
                            <a:gd name="f233" fmla="*/ f171 1 f97"/>
                            <a:gd name="f234" fmla="*/ f172 1 f98"/>
                            <a:gd name="f235" fmla="*/ f173 1 f97"/>
                            <a:gd name="f236" fmla="*/ f174 1 f98"/>
                            <a:gd name="f237" fmla="*/ f175 1 f97"/>
                            <a:gd name="f238" fmla="*/ f176 1 f98"/>
                            <a:gd name="f239" fmla="*/ f177 1 f97"/>
                            <a:gd name="f240" fmla="*/ f178 1 f98"/>
                            <a:gd name="f241" fmla="*/ f179 1 f97"/>
                            <a:gd name="f242" fmla="*/ f180 1 f98"/>
                            <a:gd name="f243" fmla="*/ f181 1 f97"/>
                            <a:gd name="f244" fmla="*/ f182 1 f98"/>
                            <a:gd name="f245" fmla="*/ f183 1 f97"/>
                            <a:gd name="f246" fmla="*/ f184 1 f98"/>
                            <a:gd name="f247" fmla="*/ f185 1 f97"/>
                            <a:gd name="f248" fmla="*/ f186 1 f98"/>
                            <a:gd name="f249" fmla="*/ f187 1 f97"/>
                            <a:gd name="f250" fmla="*/ f188 1 f98"/>
                            <a:gd name="f251" fmla="*/ f189 1 f97"/>
                            <a:gd name="f252" fmla="*/ f190 1 f98"/>
                            <a:gd name="f253" fmla="*/ f191 1 f98"/>
                            <a:gd name="f254" fmla="*/ f192 1 f98"/>
                            <a:gd name="f255" fmla="*/ f193 1 f97"/>
                            <a:gd name="f256" fmla="*/ f194 1 f98"/>
                            <a:gd name="f257" fmla="*/ f195 1 f98"/>
                            <a:gd name="f258" fmla="*/ f196 1 f97"/>
                            <a:gd name="f259" fmla="*/ f197 1 f98"/>
                            <a:gd name="f260" fmla="*/ f198 1 f97"/>
                            <a:gd name="f261" fmla="*/ f199 1 f98"/>
                            <a:gd name="f262" fmla="*/ f200 1 f97"/>
                            <a:gd name="f263" fmla="*/ f201 1 f98"/>
                            <a:gd name="f264" fmla="*/ f202 1 f97"/>
                            <a:gd name="f265" fmla="*/ f203 1 f98"/>
                            <a:gd name="f266" fmla="*/ f204 1 f97"/>
                            <a:gd name="f267" fmla="*/ f205 1 f97"/>
                            <a:gd name="f268" fmla="*/ f206 1 f98"/>
                            <a:gd name="f269" fmla="*/ f207 1 f97"/>
                            <a:gd name="f270" fmla="*/ f208 1 f97"/>
                            <a:gd name="f271" fmla="*/ f209 1 f97"/>
                            <a:gd name="f272" fmla="*/ f210 1 f98"/>
                            <a:gd name="f273" fmla="*/ f211 1 f97"/>
                            <a:gd name="f274" fmla="*/ f212 1 f97"/>
                            <a:gd name="f275" fmla="*/ f213 1 f97"/>
                            <a:gd name="f276" fmla="*/ f214 f92 1"/>
                            <a:gd name="f277" fmla="*/ f215 f92 1"/>
                            <a:gd name="f278" fmla="*/ f217 f93 1"/>
                            <a:gd name="f279" fmla="*/ f216 f93 1"/>
                            <a:gd name="f280" fmla="*/ f219 f92 1"/>
                            <a:gd name="f281" fmla="*/ f220 f93 1"/>
                            <a:gd name="f282" fmla="*/ f221 f92 1"/>
                            <a:gd name="f283" fmla="*/ f222 f93 1"/>
                            <a:gd name="f284" fmla="*/ f223 f92 1"/>
                            <a:gd name="f285" fmla="*/ f224 f93 1"/>
                            <a:gd name="f286" fmla="*/ f225 f92 1"/>
                            <a:gd name="f287" fmla="*/ f226 f93 1"/>
                            <a:gd name="f288" fmla="*/ f227 f92 1"/>
                            <a:gd name="f289" fmla="*/ f228 f93 1"/>
                            <a:gd name="f290" fmla="*/ f229 f92 1"/>
                            <a:gd name="f291" fmla="*/ f230 f93 1"/>
                            <a:gd name="f292" fmla="*/ f231 f92 1"/>
                            <a:gd name="f293" fmla="*/ f232 f93 1"/>
                            <a:gd name="f294" fmla="*/ f233 f92 1"/>
                            <a:gd name="f295" fmla="*/ f234 f93 1"/>
                            <a:gd name="f296" fmla="*/ f235 f92 1"/>
                            <a:gd name="f297" fmla="*/ f236 f93 1"/>
                            <a:gd name="f298" fmla="*/ f237 f92 1"/>
                            <a:gd name="f299" fmla="*/ f238 f93 1"/>
                            <a:gd name="f300" fmla="*/ f239 f92 1"/>
                            <a:gd name="f301" fmla="*/ f240 f93 1"/>
                            <a:gd name="f302" fmla="*/ f241 f92 1"/>
                            <a:gd name="f303" fmla="*/ f242 f93 1"/>
                            <a:gd name="f304" fmla="*/ f243 f92 1"/>
                            <a:gd name="f305" fmla="*/ f244 f93 1"/>
                            <a:gd name="f306" fmla="*/ f245 f92 1"/>
                            <a:gd name="f307" fmla="*/ f246 f93 1"/>
                            <a:gd name="f308" fmla="*/ f247 f92 1"/>
                            <a:gd name="f309" fmla="*/ f248 f93 1"/>
                            <a:gd name="f310" fmla="*/ f249 f92 1"/>
                            <a:gd name="f311" fmla="*/ f250 f93 1"/>
                            <a:gd name="f312" fmla="*/ f251 f92 1"/>
                            <a:gd name="f313" fmla="*/ f252 f93 1"/>
                            <a:gd name="f314" fmla="*/ f253 f93 1"/>
                            <a:gd name="f315" fmla="*/ f254 f93 1"/>
                            <a:gd name="f316" fmla="*/ f255 f92 1"/>
                            <a:gd name="f317" fmla="*/ f256 f93 1"/>
                            <a:gd name="f318" fmla="*/ f257 f93 1"/>
                            <a:gd name="f319" fmla="*/ f258 f92 1"/>
                            <a:gd name="f320" fmla="*/ f259 f93 1"/>
                            <a:gd name="f321" fmla="*/ f260 f92 1"/>
                            <a:gd name="f322" fmla="*/ f261 f93 1"/>
                            <a:gd name="f323" fmla="*/ f262 f92 1"/>
                            <a:gd name="f324" fmla="*/ f263 f93 1"/>
                            <a:gd name="f325" fmla="*/ f264 f92 1"/>
                            <a:gd name="f326" fmla="*/ f265 f93 1"/>
                            <a:gd name="f327" fmla="*/ f266 f92 1"/>
                            <a:gd name="f328" fmla="*/ f267 f92 1"/>
                            <a:gd name="f329" fmla="*/ f268 f93 1"/>
                            <a:gd name="f330" fmla="*/ f269 f92 1"/>
                            <a:gd name="f331" fmla="*/ f270 f92 1"/>
                            <a:gd name="f332" fmla="*/ f271 f92 1"/>
                            <a:gd name="f333" fmla="*/ f272 f93 1"/>
                            <a:gd name="f334" fmla="*/ f273 f92 1"/>
                            <a:gd name="f335" fmla="*/ f274 f92 1"/>
                            <a:gd name="f336" fmla="*/ f275 f92 1"/>
                          </a:gdLst>
                          <a:ahLst/>
                          <a:cxnLst/>
                          <a:rect l="f276" t="f279" r="f277" b="f278"/>
                          <a:pathLst>
                            <a:path w="285" h="208">
                              <a:moveTo>
                                <a:pt x="f5" y="f7"/>
                              </a:moveTo>
                              <a:lnTo>
                                <a:pt x="f5" y="f8"/>
                              </a:lnTo>
                              <a:lnTo>
                                <a:pt x="f9" y="f10"/>
                              </a:lnTo>
                              <a:lnTo>
                                <a:pt x="f11" y="f10"/>
                              </a:lnTo>
                              <a:lnTo>
                                <a:pt x="f12" y="f13"/>
                              </a:lnTo>
                              <a:lnTo>
                                <a:pt x="f14" y="f13"/>
                              </a:lnTo>
                              <a:lnTo>
                                <a:pt x="f15" y="f16"/>
                              </a:lnTo>
                              <a:lnTo>
                                <a:pt x="f17" y="f18"/>
                              </a:lnTo>
                              <a:lnTo>
                                <a:pt x="f19" y="f18"/>
                              </a:lnTo>
                              <a:lnTo>
                                <a:pt x="f20" y="f21"/>
                              </a:lnTo>
                              <a:lnTo>
                                <a:pt x="f22" y="f23"/>
                              </a:lnTo>
                              <a:lnTo>
                                <a:pt x="f24" y="f25"/>
                              </a:lnTo>
                              <a:lnTo>
                                <a:pt x="f26" y="f27"/>
                              </a:lnTo>
                              <a:lnTo>
                                <a:pt x="f28" y="f29"/>
                              </a:lnTo>
                              <a:lnTo>
                                <a:pt x="f30" y="f31"/>
                              </a:lnTo>
                              <a:lnTo>
                                <a:pt x="f32" y="f33"/>
                              </a:lnTo>
                              <a:lnTo>
                                <a:pt x="f34" y="f35"/>
                              </a:lnTo>
                              <a:lnTo>
                                <a:pt x="f36" y="f37"/>
                              </a:lnTo>
                              <a:lnTo>
                                <a:pt x="f38" y="f39"/>
                              </a:lnTo>
                              <a:lnTo>
                                <a:pt x="f40" y="f41"/>
                              </a:lnTo>
                              <a:lnTo>
                                <a:pt x="f42" y="f43"/>
                              </a:lnTo>
                              <a:lnTo>
                                <a:pt x="f44" y="f45"/>
                              </a:lnTo>
                              <a:lnTo>
                                <a:pt x="f46" y="f47"/>
                              </a:lnTo>
                              <a:lnTo>
                                <a:pt x="f48" y="f49"/>
                              </a:lnTo>
                              <a:lnTo>
                                <a:pt x="f50" y="f51"/>
                              </a:lnTo>
                              <a:lnTo>
                                <a:pt x="f52" y="f53"/>
                              </a:lnTo>
                              <a:lnTo>
                                <a:pt x="f54" y="f55"/>
                              </a:lnTo>
                              <a:lnTo>
                                <a:pt x="f56" y="f57"/>
                              </a:lnTo>
                              <a:lnTo>
                                <a:pt x="f58" y="f59"/>
                              </a:lnTo>
                              <a:lnTo>
                                <a:pt x="f60" y="f61"/>
                              </a:lnTo>
                              <a:lnTo>
                                <a:pt x="f62" y="f63"/>
                              </a:lnTo>
                              <a:lnTo>
                                <a:pt x="f62" y="f64"/>
                              </a:lnTo>
                              <a:lnTo>
                                <a:pt x="f65" y="f66"/>
                              </a:lnTo>
                              <a:lnTo>
                                <a:pt x="f67" y="f5"/>
                              </a:lnTo>
                              <a:lnTo>
                                <a:pt x="f6" y="f5"/>
                              </a:lnTo>
                              <a:lnTo>
                                <a:pt x="f67" y="f9"/>
                              </a:lnTo>
                              <a:lnTo>
                                <a:pt x="f65" y="f68"/>
                              </a:lnTo>
                              <a:lnTo>
                                <a:pt x="f62" y="f69"/>
                              </a:lnTo>
                              <a:lnTo>
                                <a:pt x="f60" y="f70"/>
                              </a:lnTo>
                              <a:lnTo>
                                <a:pt x="f58" y="f71"/>
                              </a:lnTo>
                              <a:lnTo>
                                <a:pt x="f72" y="f57"/>
                              </a:lnTo>
                              <a:lnTo>
                                <a:pt x="f56" y="f55"/>
                              </a:lnTo>
                              <a:lnTo>
                                <a:pt x="f54" y="f73"/>
                              </a:lnTo>
                              <a:lnTo>
                                <a:pt x="f50" y="f74"/>
                              </a:lnTo>
                              <a:lnTo>
                                <a:pt x="f75" y="f49"/>
                              </a:lnTo>
                              <a:lnTo>
                                <a:pt x="f46" y="f76"/>
                              </a:lnTo>
                              <a:lnTo>
                                <a:pt x="f77" y="f43"/>
                              </a:lnTo>
                              <a:lnTo>
                                <a:pt x="f78" y="f79"/>
                              </a:lnTo>
                              <a:lnTo>
                                <a:pt x="f40" y="f39"/>
                              </a:lnTo>
                              <a:lnTo>
                                <a:pt x="f80" y="f81"/>
                              </a:lnTo>
                              <a:lnTo>
                                <a:pt x="f2" y="f37"/>
                              </a:lnTo>
                              <a:lnTo>
                                <a:pt x="f82" y="f33"/>
                              </a:lnTo>
                              <a:lnTo>
                                <a:pt x="f83" y="f84"/>
                              </a:lnTo>
                              <a:lnTo>
                                <a:pt x="f85" y="f31"/>
                              </a:lnTo>
                              <a:lnTo>
                                <a:pt x="f86" y="f27"/>
                              </a:lnTo>
                              <a:lnTo>
                                <a:pt x="f87" y="f25"/>
                              </a:lnTo>
                              <a:lnTo>
                                <a:pt x="f88" y="f23"/>
                              </a:lnTo>
                              <a:lnTo>
                                <a:pt x="f22" y="f21"/>
                              </a:lnTo>
                              <a:lnTo>
                                <a:pt x="f20" y="f18"/>
                              </a:lnTo>
                              <a:lnTo>
                                <a:pt x="f19" y="f16"/>
                              </a:lnTo>
                              <a:lnTo>
                                <a:pt x="f89" y="f16"/>
                              </a:lnTo>
                              <a:lnTo>
                                <a:pt x="f15" y="f13"/>
                              </a:lnTo>
                              <a:lnTo>
                                <a:pt x="f90" y="f10"/>
                              </a:lnTo>
                              <a:lnTo>
                                <a:pt x="f12" y="f10"/>
                              </a:lnTo>
                              <a:lnTo>
                                <a:pt x="f11" y="f8"/>
                              </a:lnTo>
                              <a:lnTo>
                                <a:pt x="f9" y="f8"/>
                              </a:lnTo>
                              <a:lnTo>
                                <a:pt x="f5" y="f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9E5247" w:rsidRDefault="009E5247" w:rsidP="00DA09D1"/>
                        </w:txbxContent>
                      </wps:txbx>
                      <wps:bodyPr vert="horz" wrap="square" lIns="0" tIns="0" rIns="0" bIns="0" anchor="t" anchorCtr="0" compatLnSpc="0"/>
                    </wps:wsp>
                    <wps:wsp>
                      <wps:cNvPr id="34" name="Freeform 91"/>
                      <wps:cNvSpPr/>
                      <wps:spPr>
                        <a:xfrm>
                          <a:off x="235083" y="293403"/>
                          <a:ext cx="184315" cy="135358"/>
                        </a:xfrm>
                        <a:custGeom>
                          <a:avLst/>
                          <a:gdLst>
                            <a:gd name="f0" fmla="val 10800000"/>
                            <a:gd name="f1" fmla="val 5400000"/>
                            <a:gd name="f2" fmla="val 180"/>
                            <a:gd name="f3" fmla="val w"/>
                            <a:gd name="f4" fmla="val h"/>
                            <a:gd name="f5" fmla="val 0"/>
                            <a:gd name="f6" fmla="val 290"/>
                            <a:gd name="f7" fmla="val 213"/>
                            <a:gd name="f8" fmla="val 208"/>
                            <a:gd name="f9" fmla="val 10"/>
                            <a:gd name="f10" fmla="val 25"/>
                            <a:gd name="f11" fmla="val 35"/>
                            <a:gd name="f12" fmla="val 203"/>
                            <a:gd name="f13" fmla="val 50"/>
                            <a:gd name="f14" fmla="val 65"/>
                            <a:gd name="f15" fmla="val 199"/>
                            <a:gd name="f16" fmla="val 75"/>
                            <a:gd name="f17" fmla="val 85"/>
                            <a:gd name="f18" fmla="val 194"/>
                            <a:gd name="f19" fmla="val 100"/>
                            <a:gd name="f20" fmla="val 189"/>
                            <a:gd name="f21" fmla="val 110"/>
                            <a:gd name="f22" fmla="val 184"/>
                            <a:gd name="f23" fmla="val 120"/>
                            <a:gd name="f24" fmla="val 179"/>
                            <a:gd name="f25" fmla="val 135"/>
                            <a:gd name="f26" fmla="val 174"/>
                            <a:gd name="f27" fmla="val 145"/>
                            <a:gd name="f28" fmla="val 169"/>
                            <a:gd name="f29" fmla="val 155"/>
                            <a:gd name="f30" fmla="val 164"/>
                            <a:gd name="f31" fmla="val 165"/>
                            <a:gd name="f32" fmla="val 159"/>
                            <a:gd name="f33" fmla="val 175"/>
                            <a:gd name="f34" fmla="val 149"/>
                            <a:gd name="f35" fmla="val 185"/>
                            <a:gd name="f36" fmla="val 144"/>
                            <a:gd name="f37" fmla="val 195"/>
                            <a:gd name="f38" fmla="val 139"/>
                            <a:gd name="f39" fmla="val 205"/>
                            <a:gd name="f40" fmla="val 129"/>
                            <a:gd name="f41" fmla="val 210"/>
                            <a:gd name="f42" fmla="val 119"/>
                            <a:gd name="f43" fmla="val 220"/>
                            <a:gd name="f44" fmla="val 114"/>
                            <a:gd name="f45" fmla="val 230"/>
                            <a:gd name="f46" fmla="val 104"/>
                            <a:gd name="f47" fmla="val 235"/>
                            <a:gd name="f48" fmla="val 94"/>
                            <a:gd name="f49" fmla="val 245"/>
                            <a:gd name="f50" fmla="val 89"/>
                            <a:gd name="f51" fmla="val 250"/>
                            <a:gd name="f52" fmla="val 79"/>
                            <a:gd name="f53" fmla="val 255"/>
                            <a:gd name="f54" fmla="val 69"/>
                            <a:gd name="f55" fmla="val 260"/>
                            <a:gd name="f56" fmla="val 59"/>
                            <a:gd name="f57" fmla="val 265"/>
                            <a:gd name="f58" fmla="val 270"/>
                            <a:gd name="f59" fmla="val 40"/>
                            <a:gd name="f60" fmla="val 275"/>
                            <a:gd name="f61" fmla="val 30"/>
                            <a:gd name="f62" fmla="val 280"/>
                            <a:gd name="f63" fmla="val 20"/>
                            <a:gd name="f64" fmla="val 285"/>
                            <a:gd name="f65" fmla="val 15"/>
                            <a:gd name="f66" fmla="val 45"/>
                            <a:gd name="f67" fmla="val 54"/>
                            <a:gd name="f68" fmla="val 64"/>
                            <a:gd name="f69" fmla="val 74"/>
                            <a:gd name="f70" fmla="val 84"/>
                            <a:gd name="f71" fmla="val 240"/>
                            <a:gd name="f72" fmla="val 99"/>
                            <a:gd name="f73" fmla="val 109"/>
                            <a:gd name="f74" fmla="val 225"/>
                            <a:gd name="f75" fmla="val 215"/>
                            <a:gd name="f76" fmla="val 124"/>
                            <a:gd name="f77" fmla="val 134"/>
                            <a:gd name="f78" fmla="val 190"/>
                            <a:gd name="f79" fmla="val 154"/>
                            <a:gd name="f80" fmla="val 170"/>
                            <a:gd name="f81" fmla="val 160"/>
                            <a:gd name="f82" fmla="val 125"/>
                            <a:gd name="f83" fmla="val 115"/>
                            <a:gd name="f84" fmla="val 90"/>
                            <a:gd name="f85" fmla="+- 0 0 0"/>
                            <a:gd name="f86" fmla="*/ f3 1 290"/>
                            <a:gd name="f87" fmla="*/ f4 1 213"/>
                            <a:gd name="f88" fmla="+- f7 0 f5"/>
                            <a:gd name="f89" fmla="+- f6 0 f5"/>
                            <a:gd name="f90" fmla="*/ f85 f0 1"/>
                            <a:gd name="f91" fmla="*/ f89 1 290"/>
                            <a:gd name="f92" fmla="*/ f88 1 213"/>
                            <a:gd name="f93" fmla="*/ 0 f89 1"/>
                            <a:gd name="f94" fmla="*/ 208 f88 1"/>
                            <a:gd name="f95" fmla="*/ 25 f89 1"/>
                            <a:gd name="f96" fmla="*/ 50 f89 1"/>
                            <a:gd name="f97" fmla="*/ 203 f88 1"/>
                            <a:gd name="f98" fmla="*/ 75 f89 1"/>
                            <a:gd name="f99" fmla="*/ 199 f88 1"/>
                            <a:gd name="f100" fmla="*/ 100 f89 1"/>
                            <a:gd name="f101" fmla="*/ 189 f88 1"/>
                            <a:gd name="f102" fmla="*/ 120 f89 1"/>
                            <a:gd name="f103" fmla="*/ 179 f88 1"/>
                            <a:gd name="f104" fmla="*/ 145 f89 1"/>
                            <a:gd name="f105" fmla="*/ 169 f88 1"/>
                            <a:gd name="f106" fmla="*/ 165 f89 1"/>
                            <a:gd name="f107" fmla="*/ 159 f88 1"/>
                            <a:gd name="f108" fmla="*/ 185 f89 1"/>
                            <a:gd name="f109" fmla="*/ 144 f88 1"/>
                            <a:gd name="f110" fmla="*/ 205 f89 1"/>
                            <a:gd name="f111" fmla="*/ 129 f88 1"/>
                            <a:gd name="f112" fmla="*/ 220 f89 1"/>
                            <a:gd name="f113" fmla="*/ 114 f88 1"/>
                            <a:gd name="f114" fmla="*/ 235 f89 1"/>
                            <a:gd name="f115" fmla="*/ 94 f88 1"/>
                            <a:gd name="f116" fmla="*/ 250 f89 1"/>
                            <a:gd name="f117" fmla="*/ 79 f88 1"/>
                            <a:gd name="f118" fmla="*/ 260 f89 1"/>
                            <a:gd name="f119" fmla="*/ 59 f88 1"/>
                            <a:gd name="f120" fmla="*/ 270 f89 1"/>
                            <a:gd name="f121" fmla="*/ 40 f88 1"/>
                            <a:gd name="f122" fmla="*/ 280 f89 1"/>
                            <a:gd name="f123" fmla="*/ 20 f88 1"/>
                            <a:gd name="f124" fmla="*/ 285 f89 1"/>
                            <a:gd name="f125" fmla="*/ 0 f88 1"/>
                            <a:gd name="f126" fmla="*/ 290 f89 1"/>
                            <a:gd name="f127" fmla="*/ 15 f88 1"/>
                            <a:gd name="f128" fmla="*/ 35 f88 1"/>
                            <a:gd name="f129" fmla="*/ 54 f88 1"/>
                            <a:gd name="f130" fmla="*/ 74 f88 1"/>
                            <a:gd name="f131" fmla="*/ 245 f89 1"/>
                            <a:gd name="f132" fmla="*/ 89 f88 1"/>
                            <a:gd name="f133" fmla="*/ 230 f89 1"/>
                            <a:gd name="f134" fmla="*/ 109 f88 1"/>
                            <a:gd name="f135" fmla="*/ 215 f89 1"/>
                            <a:gd name="f136" fmla="*/ 124 f88 1"/>
                            <a:gd name="f137" fmla="*/ 195 f89 1"/>
                            <a:gd name="f138" fmla="*/ 139 f88 1"/>
                            <a:gd name="f139" fmla="*/ 180 f89 1"/>
                            <a:gd name="f140" fmla="*/ 154 f88 1"/>
                            <a:gd name="f141" fmla="*/ 160 f89 1"/>
                            <a:gd name="f142" fmla="*/ 135 f89 1"/>
                            <a:gd name="f143" fmla="*/ 115 f89 1"/>
                            <a:gd name="f144" fmla="*/ 90 f89 1"/>
                            <a:gd name="f145" fmla="*/ 65 f89 1"/>
                            <a:gd name="f146" fmla="*/ 40 f89 1"/>
                            <a:gd name="f147" fmla="*/ 10 f89 1"/>
                            <a:gd name="f148" fmla="*/ 213 f88 1"/>
                            <a:gd name="f149" fmla="*/ f90 1 f2"/>
                            <a:gd name="f150" fmla="*/ f93 1 290"/>
                            <a:gd name="f151" fmla="*/ f94 1 213"/>
                            <a:gd name="f152" fmla="*/ f95 1 290"/>
                            <a:gd name="f153" fmla="*/ f96 1 290"/>
                            <a:gd name="f154" fmla="*/ f97 1 213"/>
                            <a:gd name="f155" fmla="*/ f98 1 290"/>
                            <a:gd name="f156" fmla="*/ f99 1 213"/>
                            <a:gd name="f157" fmla="*/ f100 1 290"/>
                            <a:gd name="f158" fmla="*/ f101 1 213"/>
                            <a:gd name="f159" fmla="*/ f102 1 290"/>
                            <a:gd name="f160" fmla="*/ f103 1 213"/>
                            <a:gd name="f161" fmla="*/ f104 1 290"/>
                            <a:gd name="f162" fmla="*/ f105 1 213"/>
                            <a:gd name="f163" fmla="*/ f106 1 290"/>
                            <a:gd name="f164" fmla="*/ f107 1 213"/>
                            <a:gd name="f165" fmla="*/ f108 1 290"/>
                            <a:gd name="f166" fmla="*/ f109 1 213"/>
                            <a:gd name="f167" fmla="*/ f110 1 290"/>
                            <a:gd name="f168" fmla="*/ f111 1 213"/>
                            <a:gd name="f169" fmla="*/ f112 1 290"/>
                            <a:gd name="f170" fmla="*/ f113 1 213"/>
                            <a:gd name="f171" fmla="*/ f114 1 290"/>
                            <a:gd name="f172" fmla="*/ f115 1 213"/>
                            <a:gd name="f173" fmla="*/ f116 1 290"/>
                            <a:gd name="f174" fmla="*/ f117 1 213"/>
                            <a:gd name="f175" fmla="*/ f118 1 290"/>
                            <a:gd name="f176" fmla="*/ f119 1 213"/>
                            <a:gd name="f177" fmla="*/ f120 1 290"/>
                            <a:gd name="f178" fmla="*/ f121 1 213"/>
                            <a:gd name="f179" fmla="*/ f122 1 290"/>
                            <a:gd name="f180" fmla="*/ f123 1 213"/>
                            <a:gd name="f181" fmla="*/ f124 1 290"/>
                            <a:gd name="f182" fmla="*/ f125 1 213"/>
                            <a:gd name="f183" fmla="*/ f126 1 290"/>
                            <a:gd name="f184" fmla="*/ f127 1 213"/>
                            <a:gd name="f185" fmla="*/ f128 1 213"/>
                            <a:gd name="f186" fmla="*/ f129 1 213"/>
                            <a:gd name="f187" fmla="*/ f130 1 213"/>
                            <a:gd name="f188" fmla="*/ f131 1 290"/>
                            <a:gd name="f189" fmla="*/ f132 1 213"/>
                            <a:gd name="f190" fmla="*/ f133 1 290"/>
                            <a:gd name="f191" fmla="*/ f134 1 213"/>
                            <a:gd name="f192" fmla="*/ f135 1 290"/>
                            <a:gd name="f193" fmla="*/ f136 1 213"/>
                            <a:gd name="f194" fmla="*/ f137 1 290"/>
                            <a:gd name="f195" fmla="*/ f138 1 213"/>
                            <a:gd name="f196" fmla="*/ f139 1 290"/>
                            <a:gd name="f197" fmla="*/ f140 1 213"/>
                            <a:gd name="f198" fmla="*/ f141 1 290"/>
                            <a:gd name="f199" fmla="*/ f142 1 290"/>
                            <a:gd name="f200" fmla="*/ f143 1 290"/>
                            <a:gd name="f201" fmla="*/ f144 1 290"/>
                            <a:gd name="f202" fmla="*/ f145 1 290"/>
                            <a:gd name="f203" fmla="*/ f146 1 290"/>
                            <a:gd name="f204" fmla="*/ f147 1 290"/>
                            <a:gd name="f205" fmla="*/ f148 1 213"/>
                            <a:gd name="f206" fmla="*/ 0 1 f91"/>
                            <a:gd name="f207" fmla="*/ f6 1 f91"/>
                            <a:gd name="f208" fmla="*/ 0 1 f92"/>
                            <a:gd name="f209" fmla="*/ f7 1 f92"/>
                            <a:gd name="f210" fmla="+- f149 0 f1"/>
                            <a:gd name="f211" fmla="*/ f150 1 f91"/>
                            <a:gd name="f212" fmla="*/ f151 1 f92"/>
                            <a:gd name="f213" fmla="*/ f152 1 f91"/>
                            <a:gd name="f214" fmla="*/ f153 1 f91"/>
                            <a:gd name="f215" fmla="*/ f154 1 f92"/>
                            <a:gd name="f216" fmla="*/ f155 1 f91"/>
                            <a:gd name="f217" fmla="*/ f156 1 f92"/>
                            <a:gd name="f218" fmla="*/ f157 1 f91"/>
                            <a:gd name="f219" fmla="*/ f158 1 f92"/>
                            <a:gd name="f220" fmla="*/ f159 1 f91"/>
                            <a:gd name="f221" fmla="*/ f160 1 f92"/>
                            <a:gd name="f222" fmla="*/ f161 1 f91"/>
                            <a:gd name="f223" fmla="*/ f162 1 f92"/>
                            <a:gd name="f224" fmla="*/ f163 1 f91"/>
                            <a:gd name="f225" fmla="*/ f164 1 f92"/>
                            <a:gd name="f226" fmla="*/ f165 1 f91"/>
                            <a:gd name="f227" fmla="*/ f166 1 f92"/>
                            <a:gd name="f228" fmla="*/ f167 1 f91"/>
                            <a:gd name="f229" fmla="*/ f168 1 f92"/>
                            <a:gd name="f230" fmla="*/ f169 1 f91"/>
                            <a:gd name="f231" fmla="*/ f170 1 f92"/>
                            <a:gd name="f232" fmla="*/ f171 1 f91"/>
                            <a:gd name="f233" fmla="*/ f172 1 f92"/>
                            <a:gd name="f234" fmla="*/ f173 1 f91"/>
                            <a:gd name="f235" fmla="*/ f174 1 f92"/>
                            <a:gd name="f236" fmla="*/ f175 1 f91"/>
                            <a:gd name="f237" fmla="*/ f176 1 f92"/>
                            <a:gd name="f238" fmla="*/ f177 1 f91"/>
                            <a:gd name="f239" fmla="*/ f178 1 f92"/>
                            <a:gd name="f240" fmla="*/ f179 1 f91"/>
                            <a:gd name="f241" fmla="*/ f180 1 f92"/>
                            <a:gd name="f242" fmla="*/ f181 1 f91"/>
                            <a:gd name="f243" fmla="*/ f182 1 f92"/>
                            <a:gd name="f244" fmla="*/ f183 1 f91"/>
                            <a:gd name="f245" fmla="*/ f184 1 f92"/>
                            <a:gd name="f246" fmla="*/ f185 1 f92"/>
                            <a:gd name="f247" fmla="*/ f186 1 f92"/>
                            <a:gd name="f248" fmla="*/ f187 1 f92"/>
                            <a:gd name="f249" fmla="*/ f188 1 f91"/>
                            <a:gd name="f250" fmla="*/ f189 1 f92"/>
                            <a:gd name="f251" fmla="*/ f190 1 f91"/>
                            <a:gd name="f252" fmla="*/ f191 1 f92"/>
                            <a:gd name="f253" fmla="*/ f192 1 f91"/>
                            <a:gd name="f254" fmla="*/ f193 1 f92"/>
                            <a:gd name="f255" fmla="*/ f194 1 f91"/>
                            <a:gd name="f256" fmla="*/ f195 1 f92"/>
                            <a:gd name="f257" fmla="*/ f196 1 f91"/>
                            <a:gd name="f258" fmla="*/ f197 1 f92"/>
                            <a:gd name="f259" fmla="*/ f198 1 f91"/>
                            <a:gd name="f260" fmla="*/ f199 1 f91"/>
                            <a:gd name="f261" fmla="*/ f200 1 f91"/>
                            <a:gd name="f262" fmla="*/ f201 1 f91"/>
                            <a:gd name="f263" fmla="*/ f202 1 f91"/>
                            <a:gd name="f264" fmla="*/ f203 1 f91"/>
                            <a:gd name="f265" fmla="*/ f204 1 f91"/>
                            <a:gd name="f266" fmla="*/ f205 1 f92"/>
                            <a:gd name="f267" fmla="*/ f206 f86 1"/>
                            <a:gd name="f268" fmla="*/ f207 f86 1"/>
                            <a:gd name="f269" fmla="*/ f209 f87 1"/>
                            <a:gd name="f270" fmla="*/ f208 f87 1"/>
                            <a:gd name="f271" fmla="*/ f211 f86 1"/>
                            <a:gd name="f272" fmla="*/ f212 f87 1"/>
                            <a:gd name="f273" fmla="*/ f213 f86 1"/>
                            <a:gd name="f274" fmla="*/ f214 f86 1"/>
                            <a:gd name="f275" fmla="*/ f215 f87 1"/>
                            <a:gd name="f276" fmla="*/ f216 f86 1"/>
                            <a:gd name="f277" fmla="*/ f217 f87 1"/>
                            <a:gd name="f278" fmla="*/ f218 f86 1"/>
                            <a:gd name="f279" fmla="*/ f219 f87 1"/>
                            <a:gd name="f280" fmla="*/ f220 f86 1"/>
                            <a:gd name="f281" fmla="*/ f221 f87 1"/>
                            <a:gd name="f282" fmla="*/ f222 f86 1"/>
                            <a:gd name="f283" fmla="*/ f223 f87 1"/>
                            <a:gd name="f284" fmla="*/ f224 f86 1"/>
                            <a:gd name="f285" fmla="*/ f225 f87 1"/>
                            <a:gd name="f286" fmla="*/ f226 f86 1"/>
                            <a:gd name="f287" fmla="*/ f227 f87 1"/>
                            <a:gd name="f288" fmla="*/ f228 f86 1"/>
                            <a:gd name="f289" fmla="*/ f229 f87 1"/>
                            <a:gd name="f290" fmla="*/ f230 f86 1"/>
                            <a:gd name="f291" fmla="*/ f231 f87 1"/>
                            <a:gd name="f292" fmla="*/ f232 f86 1"/>
                            <a:gd name="f293" fmla="*/ f233 f87 1"/>
                            <a:gd name="f294" fmla="*/ f234 f86 1"/>
                            <a:gd name="f295" fmla="*/ f235 f87 1"/>
                            <a:gd name="f296" fmla="*/ f236 f86 1"/>
                            <a:gd name="f297" fmla="*/ f237 f87 1"/>
                            <a:gd name="f298" fmla="*/ f238 f86 1"/>
                            <a:gd name="f299" fmla="*/ f239 f87 1"/>
                            <a:gd name="f300" fmla="*/ f240 f86 1"/>
                            <a:gd name="f301" fmla="*/ f241 f87 1"/>
                            <a:gd name="f302" fmla="*/ f242 f86 1"/>
                            <a:gd name="f303" fmla="*/ f243 f87 1"/>
                            <a:gd name="f304" fmla="*/ f244 f86 1"/>
                            <a:gd name="f305" fmla="*/ f245 f87 1"/>
                            <a:gd name="f306" fmla="*/ f246 f87 1"/>
                            <a:gd name="f307" fmla="*/ f247 f87 1"/>
                            <a:gd name="f308" fmla="*/ f248 f87 1"/>
                            <a:gd name="f309" fmla="*/ f249 f86 1"/>
                            <a:gd name="f310" fmla="*/ f250 f87 1"/>
                            <a:gd name="f311" fmla="*/ f251 f86 1"/>
                            <a:gd name="f312" fmla="*/ f252 f87 1"/>
                            <a:gd name="f313" fmla="*/ f253 f86 1"/>
                            <a:gd name="f314" fmla="*/ f254 f87 1"/>
                            <a:gd name="f315" fmla="*/ f255 f86 1"/>
                            <a:gd name="f316" fmla="*/ f256 f87 1"/>
                            <a:gd name="f317" fmla="*/ f257 f86 1"/>
                            <a:gd name="f318" fmla="*/ f258 f87 1"/>
                            <a:gd name="f319" fmla="*/ f259 f86 1"/>
                            <a:gd name="f320" fmla="*/ f260 f86 1"/>
                            <a:gd name="f321" fmla="*/ f261 f86 1"/>
                            <a:gd name="f322" fmla="*/ f262 f86 1"/>
                            <a:gd name="f323" fmla="*/ f263 f86 1"/>
                            <a:gd name="f324" fmla="*/ f264 f86 1"/>
                            <a:gd name="f325" fmla="*/ f265 f86 1"/>
                            <a:gd name="f326" fmla="*/ f266 f87 1"/>
                          </a:gdLst>
                          <a:ahLst/>
                          <a:cxnLst/>
                          <a:rect l="f267" t="f270" r="f268" b="f269"/>
                          <a:pathLst>
                            <a:path w="290" h="213">
                              <a:moveTo>
                                <a:pt x="f5" y="f7"/>
                              </a:moveTo>
                              <a:lnTo>
                                <a:pt x="f5" y="f8"/>
                              </a:lnTo>
                              <a:lnTo>
                                <a:pt x="f9" y="f8"/>
                              </a:lnTo>
                              <a:lnTo>
                                <a:pt x="f10" y="f8"/>
                              </a:lnTo>
                              <a:lnTo>
                                <a:pt x="f11" y="f12"/>
                              </a:lnTo>
                              <a:lnTo>
                                <a:pt x="f13" y="f12"/>
                              </a:lnTo>
                              <a:lnTo>
                                <a:pt x="f14" y="f15"/>
                              </a:lnTo>
                              <a:lnTo>
                                <a:pt x="f16" y="f15"/>
                              </a:lnTo>
                              <a:lnTo>
                                <a:pt x="f17" y="f18"/>
                              </a:lnTo>
                              <a:lnTo>
                                <a:pt x="f19" y="f20"/>
                              </a:lnTo>
                              <a:lnTo>
                                <a:pt x="f21" y="f22"/>
                              </a:lnTo>
                              <a:lnTo>
                                <a:pt x="f23" y="f24"/>
                              </a:lnTo>
                              <a:lnTo>
                                <a:pt x="f25" y="f26"/>
                              </a:lnTo>
                              <a:lnTo>
                                <a:pt x="f27" y="f28"/>
                              </a:lnTo>
                              <a:lnTo>
                                <a:pt x="f29" y="f30"/>
                              </a:lnTo>
                              <a:lnTo>
                                <a:pt x="f31" y="f32"/>
                              </a:lnTo>
                              <a:lnTo>
                                <a:pt x="f33" y="f34"/>
                              </a:lnTo>
                              <a:lnTo>
                                <a:pt x="f35" y="f36"/>
                              </a:lnTo>
                              <a:lnTo>
                                <a:pt x="f37" y="f38"/>
                              </a:lnTo>
                              <a:lnTo>
                                <a:pt x="f39" y="f40"/>
                              </a:lnTo>
                              <a:lnTo>
                                <a:pt x="f41" y="f42"/>
                              </a:lnTo>
                              <a:lnTo>
                                <a:pt x="f43" y="f44"/>
                              </a:lnTo>
                              <a:lnTo>
                                <a:pt x="f45" y="f46"/>
                              </a:lnTo>
                              <a:lnTo>
                                <a:pt x="f47" y="f48"/>
                              </a:lnTo>
                              <a:lnTo>
                                <a:pt x="f49" y="f50"/>
                              </a:lnTo>
                              <a:lnTo>
                                <a:pt x="f51" y="f52"/>
                              </a:lnTo>
                              <a:lnTo>
                                <a:pt x="f53" y="f54"/>
                              </a:lnTo>
                              <a:lnTo>
                                <a:pt x="f55" y="f56"/>
                              </a:lnTo>
                              <a:lnTo>
                                <a:pt x="f57" y="f13"/>
                              </a:lnTo>
                              <a:lnTo>
                                <a:pt x="f58" y="f59"/>
                              </a:lnTo>
                              <a:lnTo>
                                <a:pt x="f60" y="f61"/>
                              </a:lnTo>
                              <a:lnTo>
                                <a:pt x="f62" y="f63"/>
                              </a:lnTo>
                              <a:lnTo>
                                <a:pt x="f64" y="f9"/>
                              </a:lnTo>
                              <a:lnTo>
                                <a:pt x="f64" y="f5"/>
                              </a:lnTo>
                              <a:lnTo>
                                <a:pt x="f6" y="f5"/>
                              </a:lnTo>
                              <a:lnTo>
                                <a:pt x="f6" y="f65"/>
                              </a:lnTo>
                              <a:lnTo>
                                <a:pt x="f64" y="f10"/>
                              </a:lnTo>
                              <a:lnTo>
                                <a:pt x="f62" y="f11"/>
                              </a:lnTo>
                              <a:lnTo>
                                <a:pt x="f60" y="f66"/>
                              </a:lnTo>
                              <a:lnTo>
                                <a:pt x="f58" y="f67"/>
                              </a:lnTo>
                              <a:lnTo>
                                <a:pt x="f57" y="f68"/>
                              </a:lnTo>
                              <a:lnTo>
                                <a:pt x="f55" y="f69"/>
                              </a:lnTo>
                              <a:lnTo>
                                <a:pt x="f53" y="f70"/>
                              </a:lnTo>
                              <a:lnTo>
                                <a:pt x="f49" y="f50"/>
                              </a:lnTo>
                              <a:lnTo>
                                <a:pt x="f71" y="f72"/>
                              </a:lnTo>
                              <a:lnTo>
                                <a:pt x="f45" y="f73"/>
                              </a:lnTo>
                              <a:lnTo>
                                <a:pt x="f74" y="f42"/>
                              </a:lnTo>
                              <a:lnTo>
                                <a:pt x="f75" y="f76"/>
                              </a:lnTo>
                              <a:lnTo>
                                <a:pt x="f39" y="f77"/>
                              </a:lnTo>
                              <a:lnTo>
                                <a:pt x="f37" y="f38"/>
                              </a:lnTo>
                              <a:lnTo>
                                <a:pt x="f78" y="f34"/>
                              </a:lnTo>
                              <a:lnTo>
                                <a:pt x="f2" y="f79"/>
                              </a:lnTo>
                              <a:lnTo>
                                <a:pt x="f80" y="f32"/>
                              </a:lnTo>
                              <a:lnTo>
                                <a:pt x="f81" y="f28"/>
                              </a:lnTo>
                              <a:lnTo>
                                <a:pt x="f27" y="f26"/>
                              </a:lnTo>
                              <a:lnTo>
                                <a:pt x="f25" y="f24"/>
                              </a:lnTo>
                              <a:lnTo>
                                <a:pt x="f82" y="f22"/>
                              </a:lnTo>
                              <a:lnTo>
                                <a:pt x="f83" y="f20"/>
                              </a:lnTo>
                              <a:lnTo>
                                <a:pt x="f19" y="f18"/>
                              </a:lnTo>
                              <a:lnTo>
                                <a:pt x="f84" y="f15"/>
                              </a:lnTo>
                              <a:lnTo>
                                <a:pt x="f16" y="f12"/>
                              </a:lnTo>
                              <a:lnTo>
                                <a:pt x="f14" y="f12"/>
                              </a:lnTo>
                              <a:lnTo>
                                <a:pt x="f13" y="f8"/>
                              </a:lnTo>
                              <a:lnTo>
                                <a:pt x="f59" y="f8"/>
                              </a:lnTo>
                              <a:lnTo>
                                <a:pt x="f10" y="f7"/>
                              </a:lnTo>
                              <a:lnTo>
                                <a:pt x="f9" y="f7"/>
                              </a:lnTo>
                              <a:lnTo>
                                <a:pt x="f5" y="f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9E5247" w:rsidRDefault="009E5247" w:rsidP="00DA09D1"/>
                        </w:txbxContent>
                      </wps:txbx>
                      <wps:bodyPr vert="horz" wrap="square" lIns="0" tIns="0" rIns="0" bIns="0" anchor="t" anchorCtr="0" compatLnSpc="0"/>
                    </wps:wsp>
                    <wps:wsp>
                      <wps:cNvPr id="35" name="Freeform 92"/>
                      <wps:cNvSpPr/>
                      <wps:spPr>
                        <a:xfrm>
                          <a:off x="247683" y="302757"/>
                          <a:ext cx="149403" cy="110880"/>
                        </a:xfrm>
                        <a:custGeom>
                          <a:avLst/>
                          <a:gdLst>
                            <a:gd name="f0" fmla="val 10800000"/>
                            <a:gd name="f1" fmla="val 5400000"/>
                            <a:gd name="f2" fmla="val 180"/>
                            <a:gd name="f3" fmla="val w"/>
                            <a:gd name="f4" fmla="val h"/>
                            <a:gd name="f5" fmla="val 0"/>
                            <a:gd name="f6" fmla="val 235"/>
                            <a:gd name="f7" fmla="val 174"/>
                            <a:gd name="f8" fmla="val 169"/>
                            <a:gd name="f9" fmla="val 10"/>
                            <a:gd name="f10" fmla="val 164"/>
                            <a:gd name="f11" fmla="val 20"/>
                            <a:gd name="f12" fmla="val 30"/>
                            <a:gd name="f13" fmla="val 159"/>
                            <a:gd name="f14" fmla="val 40"/>
                            <a:gd name="f15" fmla="val 50"/>
                            <a:gd name="f16" fmla="val 154"/>
                            <a:gd name="f17" fmla="val 60"/>
                            <a:gd name="f18" fmla="val 70"/>
                            <a:gd name="f19" fmla="val 149"/>
                            <a:gd name="f20" fmla="val 80"/>
                            <a:gd name="f21" fmla="val 144"/>
                            <a:gd name="f22" fmla="val 90"/>
                            <a:gd name="f23" fmla="val 95"/>
                            <a:gd name="f24" fmla="val 139"/>
                            <a:gd name="f25" fmla="val 105"/>
                            <a:gd name="f26" fmla="val 134"/>
                            <a:gd name="f27" fmla="val 115"/>
                            <a:gd name="f28" fmla="val 129"/>
                            <a:gd name="f29" fmla="val 120"/>
                            <a:gd name="f30" fmla="val 124"/>
                            <a:gd name="f31" fmla="val 130"/>
                            <a:gd name="f32" fmla="val 119"/>
                            <a:gd name="f33" fmla="val 140"/>
                            <a:gd name="f34" fmla="val 114"/>
                            <a:gd name="f35" fmla="val 145"/>
                            <a:gd name="f36" fmla="val 109"/>
                            <a:gd name="f37" fmla="val 155"/>
                            <a:gd name="f38" fmla="val 104"/>
                            <a:gd name="f39" fmla="val 160"/>
                            <a:gd name="f40" fmla="val 99"/>
                            <a:gd name="f41" fmla="val 165"/>
                            <a:gd name="f42" fmla="val 89"/>
                            <a:gd name="f43" fmla="val 175"/>
                            <a:gd name="f44" fmla="val 84"/>
                            <a:gd name="f45" fmla="val 79"/>
                            <a:gd name="f46" fmla="val 185"/>
                            <a:gd name="f47" fmla="val 74"/>
                            <a:gd name="f48" fmla="val 190"/>
                            <a:gd name="f49" fmla="val 64"/>
                            <a:gd name="f50" fmla="val 195"/>
                            <a:gd name="f51" fmla="val 59"/>
                            <a:gd name="f52" fmla="val 205"/>
                            <a:gd name="f53" fmla="val 49"/>
                            <a:gd name="f54" fmla="val 210"/>
                            <a:gd name="f55" fmla="val 44"/>
                            <a:gd name="f56" fmla="val 39"/>
                            <a:gd name="f57" fmla="val 215"/>
                            <a:gd name="f58" fmla="val 220"/>
                            <a:gd name="f59" fmla="val 25"/>
                            <a:gd name="f60" fmla="val 225"/>
                            <a:gd name="f61" fmla="val 15"/>
                            <a:gd name="f62" fmla="val 230"/>
                            <a:gd name="f63" fmla="val 5"/>
                            <a:gd name="f64" fmla="val 35"/>
                            <a:gd name="f65" fmla="val 54"/>
                            <a:gd name="f66" fmla="val 200"/>
                            <a:gd name="f67" fmla="val 69"/>
                            <a:gd name="f68" fmla="val 170"/>
                            <a:gd name="f69" fmla="val 94"/>
                            <a:gd name="f70" fmla="val 150"/>
                            <a:gd name="f71" fmla="val 135"/>
                            <a:gd name="f72" fmla="val 125"/>
                            <a:gd name="f73" fmla="val 110"/>
                            <a:gd name="f74" fmla="val 100"/>
                            <a:gd name="f75" fmla="+- 0 0 0"/>
                            <a:gd name="f76" fmla="*/ f3 1 235"/>
                            <a:gd name="f77" fmla="*/ f4 1 174"/>
                            <a:gd name="f78" fmla="+- f7 0 f5"/>
                            <a:gd name="f79" fmla="+- f6 0 f5"/>
                            <a:gd name="f80" fmla="*/ f75 f0 1"/>
                            <a:gd name="f81" fmla="*/ f79 1 235"/>
                            <a:gd name="f82" fmla="*/ f78 1 174"/>
                            <a:gd name="f83" fmla="*/ 0 f79 1"/>
                            <a:gd name="f84" fmla="*/ 169 f78 1"/>
                            <a:gd name="f85" fmla="*/ 20 f79 1"/>
                            <a:gd name="f86" fmla="*/ 164 f78 1"/>
                            <a:gd name="f87" fmla="*/ 40 f79 1"/>
                            <a:gd name="f88" fmla="*/ 159 f78 1"/>
                            <a:gd name="f89" fmla="*/ 60 f79 1"/>
                            <a:gd name="f90" fmla="*/ 154 f78 1"/>
                            <a:gd name="f91" fmla="*/ 80 f79 1"/>
                            <a:gd name="f92" fmla="*/ 144 f78 1"/>
                            <a:gd name="f93" fmla="*/ 95 f79 1"/>
                            <a:gd name="f94" fmla="*/ 139 f78 1"/>
                            <a:gd name="f95" fmla="*/ 115 f79 1"/>
                            <a:gd name="f96" fmla="*/ 129 f78 1"/>
                            <a:gd name="f97" fmla="*/ 130 f79 1"/>
                            <a:gd name="f98" fmla="*/ 119 f78 1"/>
                            <a:gd name="f99" fmla="*/ 145 f79 1"/>
                            <a:gd name="f100" fmla="*/ 109 f78 1"/>
                            <a:gd name="f101" fmla="*/ 160 f79 1"/>
                            <a:gd name="f102" fmla="*/ 99 f78 1"/>
                            <a:gd name="f103" fmla="*/ 175 f79 1"/>
                            <a:gd name="f104" fmla="*/ 84 f78 1"/>
                            <a:gd name="f105" fmla="*/ 185 f79 1"/>
                            <a:gd name="f106" fmla="*/ 74 f78 1"/>
                            <a:gd name="f107" fmla="*/ 195 f79 1"/>
                            <a:gd name="f108" fmla="*/ 59 f78 1"/>
                            <a:gd name="f109" fmla="*/ 210 f79 1"/>
                            <a:gd name="f110" fmla="*/ 44 f78 1"/>
                            <a:gd name="f111" fmla="*/ 215 f79 1"/>
                            <a:gd name="f112" fmla="*/ 30 f78 1"/>
                            <a:gd name="f113" fmla="*/ 225 f79 1"/>
                            <a:gd name="f114" fmla="*/ 15 f78 1"/>
                            <a:gd name="f115" fmla="*/ 230 f79 1"/>
                            <a:gd name="f116" fmla="*/ 0 f78 1"/>
                            <a:gd name="f117" fmla="*/ 235 f79 1"/>
                            <a:gd name="f118" fmla="*/ 10 f78 1"/>
                            <a:gd name="f119" fmla="*/ 25 f78 1"/>
                            <a:gd name="f120" fmla="*/ 39 f78 1"/>
                            <a:gd name="f121" fmla="*/ 205 f79 1"/>
                            <a:gd name="f122" fmla="*/ 54 f78 1"/>
                            <a:gd name="f123" fmla="*/ 69 f78 1"/>
                            <a:gd name="f124" fmla="*/ 170 f79 1"/>
                            <a:gd name="f125" fmla="*/ 94 f78 1"/>
                            <a:gd name="f126" fmla="*/ 155 f79 1"/>
                            <a:gd name="f127" fmla="*/ 140 f79 1"/>
                            <a:gd name="f128" fmla="*/ 125 f79 1"/>
                            <a:gd name="f129" fmla="*/ 110 f79 1"/>
                            <a:gd name="f130" fmla="*/ 90 f79 1"/>
                            <a:gd name="f131" fmla="*/ 149 f78 1"/>
                            <a:gd name="f132" fmla="*/ 70 f79 1"/>
                            <a:gd name="f133" fmla="*/ 50 f79 1"/>
                            <a:gd name="f134" fmla="*/ 30 f79 1"/>
                            <a:gd name="f135" fmla="*/ 10 f79 1"/>
                            <a:gd name="f136" fmla="*/ f80 1 f2"/>
                            <a:gd name="f137" fmla="*/ f83 1 235"/>
                            <a:gd name="f138" fmla="*/ f84 1 174"/>
                            <a:gd name="f139" fmla="*/ f85 1 235"/>
                            <a:gd name="f140" fmla="*/ f86 1 174"/>
                            <a:gd name="f141" fmla="*/ f87 1 235"/>
                            <a:gd name="f142" fmla="*/ f88 1 174"/>
                            <a:gd name="f143" fmla="*/ f89 1 235"/>
                            <a:gd name="f144" fmla="*/ f90 1 174"/>
                            <a:gd name="f145" fmla="*/ f91 1 235"/>
                            <a:gd name="f146" fmla="*/ f92 1 174"/>
                            <a:gd name="f147" fmla="*/ f93 1 235"/>
                            <a:gd name="f148" fmla="*/ f94 1 174"/>
                            <a:gd name="f149" fmla="*/ f95 1 235"/>
                            <a:gd name="f150" fmla="*/ f96 1 174"/>
                            <a:gd name="f151" fmla="*/ f97 1 235"/>
                            <a:gd name="f152" fmla="*/ f98 1 174"/>
                            <a:gd name="f153" fmla="*/ f99 1 235"/>
                            <a:gd name="f154" fmla="*/ f100 1 174"/>
                            <a:gd name="f155" fmla="*/ f101 1 235"/>
                            <a:gd name="f156" fmla="*/ f102 1 174"/>
                            <a:gd name="f157" fmla="*/ f103 1 235"/>
                            <a:gd name="f158" fmla="*/ f104 1 174"/>
                            <a:gd name="f159" fmla="*/ f105 1 235"/>
                            <a:gd name="f160" fmla="*/ f106 1 174"/>
                            <a:gd name="f161" fmla="*/ f107 1 235"/>
                            <a:gd name="f162" fmla="*/ f108 1 174"/>
                            <a:gd name="f163" fmla="*/ f109 1 235"/>
                            <a:gd name="f164" fmla="*/ f110 1 174"/>
                            <a:gd name="f165" fmla="*/ f111 1 235"/>
                            <a:gd name="f166" fmla="*/ f112 1 174"/>
                            <a:gd name="f167" fmla="*/ f113 1 235"/>
                            <a:gd name="f168" fmla="*/ f114 1 174"/>
                            <a:gd name="f169" fmla="*/ f115 1 235"/>
                            <a:gd name="f170" fmla="*/ f116 1 174"/>
                            <a:gd name="f171" fmla="*/ f117 1 235"/>
                            <a:gd name="f172" fmla="*/ f118 1 174"/>
                            <a:gd name="f173" fmla="*/ f119 1 174"/>
                            <a:gd name="f174" fmla="*/ f120 1 174"/>
                            <a:gd name="f175" fmla="*/ f121 1 235"/>
                            <a:gd name="f176" fmla="*/ f122 1 174"/>
                            <a:gd name="f177" fmla="*/ f123 1 174"/>
                            <a:gd name="f178" fmla="*/ f124 1 235"/>
                            <a:gd name="f179" fmla="*/ f125 1 174"/>
                            <a:gd name="f180" fmla="*/ f126 1 235"/>
                            <a:gd name="f181" fmla="*/ f127 1 235"/>
                            <a:gd name="f182" fmla="*/ f128 1 235"/>
                            <a:gd name="f183" fmla="*/ f129 1 235"/>
                            <a:gd name="f184" fmla="*/ f130 1 235"/>
                            <a:gd name="f185" fmla="*/ f131 1 174"/>
                            <a:gd name="f186" fmla="*/ f132 1 235"/>
                            <a:gd name="f187" fmla="*/ f133 1 235"/>
                            <a:gd name="f188" fmla="*/ f134 1 235"/>
                            <a:gd name="f189" fmla="*/ f135 1 235"/>
                            <a:gd name="f190" fmla="*/ 0 1 f81"/>
                            <a:gd name="f191" fmla="*/ f6 1 f81"/>
                            <a:gd name="f192" fmla="*/ 0 1 f82"/>
                            <a:gd name="f193" fmla="*/ f7 1 f82"/>
                            <a:gd name="f194" fmla="+- f136 0 f1"/>
                            <a:gd name="f195" fmla="*/ f137 1 f81"/>
                            <a:gd name="f196" fmla="*/ f138 1 f82"/>
                            <a:gd name="f197" fmla="*/ f139 1 f81"/>
                            <a:gd name="f198" fmla="*/ f140 1 f82"/>
                            <a:gd name="f199" fmla="*/ f141 1 f81"/>
                            <a:gd name="f200" fmla="*/ f142 1 f82"/>
                            <a:gd name="f201" fmla="*/ f143 1 f81"/>
                            <a:gd name="f202" fmla="*/ f144 1 f82"/>
                            <a:gd name="f203" fmla="*/ f145 1 f81"/>
                            <a:gd name="f204" fmla="*/ f146 1 f82"/>
                            <a:gd name="f205" fmla="*/ f147 1 f81"/>
                            <a:gd name="f206" fmla="*/ f148 1 f82"/>
                            <a:gd name="f207" fmla="*/ f149 1 f81"/>
                            <a:gd name="f208" fmla="*/ f150 1 f82"/>
                            <a:gd name="f209" fmla="*/ f151 1 f81"/>
                            <a:gd name="f210" fmla="*/ f152 1 f82"/>
                            <a:gd name="f211" fmla="*/ f153 1 f81"/>
                            <a:gd name="f212" fmla="*/ f154 1 f82"/>
                            <a:gd name="f213" fmla="*/ f155 1 f81"/>
                            <a:gd name="f214" fmla="*/ f156 1 f82"/>
                            <a:gd name="f215" fmla="*/ f157 1 f81"/>
                            <a:gd name="f216" fmla="*/ f158 1 f82"/>
                            <a:gd name="f217" fmla="*/ f159 1 f81"/>
                            <a:gd name="f218" fmla="*/ f160 1 f82"/>
                            <a:gd name="f219" fmla="*/ f161 1 f81"/>
                            <a:gd name="f220" fmla="*/ f162 1 f82"/>
                            <a:gd name="f221" fmla="*/ f163 1 f81"/>
                            <a:gd name="f222" fmla="*/ f164 1 f82"/>
                            <a:gd name="f223" fmla="*/ f165 1 f81"/>
                            <a:gd name="f224" fmla="*/ f166 1 f82"/>
                            <a:gd name="f225" fmla="*/ f167 1 f81"/>
                            <a:gd name="f226" fmla="*/ f168 1 f82"/>
                            <a:gd name="f227" fmla="*/ f169 1 f81"/>
                            <a:gd name="f228" fmla="*/ f170 1 f82"/>
                            <a:gd name="f229" fmla="*/ f171 1 f81"/>
                            <a:gd name="f230" fmla="*/ f172 1 f82"/>
                            <a:gd name="f231" fmla="*/ f173 1 f82"/>
                            <a:gd name="f232" fmla="*/ f174 1 f82"/>
                            <a:gd name="f233" fmla="*/ f175 1 f81"/>
                            <a:gd name="f234" fmla="*/ f176 1 f82"/>
                            <a:gd name="f235" fmla="*/ f177 1 f82"/>
                            <a:gd name="f236" fmla="*/ f178 1 f81"/>
                            <a:gd name="f237" fmla="*/ f179 1 f82"/>
                            <a:gd name="f238" fmla="*/ f180 1 f81"/>
                            <a:gd name="f239" fmla="*/ f181 1 f81"/>
                            <a:gd name="f240" fmla="*/ f182 1 f81"/>
                            <a:gd name="f241" fmla="*/ f183 1 f81"/>
                            <a:gd name="f242" fmla="*/ f184 1 f81"/>
                            <a:gd name="f243" fmla="*/ f185 1 f82"/>
                            <a:gd name="f244" fmla="*/ f186 1 f81"/>
                            <a:gd name="f245" fmla="*/ f187 1 f81"/>
                            <a:gd name="f246" fmla="*/ f188 1 f81"/>
                            <a:gd name="f247" fmla="*/ f189 1 f81"/>
                            <a:gd name="f248" fmla="*/ f190 f76 1"/>
                            <a:gd name="f249" fmla="*/ f191 f76 1"/>
                            <a:gd name="f250" fmla="*/ f193 f77 1"/>
                            <a:gd name="f251" fmla="*/ f192 f77 1"/>
                            <a:gd name="f252" fmla="*/ f195 f76 1"/>
                            <a:gd name="f253" fmla="*/ f196 f77 1"/>
                            <a:gd name="f254" fmla="*/ f197 f76 1"/>
                            <a:gd name="f255" fmla="*/ f198 f77 1"/>
                            <a:gd name="f256" fmla="*/ f199 f76 1"/>
                            <a:gd name="f257" fmla="*/ f200 f77 1"/>
                            <a:gd name="f258" fmla="*/ f201 f76 1"/>
                            <a:gd name="f259" fmla="*/ f202 f77 1"/>
                            <a:gd name="f260" fmla="*/ f203 f76 1"/>
                            <a:gd name="f261" fmla="*/ f204 f77 1"/>
                            <a:gd name="f262" fmla="*/ f205 f76 1"/>
                            <a:gd name="f263" fmla="*/ f206 f77 1"/>
                            <a:gd name="f264" fmla="*/ f207 f76 1"/>
                            <a:gd name="f265" fmla="*/ f208 f77 1"/>
                            <a:gd name="f266" fmla="*/ f209 f76 1"/>
                            <a:gd name="f267" fmla="*/ f210 f77 1"/>
                            <a:gd name="f268" fmla="*/ f211 f76 1"/>
                            <a:gd name="f269" fmla="*/ f212 f77 1"/>
                            <a:gd name="f270" fmla="*/ f213 f76 1"/>
                            <a:gd name="f271" fmla="*/ f214 f77 1"/>
                            <a:gd name="f272" fmla="*/ f215 f76 1"/>
                            <a:gd name="f273" fmla="*/ f216 f77 1"/>
                            <a:gd name="f274" fmla="*/ f217 f76 1"/>
                            <a:gd name="f275" fmla="*/ f218 f77 1"/>
                            <a:gd name="f276" fmla="*/ f219 f76 1"/>
                            <a:gd name="f277" fmla="*/ f220 f77 1"/>
                            <a:gd name="f278" fmla="*/ f221 f76 1"/>
                            <a:gd name="f279" fmla="*/ f222 f77 1"/>
                            <a:gd name="f280" fmla="*/ f223 f76 1"/>
                            <a:gd name="f281" fmla="*/ f224 f77 1"/>
                            <a:gd name="f282" fmla="*/ f225 f76 1"/>
                            <a:gd name="f283" fmla="*/ f226 f77 1"/>
                            <a:gd name="f284" fmla="*/ f227 f76 1"/>
                            <a:gd name="f285" fmla="*/ f228 f77 1"/>
                            <a:gd name="f286" fmla="*/ f229 f76 1"/>
                            <a:gd name="f287" fmla="*/ f230 f77 1"/>
                            <a:gd name="f288" fmla="*/ f231 f77 1"/>
                            <a:gd name="f289" fmla="*/ f232 f77 1"/>
                            <a:gd name="f290" fmla="*/ f233 f76 1"/>
                            <a:gd name="f291" fmla="*/ f234 f77 1"/>
                            <a:gd name="f292" fmla="*/ f235 f77 1"/>
                            <a:gd name="f293" fmla="*/ f236 f76 1"/>
                            <a:gd name="f294" fmla="*/ f237 f77 1"/>
                            <a:gd name="f295" fmla="*/ f238 f76 1"/>
                            <a:gd name="f296" fmla="*/ f239 f76 1"/>
                            <a:gd name="f297" fmla="*/ f240 f76 1"/>
                            <a:gd name="f298" fmla="*/ f241 f76 1"/>
                            <a:gd name="f299" fmla="*/ f242 f76 1"/>
                            <a:gd name="f300" fmla="*/ f243 f77 1"/>
                            <a:gd name="f301" fmla="*/ f244 f76 1"/>
                            <a:gd name="f302" fmla="*/ f245 f76 1"/>
                            <a:gd name="f303" fmla="*/ f246 f76 1"/>
                            <a:gd name="f304" fmla="*/ f247 f76 1"/>
                          </a:gdLst>
                          <a:ahLst/>
                          <a:cxnLst/>
                          <a:rect l="f248" t="f251" r="f249" b="f250"/>
                          <a:pathLst>
                            <a:path w="235" h="174">
                              <a:moveTo>
                                <a:pt x="f5" y="f7"/>
                              </a:moveTo>
                              <a:lnTo>
                                <a:pt x="f5" y="f8"/>
                              </a:lnTo>
                              <a:lnTo>
                                <a:pt x="f9" y="f10"/>
                              </a:lnTo>
                              <a:lnTo>
                                <a:pt x="f11" y="f10"/>
                              </a:lnTo>
                              <a:lnTo>
                                <a:pt x="f12" y="f13"/>
                              </a:lnTo>
                              <a:lnTo>
                                <a:pt x="f14" y="f13"/>
                              </a:lnTo>
                              <a:lnTo>
                                <a:pt x="f15" y="f16"/>
                              </a:lnTo>
                              <a:lnTo>
                                <a:pt x="f17" y="f16"/>
                              </a:lnTo>
                              <a:lnTo>
                                <a:pt x="f18" y="f19"/>
                              </a:lnTo>
                              <a:lnTo>
                                <a:pt x="f20" y="f21"/>
                              </a:lnTo>
                              <a:lnTo>
                                <a:pt x="f22" y="f21"/>
                              </a:lnTo>
                              <a:lnTo>
                                <a:pt x="f23" y="f24"/>
                              </a:lnTo>
                              <a:lnTo>
                                <a:pt x="f25" y="f26"/>
                              </a:lnTo>
                              <a:lnTo>
                                <a:pt x="f27" y="f28"/>
                              </a:lnTo>
                              <a:lnTo>
                                <a:pt x="f29" y="f30"/>
                              </a:lnTo>
                              <a:lnTo>
                                <a:pt x="f31" y="f32"/>
                              </a:lnTo>
                              <a:lnTo>
                                <a:pt x="f33" y="f34"/>
                              </a:lnTo>
                              <a:lnTo>
                                <a:pt x="f35" y="f36"/>
                              </a:lnTo>
                              <a:lnTo>
                                <a:pt x="f37" y="f38"/>
                              </a:lnTo>
                              <a:lnTo>
                                <a:pt x="f39" y="f40"/>
                              </a:lnTo>
                              <a:lnTo>
                                <a:pt x="f41" y="f42"/>
                              </a:lnTo>
                              <a:lnTo>
                                <a:pt x="f43" y="f44"/>
                              </a:lnTo>
                              <a:lnTo>
                                <a:pt x="f2" y="f45"/>
                              </a:lnTo>
                              <a:lnTo>
                                <a:pt x="f46" y="f47"/>
                              </a:lnTo>
                              <a:lnTo>
                                <a:pt x="f48" y="f49"/>
                              </a:lnTo>
                              <a:lnTo>
                                <a:pt x="f50" y="f51"/>
                              </a:lnTo>
                              <a:lnTo>
                                <a:pt x="f52" y="f53"/>
                              </a:lnTo>
                              <a:lnTo>
                                <a:pt x="f54" y="f55"/>
                              </a:lnTo>
                              <a:lnTo>
                                <a:pt x="f54" y="f56"/>
                              </a:lnTo>
                              <a:lnTo>
                                <a:pt x="f57" y="f12"/>
                              </a:lnTo>
                              <a:lnTo>
                                <a:pt x="f58" y="f59"/>
                              </a:lnTo>
                              <a:lnTo>
                                <a:pt x="f60" y="f61"/>
                              </a:lnTo>
                              <a:lnTo>
                                <a:pt x="f62" y="f63"/>
                              </a:lnTo>
                              <a:lnTo>
                                <a:pt x="f62" y="f5"/>
                              </a:lnTo>
                              <a:lnTo>
                                <a:pt x="f6" y="f5"/>
                              </a:lnTo>
                              <a:lnTo>
                                <a:pt x="f6" y="f9"/>
                              </a:lnTo>
                              <a:lnTo>
                                <a:pt x="f62" y="f61"/>
                              </a:lnTo>
                              <a:lnTo>
                                <a:pt x="f60" y="f59"/>
                              </a:lnTo>
                              <a:lnTo>
                                <a:pt x="f58" y="f64"/>
                              </a:lnTo>
                              <a:lnTo>
                                <a:pt x="f57" y="f56"/>
                              </a:lnTo>
                              <a:lnTo>
                                <a:pt x="f54" y="f53"/>
                              </a:lnTo>
                              <a:lnTo>
                                <a:pt x="f52" y="f65"/>
                              </a:lnTo>
                              <a:lnTo>
                                <a:pt x="f66" y="f51"/>
                              </a:lnTo>
                              <a:lnTo>
                                <a:pt x="f50" y="f67"/>
                              </a:lnTo>
                              <a:lnTo>
                                <a:pt x="f48" y="f47"/>
                              </a:lnTo>
                              <a:lnTo>
                                <a:pt x="f46" y="f44"/>
                              </a:lnTo>
                              <a:lnTo>
                                <a:pt x="f43" y="f42"/>
                              </a:lnTo>
                              <a:lnTo>
                                <a:pt x="f68" y="f69"/>
                              </a:lnTo>
                              <a:lnTo>
                                <a:pt x="f41" y="f40"/>
                              </a:lnTo>
                              <a:lnTo>
                                <a:pt x="f37" y="f36"/>
                              </a:lnTo>
                              <a:lnTo>
                                <a:pt x="f70" y="f34"/>
                              </a:lnTo>
                              <a:lnTo>
                                <a:pt x="f33" y="f32"/>
                              </a:lnTo>
                              <a:lnTo>
                                <a:pt x="f71" y="f30"/>
                              </a:lnTo>
                              <a:lnTo>
                                <a:pt x="f72" y="f28"/>
                              </a:lnTo>
                              <a:lnTo>
                                <a:pt x="f27" y="f26"/>
                              </a:lnTo>
                              <a:lnTo>
                                <a:pt x="f73" y="f24"/>
                              </a:lnTo>
                              <a:lnTo>
                                <a:pt x="f74" y="f21"/>
                              </a:lnTo>
                              <a:lnTo>
                                <a:pt x="f22" y="f19"/>
                              </a:lnTo>
                              <a:lnTo>
                                <a:pt x="f20" y="f19"/>
                              </a:lnTo>
                              <a:lnTo>
                                <a:pt x="f18" y="f16"/>
                              </a:lnTo>
                              <a:lnTo>
                                <a:pt x="f17" y="f13"/>
                              </a:lnTo>
                              <a:lnTo>
                                <a:pt x="f15" y="f13"/>
                              </a:lnTo>
                              <a:lnTo>
                                <a:pt x="f14" y="f10"/>
                              </a:lnTo>
                              <a:lnTo>
                                <a:pt x="f12" y="f10"/>
                              </a:lnTo>
                              <a:lnTo>
                                <a:pt x="f11" y="f8"/>
                              </a:lnTo>
                              <a:lnTo>
                                <a:pt x="f9" y="f8"/>
                              </a:lnTo>
                              <a:lnTo>
                                <a:pt x="f5" y="f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9E5247" w:rsidRDefault="009E5247" w:rsidP="00DA09D1"/>
                        </w:txbxContent>
                      </wps:txbx>
                      <wps:bodyPr vert="horz" wrap="square" lIns="0" tIns="0" rIns="0" bIns="0" anchor="t" anchorCtr="0" compatLnSpc="0"/>
                    </wps:wsp>
                    <wps:wsp>
                      <wps:cNvPr id="36" name="Freeform 93"/>
                      <wps:cNvSpPr/>
                      <wps:spPr>
                        <a:xfrm>
                          <a:off x="231836" y="425516"/>
                          <a:ext cx="22677" cy="19440"/>
                        </a:xfrm>
                        <a:custGeom>
                          <a:avLst/>
                          <a:gdLst>
                            <a:gd name="f0" fmla="val 10800000"/>
                            <a:gd name="f1" fmla="val 5400000"/>
                            <a:gd name="f2" fmla="val 180"/>
                            <a:gd name="f3" fmla="val w"/>
                            <a:gd name="f4" fmla="val h"/>
                            <a:gd name="f5" fmla="val 0"/>
                            <a:gd name="f6" fmla="val 35"/>
                            <a:gd name="f7" fmla="val 30"/>
                            <a:gd name="f8" fmla="val 5"/>
                            <a:gd name="f9" fmla="val 25"/>
                            <a:gd name="f10" fmla="+- 0 0 0"/>
                            <a:gd name="f11" fmla="*/ f3 1 35"/>
                            <a:gd name="f12" fmla="*/ f4 1 30"/>
                            <a:gd name="f13" fmla="+- f7 0 f5"/>
                            <a:gd name="f14" fmla="+- f6 0 f5"/>
                            <a:gd name="f15" fmla="*/ f10 f0 1"/>
                            <a:gd name="f16" fmla="*/ f14 1 35"/>
                            <a:gd name="f17" fmla="*/ f13 1 30"/>
                            <a:gd name="f18" fmla="*/ 35 f14 1"/>
                            <a:gd name="f19" fmla="*/ 30 f13 1"/>
                            <a:gd name="f20" fmla="*/ 0 f14 1"/>
                            <a:gd name="f21" fmla="*/ 5 f13 1"/>
                            <a:gd name="f22" fmla="*/ 5 f14 1"/>
                            <a:gd name="f23" fmla="*/ 0 f13 1"/>
                            <a:gd name="f24" fmla="*/ 25 f13 1"/>
                            <a:gd name="f25" fmla="*/ f15 1 f2"/>
                            <a:gd name="f26" fmla="*/ f18 1 35"/>
                            <a:gd name="f27" fmla="*/ f19 1 30"/>
                            <a:gd name="f28" fmla="*/ f20 1 35"/>
                            <a:gd name="f29" fmla="*/ f21 1 30"/>
                            <a:gd name="f30" fmla="*/ f22 1 35"/>
                            <a:gd name="f31" fmla="*/ f23 1 30"/>
                            <a:gd name="f32" fmla="*/ f24 1 30"/>
                            <a:gd name="f33" fmla="*/ 0 1 f16"/>
                            <a:gd name="f34" fmla="*/ f6 1 f16"/>
                            <a:gd name="f35" fmla="*/ 0 1 f17"/>
                            <a:gd name="f36" fmla="*/ f7 1 f17"/>
                            <a:gd name="f37" fmla="+- f25 0 f1"/>
                            <a:gd name="f38" fmla="*/ f26 1 f16"/>
                            <a:gd name="f39" fmla="*/ f27 1 f17"/>
                            <a:gd name="f40" fmla="*/ f28 1 f16"/>
                            <a:gd name="f41" fmla="*/ f29 1 f17"/>
                            <a:gd name="f42" fmla="*/ f30 1 f16"/>
                            <a:gd name="f43" fmla="*/ f31 1 f17"/>
                            <a:gd name="f44" fmla="*/ f32 1 f17"/>
                            <a:gd name="f45" fmla="*/ f33 f11 1"/>
                            <a:gd name="f46" fmla="*/ f34 f11 1"/>
                            <a:gd name="f47" fmla="*/ f36 f12 1"/>
                            <a:gd name="f48" fmla="*/ f35 f12 1"/>
                            <a:gd name="f49" fmla="*/ f38 f11 1"/>
                            <a:gd name="f50" fmla="*/ f39 f12 1"/>
                            <a:gd name="f51" fmla="*/ f40 f11 1"/>
                            <a:gd name="f52" fmla="*/ f41 f12 1"/>
                            <a:gd name="f53" fmla="*/ f42 f11 1"/>
                            <a:gd name="f54" fmla="*/ f43 f12 1"/>
                            <a:gd name="f55" fmla="*/ f44 f12 1"/>
                          </a:gdLst>
                          <a:ahLst/>
                          <a:cxnLst/>
                          <a:rect l="f45" t="f48" r="f46" b="f47"/>
                          <a:pathLst>
                            <a:path w="35" h="30">
                              <a:moveTo>
                                <a:pt x="f6" y="f7"/>
                              </a:moveTo>
                              <a:lnTo>
                                <a:pt x="f5" y="f8"/>
                              </a:lnTo>
                              <a:lnTo>
                                <a:pt x="f8" y="f5"/>
                              </a:lnTo>
                              <a:lnTo>
                                <a:pt x="f6" y="f9"/>
                              </a:lnTo>
                              <a:lnTo>
                                <a:pt x="f6" y="f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9E5247" w:rsidRDefault="009E5247" w:rsidP="00DA09D1"/>
                        </w:txbxContent>
                      </wps:txbx>
                      <wps:bodyPr vert="horz" wrap="square" lIns="0" tIns="0" rIns="0" bIns="0" anchor="t" anchorCtr="0" compatLnSpc="0"/>
                    </wps:wsp>
                    <wps:wsp>
                      <wps:cNvPr id="37" name="Freeform 94"/>
                      <wps:cNvSpPr/>
                      <wps:spPr>
                        <a:xfrm>
                          <a:off x="231836" y="410044"/>
                          <a:ext cx="19440" cy="18004"/>
                        </a:xfrm>
                        <a:custGeom>
                          <a:avLst/>
                          <a:gdLst>
                            <a:gd name="f0" fmla="val 10800000"/>
                            <a:gd name="f1" fmla="val 5400000"/>
                            <a:gd name="f2" fmla="val 180"/>
                            <a:gd name="f3" fmla="val w"/>
                            <a:gd name="f4" fmla="val h"/>
                            <a:gd name="f5" fmla="val 0"/>
                            <a:gd name="f6" fmla="val 30"/>
                            <a:gd name="f7" fmla="val 29"/>
                            <a:gd name="f8" fmla="val 5"/>
                            <a:gd name="f9" fmla="val 25"/>
                            <a:gd name="f10" fmla="+- 0 0 0"/>
                            <a:gd name="f11" fmla="*/ f3 1 30"/>
                            <a:gd name="f12" fmla="*/ f4 1 29"/>
                            <a:gd name="f13" fmla="+- f7 0 f5"/>
                            <a:gd name="f14" fmla="+- f6 0 f5"/>
                            <a:gd name="f15" fmla="*/ f10 f0 1"/>
                            <a:gd name="f16" fmla="*/ f14 1 30"/>
                            <a:gd name="f17" fmla="*/ f13 1 29"/>
                            <a:gd name="f18" fmla="*/ 30 f14 1"/>
                            <a:gd name="f19" fmla="*/ 0 f13 1"/>
                            <a:gd name="f20" fmla="*/ 5 f14 1"/>
                            <a:gd name="f21" fmla="*/ 29 f13 1"/>
                            <a:gd name="f22" fmla="*/ 0 f14 1"/>
                            <a:gd name="f23" fmla="*/ 25 f14 1"/>
                            <a:gd name="f24" fmla="*/ f15 1 f2"/>
                            <a:gd name="f25" fmla="*/ f18 1 30"/>
                            <a:gd name="f26" fmla="*/ f19 1 29"/>
                            <a:gd name="f27" fmla="*/ f20 1 30"/>
                            <a:gd name="f28" fmla="*/ f21 1 29"/>
                            <a:gd name="f29" fmla="*/ f22 1 30"/>
                            <a:gd name="f30" fmla="*/ f23 1 30"/>
                            <a:gd name="f31" fmla="*/ 0 1 f16"/>
                            <a:gd name="f32" fmla="*/ f6 1 f16"/>
                            <a:gd name="f33" fmla="*/ 0 1 f17"/>
                            <a:gd name="f34" fmla="*/ f7 1 f17"/>
                            <a:gd name="f35" fmla="+- f24 0 f1"/>
                            <a:gd name="f36" fmla="*/ f25 1 f16"/>
                            <a:gd name="f37" fmla="*/ f26 1 f17"/>
                            <a:gd name="f38" fmla="*/ f27 1 f16"/>
                            <a:gd name="f39" fmla="*/ f28 1 f17"/>
                            <a:gd name="f40" fmla="*/ f29 1 f16"/>
                            <a:gd name="f41" fmla="*/ f30 1 f16"/>
                            <a:gd name="f42" fmla="*/ f31 f11 1"/>
                            <a:gd name="f43" fmla="*/ f32 f11 1"/>
                            <a:gd name="f44" fmla="*/ f34 f12 1"/>
                            <a:gd name="f45" fmla="*/ f33 f12 1"/>
                            <a:gd name="f46" fmla="*/ f36 f11 1"/>
                            <a:gd name="f47" fmla="*/ f37 f12 1"/>
                            <a:gd name="f48" fmla="*/ f38 f11 1"/>
                            <a:gd name="f49" fmla="*/ f39 f12 1"/>
                            <a:gd name="f50" fmla="*/ f40 f11 1"/>
                            <a:gd name="f51" fmla="*/ f41 f11 1"/>
                          </a:gdLst>
                          <a:ahLst/>
                          <a:cxnLst/>
                          <a:rect l="f42" t="f45" r="f43" b="f44"/>
                          <a:pathLst>
                            <a:path w="30" h="29">
                              <a:moveTo>
                                <a:pt x="f6" y="f5"/>
                              </a:moveTo>
                              <a:lnTo>
                                <a:pt x="f8" y="f7"/>
                              </a:lnTo>
                              <a:lnTo>
                                <a:pt x="f5" y="f7"/>
                              </a:lnTo>
                              <a:lnTo>
                                <a:pt x="f9" y="f5"/>
                              </a:lnTo>
                              <a:lnTo>
                                <a:pt x="f6" y="f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9E5247" w:rsidRDefault="009E5247" w:rsidP="00DA09D1"/>
                        </w:txbxContent>
                      </wps:txbx>
                      <wps:bodyPr vert="horz" wrap="square" lIns="0" tIns="0" rIns="0" bIns="0" anchor="t" anchorCtr="0" compatLnSpc="0"/>
                    </wps:wsp>
                    <wps:wsp>
                      <wps:cNvPr id="38" name="Freeform 95"/>
                      <wps:cNvSpPr/>
                      <wps:spPr>
                        <a:xfrm>
                          <a:off x="247683" y="407164"/>
                          <a:ext cx="25557" cy="33841"/>
                        </a:xfrm>
                        <a:custGeom>
                          <a:avLst/>
                          <a:gdLst>
                            <a:gd name="f0" fmla="val 10800000"/>
                            <a:gd name="f1" fmla="val 5400000"/>
                            <a:gd name="f2" fmla="val 180"/>
                            <a:gd name="f3" fmla="val w"/>
                            <a:gd name="f4" fmla="val h"/>
                            <a:gd name="f5" fmla="val 0"/>
                            <a:gd name="f6" fmla="val 40"/>
                            <a:gd name="f7" fmla="val 54"/>
                            <a:gd name="f8" fmla="val 25"/>
                            <a:gd name="f9" fmla="val 10"/>
                            <a:gd name="f10" fmla="val 34"/>
                            <a:gd name="f11" fmla="val 5"/>
                            <a:gd name="f12" fmla="val 29"/>
                            <a:gd name="f13" fmla="val 49"/>
                            <a:gd name="f14" fmla="+- 0 0 0"/>
                            <a:gd name="f15" fmla="*/ f3 1 40"/>
                            <a:gd name="f16" fmla="*/ f4 1 54"/>
                            <a:gd name="f17" fmla="+- f7 0 f5"/>
                            <a:gd name="f18" fmla="+- f6 0 f5"/>
                            <a:gd name="f19" fmla="*/ f14 f0 1"/>
                            <a:gd name="f20" fmla="*/ f18 1 40"/>
                            <a:gd name="f21" fmla="*/ f17 1 54"/>
                            <a:gd name="f22" fmla="*/ 25 f18 1"/>
                            <a:gd name="f23" fmla="*/ 0 f17 1"/>
                            <a:gd name="f24" fmla="*/ 10 f18 1"/>
                            <a:gd name="f25" fmla="*/ 34 f17 1"/>
                            <a:gd name="f26" fmla="*/ 5 f18 1"/>
                            <a:gd name="f27" fmla="*/ 29 f17 1"/>
                            <a:gd name="f28" fmla="*/ 0 f18 1"/>
                            <a:gd name="f29" fmla="*/ 40 f18 1"/>
                            <a:gd name="f30" fmla="*/ 49 f17 1"/>
                            <a:gd name="f31" fmla="*/ 54 f17 1"/>
                            <a:gd name="f32" fmla="*/ f19 1 f2"/>
                            <a:gd name="f33" fmla="*/ f22 1 40"/>
                            <a:gd name="f34" fmla="*/ f23 1 54"/>
                            <a:gd name="f35" fmla="*/ f24 1 40"/>
                            <a:gd name="f36" fmla="*/ f25 1 54"/>
                            <a:gd name="f37" fmla="*/ f26 1 40"/>
                            <a:gd name="f38" fmla="*/ f27 1 54"/>
                            <a:gd name="f39" fmla="*/ f28 1 40"/>
                            <a:gd name="f40" fmla="*/ f29 1 40"/>
                            <a:gd name="f41" fmla="*/ f30 1 54"/>
                            <a:gd name="f42" fmla="*/ f31 1 54"/>
                            <a:gd name="f43" fmla="*/ 0 1 f20"/>
                            <a:gd name="f44" fmla="*/ f6 1 f20"/>
                            <a:gd name="f45" fmla="*/ 0 1 f21"/>
                            <a:gd name="f46" fmla="*/ f7 1 f21"/>
                            <a:gd name="f47" fmla="+- f32 0 f1"/>
                            <a:gd name="f48" fmla="*/ f33 1 f20"/>
                            <a:gd name="f49" fmla="*/ f34 1 f21"/>
                            <a:gd name="f50" fmla="*/ f35 1 f20"/>
                            <a:gd name="f51" fmla="*/ f36 1 f21"/>
                            <a:gd name="f52" fmla="*/ f37 1 f20"/>
                            <a:gd name="f53" fmla="*/ f38 1 f21"/>
                            <a:gd name="f54" fmla="*/ f39 1 f20"/>
                            <a:gd name="f55" fmla="*/ f40 1 f20"/>
                            <a:gd name="f56" fmla="*/ f41 1 f21"/>
                            <a:gd name="f57" fmla="*/ f42 1 f21"/>
                            <a:gd name="f58" fmla="*/ f43 f15 1"/>
                            <a:gd name="f59" fmla="*/ f44 f15 1"/>
                            <a:gd name="f60" fmla="*/ f46 f16 1"/>
                            <a:gd name="f61" fmla="*/ f45 f16 1"/>
                            <a:gd name="f62" fmla="*/ f48 f15 1"/>
                            <a:gd name="f63" fmla="*/ f49 f16 1"/>
                            <a:gd name="f64" fmla="*/ f50 f15 1"/>
                            <a:gd name="f65" fmla="*/ f51 f16 1"/>
                            <a:gd name="f66" fmla="*/ f52 f15 1"/>
                            <a:gd name="f67" fmla="*/ f53 f16 1"/>
                            <a:gd name="f68" fmla="*/ f54 f15 1"/>
                            <a:gd name="f69" fmla="*/ f55 f15 1"/>
                            <a:gd name="f70" fmla="*/ f56 f16 1"/>
                            <a:gd name="f71" fmla="*/ f57 f16 1"/>
                          </a:gdLst>
                          <a:ahLst/>
                          <a:cxnLst/>
                          <a:rect l="f58" t="f61" r="f59" b="f60"/>
                          <a:pathLst>
                            <a:path w="40" h="54">
                              <a:moveTo>
                                <a:pt x="f8" y="f5"/>
                              </a:moveTo>
                              <a:lnTo>
                                <a:pt x="f9" y="f10"/>
                              </a:lnTo>
                              <a:lnTo>
                                <a:pt x="f11" y="f12"/>
                              </a:lnTo>
                              <a:lnTo>
                                <a:pt x="f8" y="f5"/>
                              </a:lnTo>
                              <a:close/>
                              <a:moveTo>
                                <a:pt x="f11" y="f10"/>
                              </a:moveTo>
                              <a:lnTo>
                                <a:pt x="f5" y="f10"/>
                              </a:lnTo>
                              <a:lnTo>
                                <a:pt x="f11" y="f12"/>
                              </a:lnTo>
                              <a:lnTo>
                                <a:pt x="f11" y="f10"/>
                              </a:lnTo>
                              <a:close/>
                              <a:moveTo>
                                <a:pt x="f11" y="f12"/>
                              </a:moveTo>
                              <a:lnTo>
                                <a:pt x="f11" y="f12"/>
                              </a:lnTo>
                              <a:lnTo>
                                <a:pt x="f6" y="f13"/>
                              </a:lnTo>
                              <a:lnTo>
                                <a:pt x="f6" y="f7"/>
                              </a:lnTo>
                              <a:lnTo>
                                <a:pt x="f11" y="f10"/>
                              </a:lnTo>
                              <a:lnTo>
                                <a:pt x="f11" y="f1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9E5247" w:rsidRDefault="009E5247" w:rsidP="00DA09D1"/>
                        </w:txbxContent>
                      </wps:txbx>
                      <wps:bodyPr vert="horz" wrap="square" lIns="0" tIns="0" rIns="0" bIns="0" anchor="t" anchorCtr="0" compatLnSpc="0"/>
                    </wps:wsp>
                    <wps:wsp>
                      <wps:cNvPr id="39" name="Freeform 96"/>
                      <wps:cNvSpPr/>
                      <wps:spPr>
                        <a:xfrm>
                          <a:off x="266757" y="403917"/>
                          <a:ext cx="25557" cy="30595"/>
                        </a:xfrm>
                        <a:custGeom>
                          <a:avLst/>
                          <a:gdLst>
                            <a:gd name="f0" fmla="val 10800000"/>
                            <a:gd name="f1" fmla="val 5400000"/>
                            <a:gd name="f2" fmla="val 180"/>
                            <a:gd name="f3" fmla="val w"/>
                            <a:gd name="f4" fmla="val h"/>
                            <a:gd name="f5" fmla="val 0"/>
                            <a:gd name="f6" fmla="val 40"/>
                            <a:gd name="f7" fmla="val 49"/>
                            <a:gd name="f8" fmla="val 20"/>
                            <a:gd name="f9" fmla="val 5"/>
                            <a:gd name="f10" fmla="val 34"/>
                            <a:gd name="f11" fmla="val 29"/>
                            <a:gd name="f12" fmla="val 15"/>
                            <a:gd name="f13" fmla="val 44"/>
                            <a:gd name="f14" fmla="+- 0 0 0"/>
                            <a:gd name="f15" fmla="*/ f3 1 40"/>
                            <a:gd name="f16" fmla="*/ f4 1 49"/>
                            <a:gd name="f17" fmla="+- f7 0 f5"/>
                            <a:gd name="f18" fmla="+- f6 0 f5"/>
                            <a:gd name="f19" fmla="*/ f14 f0 1"/>
                            <a:gd name="f20" fmla="*/ f18 1 40"/>
                            <a:gd name="f21" fmla="*/ f17 1 49"/>
                            <a:gd name="f22" fmla="*/ 20 f18 1"/>
                            <a:gd name="f23" fmla="*/ 0 f17 1"/>
                            <a:gd name="f24" fmla="*/ 5 f18 1"/>
                            <a:gd name="f25" fmla="*/ 34 f17 1"/>
                            <a:gd name="f26" fmla="*/ 0 f18 1"/>
                            <a:gd name="f27" fmla="*/ 29 f17 1"/>
                            <a:gd name="f28" fmla="*/ 15 f18 1"/>
                            <a:gd name="f29" fmla="*/ 40 f18 1"/>
                            <a:gd name="f30" fmla="*/ 44 f17 1"/>
                            <a:gd name="f31" fmla="*/ 49 f17 1"/>
                            <a:gd name="f32" fmla="*/ f19 1 f2"/>
                            <a:gd name="f33" fmla="*/ f22 1 40"/>
                            <a:gd name="f34" fmla="*/ f23 1 49"/>
                            <a:gd name="f35" fmla="*/ f24 1 40"/>
                            <a:gd name="f36" fmla="*/ f25 1 49"/>
                            <a:gd name="f37" fmla="*/ f26 1 40"/>
                            <a:gd name="f38" fmla="*/ f27 1 49"/>
                            <a:gd name="f39" fmla="*/ f28 1 40"/>
                            <a:gd name="f40" fmla="*/ f29 1 40"/>
                            <a:gd name="f41" fmla="*/ f30 1 49"/>
                            <a:gd name="f42" fmla="*/ f31 1 49"/>
                            <a:gd name="f43" fmla="*/ 0 1 f20"/>
                            <a:gd name="f44" fmla="*/ f6 1 f20"/>
                            <a:gd name="f45" fmla="*/ 0 1 f21"/>
                            <a:gd name="f46" fmla="*/ f7 1 f21"/>
                            <a:gd name="f47" fmla="+- f32 0 f1"/>
                            <a:gd name="f48" fmla="*/ f33 1 f20"/>
                            <a:gd name="f49" fmla="*/ f34 1 f21"/>
                            <a:gd name="f50" fmla="*/ f35 1 f20"/>
                            <a:gd name="f51" fmla="*/ f36 1 f21"/>
                            <a:gd name="f52" fmla="*/ f37 1 f20"/>
                            <a:gd name="f53" fmla="*/ f38 1 f21"/>
                            <a:gd name="f54" fmla="*/ f39 1 f20"/>
                            <a:gd name="f55" fmla="*/ f40 1 f20"/>
                            <a:gd name="f56" fmla="*/ f41 1 f21"/>
                            <a:gd name="f57" fmla="*/ f42 1 f21"/>
                            <a:gd name="f58" fmla="*/ f43 f15 1"/>
                            <a:gd name="f59" fmla="*/ f44 f15 1"/>
                            <a:gd name="f60" fmla="*/ f46 f16 1"/>
                            <a:gd name="f61" fmla="*/ f45 f16 1"/>
                            <a:gd name="f62" fmla="*/ f48 f15 1"/>
                            <a:gd name="f63" fmla="*/ f49 f16 1"/>
                            <a:gd name="f64" fmla="*/ f50 f15 1"/>
                            <a:gd name="f65" fmla="*/ f51 f16 1"/>
                            <a:gd name="f66" fmla="*/ f52 f15 1"/>
                            <a:gd name="f67" fmla="*/ f53 f16 1"/>
                            <a:gd name="f68" fmla="*/ f54 f15 1"/>
                            <a:gd name="f69" fmla="*/ f55 f15 1"/>
                            <a:gd name="f70" fmla="*/ f56 f16 1"/>
                            <a:gd name="f71" fmla="*/ f57 f16 1"/>
                          </a:gdLst>
                          <a:ahLst/>
                          <a:cxnLst/>
                          <a:rect l="f58" t="f61" r="f59" b="f60"/>
                          <a:pathLst>
                            <a:path w="40" h="49">
                              <a:moveTo>
                                <a:pt x="f8" y="f5"/>
                              </a:moveTo>
                              <a:lnTo>
                                <a:pt x="f9" y="f10"/>
                              </a:lnTo>
                              <a:lnTo>
                                <a:pt x="f5" y="f11"/>
                              </a:lnTo>
                              <a:lnTo>
                                <a:pt x="f12" y="f5"/>
                              </a:lnTo>
                              <a:lnTo>
                                <a:pt x="f8" y="f5"/>
                              </a:lnTo>
                              <a:close/>
                              <a:moveTo>
                                <a:pt x="f5" y="f10"/>
                              </a:moveTo>
                              <a:lnTo>
                                <a:pt x="f5" y="f10"/>
                              </a:lnTo>
                              <a:lnTo>
                                <a:pt x="f5" y="f11"/>
                              </a:lnTo>
                              <a:lnTo>
                                <a:pt x="f5" y="f10"/>
                              </a:lnTo>
                              <a:close/>
                              <a:moveTo>
                                <a:pt x="f5" y="f11"/>
                              </a:moveTo>
                              <a:lnTo>
                                <a:pt x="f9" y="f11"/>
                              </a:lnTo>
                              <a:lnTo>
                                <a:pt x="f6" y="f13"/>
                              </a:lnTo>
                              <a:lnTo>
                                <a:pt x="f6" y="f7"/>
                              </a:lnTo>
                              <a:lnTo>
                                <a:pt x="f5" y="f10"/>
                              </a:lnTo>
                              <a:lnTo>
                                <a:pt x="f5" y="f1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9E5247" w:rsidRDefault="009E5247" w:rsidP="00DA09D1"/>
                        </w:txbxContent>
                      </wps:txbx>
                      <wps:bodyPr vert="horz" wrap="square" lIns="0" tIns="0" rIns="0" bIns="0" anchor="t" anchorCtr="0" compatLnSpc="0"/>
                    </wps:wsp>
                    <wps:wsp>
                      <wps:cNvPr id="40" name="Freeform 97"/>
                      <wps:cNvSpPr/>
                      <wps:spPr>
                        <a:xfrm>
                          <a:off x="282604" y="397443"/>
                          <a:ext cx="25557" cy="30595"/>
                        </a:xfrm>
                        <a:custGeom>
                          <a:avLst/>
                          <a:gdLst>
                            <a:gd name="f0" fmla="val 10800000"/>
                            <a:gd name="f1" fmla="val 5400000"/>
                            <a:gd name="f2" fmla="val 180"/>
                            <a:gd name="f3" fmla="val w"/>
                            <a:gd name="f4" fmla="val h"/>
                            <a:gd name="f5" fmla="val 0"/>
                            <a:gd name="f6" fmla="val 40"/>
                            <a:gd name="f7" fmla="val 49"/>
                            <a:gd name="f8" fmla="val 20"/>
                            <a:gd name="f9" fmla="val 5"/>
                            <a:gd name="f10" fmla="val 35"/>
                            <a:gd name="f11" fmla="val 15"/>
                            <a:gd name="f12" fmla="+- 0 0 0"/>
                            <a:gd name="f13" fmla="*/ f3 1 40"/>
                            <a:gd name="f14" fmla="*/ f4 1 49"/>
                            <a:gd name="f15" fmla="+- f7 0 f5"/>
                            <a:gd name="f16" fmla="+- f6 0 f5"/>
                            <a:gd name="f17" fmla="*/ f12 f0 1"/>
                            <a:gd name="f18" fmla="*/ f16 1 40"/>
                            <a:gd name="f19" fmla="*/ f15 1 49"/>
                            <a:gd name="f20" fmla="*/ 20 f16 1"/>
                            <a:gd name="f21" fmla="*/ 5 f15 1"/>
                            <a:gd name="f22" fmla="*/ 5 f16 1"/>
                            <a:gd name="f23" fmla="*/ 35 f15 1"/>
                            <a:gd name="f24" fmla="*/ 0 f16 1"/>
                            <a:gd name="f25" fmla="*/ 15 f16 1"/>
                            <a:gd name="f26" fmla="*/ 0 f15 1"/>
                            <a:gd name="f27" fmla="*/ 40 f16 1"/>
                            <a:gd name="f28" fmla="*/ 49 f15 1"/>
                            <a:gd name="f29" fmla="*/ f17 1 f2"/>
                            <a:gd name="f30" fmla="*/ f20 1 40"/>
                            <a:gd name="f31" fmla="*/ f21 1 49"/>
                            <a:gd name="f32" fmla="*/ f22 1 40"/>
                            <a:gd name="f33" fmla="*/ f23 1 49"/>
                            <a:gd name="f34" fmla="*/ f24 1 40"/>
                            <a:gd name="f35" fmla="*/ f25 1 40"/>
                            <a:gd name="f36" fmla="*/ f26 1 49"/>
                            <a:gd name="f37" fmla="*/ f27 1 40"/>
                            <a:gd name="f38" fmla="*/ f28 1 49"/>
                            <a:gd name="f39" fmla="*/ 0 1 f18"/>
                            <a:gd name="f40" fmla="*/ f6 1 f18"/>
                            <a:gd name="f41" fmla="*/ 0 1 f19"/>
                            <a:gd name="f42" fmla="*/ f7 1 f19"/>
                            <a:gd name="f43" fmla="+- f29 0 f1"/>
                            <a:gd name="f44" fmla="*/ f30 1 f18"/>
                            <a:gd name="f45" fmla="*/ f31 1 f19"/>
                            <a:gd name="f46" fmla="*/ f32 1 f18"/>
                            <a:gd name="f47" fmla="*/ f33 1 f19"/>
                            <a:gd name="f48" fmla="*/ f34 1 f18"/>
                            <a:gd name="f49" fmla="*/ f35 1 f18"/>
                            <a:gd name="f50" fmla="*/ f36 1 f19"/>
                            <a:gd name="f51" fmla="*/ f37 1 f18"/>
                            <a:gd name="f52" fmla="*/ f38 1 f19"/>
                            <a:gd name="f53" fmla="*/ f39 f13 1"/>
                            <a:gd name="f54" fmla="*/ f40 f13 1"/>
                            <a:gd name="f55" fmla="*/ f42 f14 1"/>
                            <a:gd name="f56" fmla="*/ f41 f14 1"/>
                            <a:gd name="f57" fmla="*/ f44 f13 1"/>
                            <a:gd name="f58" fmla="*/ f45 f14 1"/>
                            <a:gd name="f59" fmla="*/ f46 f13 1"/>
                            <a:gd name="f60" fmla="*/ f47 f14 1"/>
                            <a:gd name="f61" fmla="*/ f48 f13 1"/>
                            <a:gd name="f62" fmla="*/ f49 f13 1"/>
                            <a:gd name="f63" fmla="*/ f50 f14 1"/>
                            <a:gd name="f64" fmla="*/ f51 f13 1"/>
                            <a:gd name="f65" fmla="*/ f52 f14 1"/>
                          </a:gdLst>
                          <a:ahLst/>
                          <a:cxnLst/>
                          <a:rect l="f53" t="f56" r="f54" b="f55"/>
                          <a:pathLst>
                            <a:path w="40" h="49">
                              <a:moveTo>
                                <a:pt x="f8" y="f9"/>
                              </a:moveTo>
                              <a:lnTo>
                                <a:pt x="f9" y="f10"/>
                              </a:lnTo>
                              <a:lnTo>
                                <a:pt x="f5" y="f10"/>
                              </a:lnTo>
                              <a:lnTo>
                                <a:pt x="f11" y="f5"/>
                              </a:lnTo>
                              <a:lnTo>
                                <a:pt x="f8" y="f9"/>
                              </a:lnTo>
                              <a:close/>
                              <a:moveTo>
                                <a:pt x="f9" y="f10"/>
                              </a:moveTo>
                              <a:lnTo>
                                <a:pt x="f5" y="f10"/>
                              </a:lnTo>
                              <a:lnTo>
                                <a:pt x="f9" y="f10"/>
                              </a:lnTo>
                              <a:close/>
                              <a:moveTo>
                                <a:pt x="f5" y="f10"/>
                              </a:moveTo>
                              <a:lnTo>
                                <a:pt x="f9" y="f10"/>
                              </a:lnTo>
                              <a:lnTo>
                                <a:pt x="f6" y="f7"/>
                              </a:lnTo>
                              <a:lnTo>
                                <a:pt x="f9" y="f10"/>
                              </a:lnTo>
                              <a:lnTo>
                                <a:pt x="f5" y="f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9E5247" w:rsidRDefault="009E5247" w:rsidP="00DA09D1"/>
                        </w:txbxContent>
                      </wps:txbx>
                      <wps:bodyPr vert="horz" wrap="square" lIns="0" tIns="0" rIns="0" bIns="0" anchor="t" anchorCtr="0" compatLnSpc="0"/>
                    </wps:wsp>
                    <wps:wsp>
                      <wps:cNvPr id="41" name="Freeform 98"/>
                      <wps:cNvSpPr/>
                      <wps:spPr>
                        <a:xfrm>
                          <a:off x="298441" y="391317"/>
                          <a:ext cx="28081" cy="30595"/>
                        </a:xfrm>
                        <a:custGeom>
                          <a:avLst/>
                          <a:gdLst>
                            <a:gd name="f0" fmla="val 10800000"/>
                            <a:gd name="f1" fmla="val 5400000"/>
                            <a:gd name="f2" fmla="val 180"/>
                            <a:gd name="f3" fmla="val w"/>
                            <a:gd name="f4" fmla="val h"/>
                            <a:gd name="f5" fmla="val 0"/>
                            <a:gd name="f6" fmla="val 45"/>
                            <a:gd name="f7" fmla="val 49"/>
                            <a:gd name="f8" fmla="val 15"/>
                            <a:gd name="f9" fmla="val 5"/>
                            <a:gd name="f10" fmla="val 35"/>
                            <a:gd name="f11" fmla="val 10"/>
                            <a:gd name="f12" fmla="val 40"/>
                            <a:gd name="f13" fmla="+- 0 0 0"/>
                            <a:gd name="f14" fmla="*/ f3 1 45"/>
                            <a:gd name="f15" fmla="*/ f4 1 49"/>
                            <a:gd name="f16" fmla="+- f7 0 f5"/>
                            <a:gd name="f17" fmla="+- f6 0 f5"/>
                            <a:gd name="f18" fmla="*/ f13 f0 1"/>
                            <a:gd name="f19" fmla="*/ f17 1 45"/>
                            <a:gd name="f20" fmla="*/ f16 1 49"/>
                            <a:gd name="f21" fmla="*/ 15 f17 1"/>
                            <a:gd name="f22" fmla="*/ 5 f16 1"/>
                            <a:gd name="f23" fmla="*/ 5 f17 1"/>
                            <a:gd name="f24" fmla="*/ 35 f16 1"/>
                            <a:gd name="f25" fmla="*/ 0 f17 1"/>
                            <a:gd name="f26" fmla="*/ 10 f17 1"/>
                            <a:gd name="f27" fmla="*/ 0 f16 1"/>
                            <a:gd name="f28" fmla="*/ 40 f16 1"/>
                            <a:gd name="f29" fmla="*/ 45 f17 1"/>
                            <a:gd name="f30" fmla="*/ 45 f16 1"/>
                            <a:gd name="f31" fmla="*/ 49 f16 1"/>
                            <a:gd name="f32" fmla="*/ f18 1 f2"/>
                            <a:gd name="f33" fmla="*/ f21 1 45"/>
                            <a:gd name="f34" fmla="*/ f22 1 49"/>
                            <a:gd name="f35" fmla="*/ f23 1 45"/>
                            <a:gd name="f36" fmla="*/ f24 1 49"/>
                            <a:gd name="f37" fmla="*/ f25 1 45"/>
                            <a:gd name="f38" fmla="*/ f26 1 45"/>
                            <a:gd name="f39" fmla="*/ f27 1 49"/>
                            <a:gd name="f40" fmla="*/ f28 1 49"/>
                            <a:gd name="f41" fmla="*/ f29 1 45"/>
                            <a:gd name="f42" fmla="*/ f30 1 49"/>
                            <a:gd name="f43" fmla="*/ f31 1 49"/>
                            <a:gd name="f44" fmla="*/ 0 1 f19"/>
                            <a:gd name="f45" fmla="*/ f6 1 f19"/>
                            <a:gd name="f46" fmla="*/ 0 1 f20"/>
                            <a:gd name="f47" fmla="*/ f7 1 f20"/>
                            <a:gd name="f48" fmla="+- f32 0 f1"/>
                            <a:gd name="f49" fmla="*/ f33 1 f19"/>
                            <a:gd name="f50" fmla="*/ f34 1 f20"/>
                            <a:gd name="f51" fmla="*/ f35 1 f19"/>
                            <a:gd name="f52" fmla="*/ f36 1 f20"/>
                            <a:gd name="f53" fmla="*/ f37 1 f19"/>
                            <a:gd name="f54" fmla="*/ f38 1 f19"/>
                            <a:gd name="f55" fmla="*/ f39 1 f20"/>
                            <a:gd name="f56" fmla="*/ f40 1 f20"/>
                            <a:gd name="f57" fmla="*/ f41 1 f19"/>
                            <a:gd name="f58" fmla="*/ f42 1 f20"/>
                            <a:gd name="f59" fmla="*/ f43 1 f20"/>
                            <a:gd name="f60" fmla="*/ f44 f14 1"/>
                            <a:gd name="f61" fmla="*/ f45 f14 1"/>
                            <a:gd name="f62" fmla="*/ f47 f15 1"/>
                            <a:gd name="f63" fmla="*/ f46 f15 1"/>
                            <a:gd name="f64" fmla="*/ f49 f14 1"/>
                            <a:gd name="f65" fmla="*/ f50 f15 1"/>
                            <a:gd name="f66" fmla="*/ f51 f14 1"/>
                            <a:gd name="f67" fmla="*/ f52 f15 1"/>
                            <a:gd name="f68" fmla="*/ f53 f14 1"/>
                            <a:gd name="f69" fmla="*/ f54 f14 1"/>
                            <a:gd name="f70" fmla="*/ f55 f15 1"/>
                            <a:gd name="f71" fmla="*/ f56 f15 1"/>
                            <a:gd name="f72" fmla="*/ f57 f14 1"/>
                            <a:gd name="f73" fmla="*/ f58 f15 1"/>
                            <a:gd name="f74" fmla="*/ f59 f15 1"/>
                          </a:gdLst>
                          <a:ahLst/>
                          <a:cxnLst/>
                          <a:rect l="f60" t="f63" r="f61" b="f62"/>
                          <a:pathLst>
                            <a:path w="45" h="49">
                              <a:moveTo>
                                <a:pt x="f8" y="f9"/>
                              </a:moveTo>
                              <a:lnTo>
                                <a:pt x="f9" y="f10"/>
                              </a:lnTo>
                              <a:lnTo>
                                <a:pt x="f5" y="f10"/>
                              </a:lnTo>
                              <a:lnTo>
                                <a:pt x="f11" y="f5"/>
                              </a:lnTo>
                              <a:lnTo>
                                <a:pt x="f8" y="f9"/>
                              </a:lnTo>
                              <a:close/>
                              <a:moveTo>
                                <a:pt x="f9" y="f12"/>
                              </a:moveTo>
                              <a:lnTo>
                                <a:pt x="f5" y="f12"/>
                              </a:lnTo>
                              <a:lnTo>
                                <a:pt x="f5" y="f10"/>
                              </a:lnTo>
                              <a:lnTo>
                                <a:pt x="f9" y="f12"/>
                              </a:lnTo>
                              <a:close/>
                              <a:moveTo>
                                <a:pt x="f5" y="f10"/>
                              </a:moveTo>
                              <a:lnTo>
                                <a:pt x="f9" y="f10"/>
                              </a:lnTo>
                              <a:lnTo>
                                <a:pt x="f6" y="f6"/>
                              </a:lnTo>
                              <a:lnTo>
                                <a:pt x="f6" y="f7"/>
                              </a:lnTo>
                              <a:lnTo>
                                <a:pt x="f9" y="f12"/>
                              </a:lnTo>
                              <a:lnTo>
                                <a:pt x="f5" y="f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9E5247" w:rsidRDefault="009E5247" w:rsidP="00DA09D1"/>
                        </w:txbxContent>
                      </wps:txbx>
                      <wps:bodyPr vert="horz" wrap="square" lIns="0" tIns="0" rIns="0" bIns="0" anchor="t" anchorCtr="0" compatLnSpc="0"/>
                    </wps:wsp>
                    <wps:wsp>
                      <wps:cNvPr id="42" name="Freeform 99"/>
                      <wps:cNvSpPr/>
                      <wps:spPr>
                        <a:xfrm>
                          <a:off x="390604" y="315724"/>
                          <a:ext cx="38523" cy="21963"/>
                        </a:xfrm>
                        <a:custGeom>
                          <a:avLst/>
                          <a:gdLst>
                            <a:gd name="f0" fmla="val 10800000"/>
                            <a:gd name="f1" fmla="val 5400000"/>
                            <a:gd name="f2" fmla="val 180"/>
                            <a:gd name="f3" fmla="val w"/>
                            <a:gd name="f4" fmla="val h"/>
                            <a:gd name="f5" fmla="val 0"/>
                            <a:gd name="f6" fmla="val 60"/>
                            <a:gd name="f7" fmla="val 34"/>
                            <a:gd name="f8" fmla="val 20"/>
                            <a:gd name="f9" fmla="val 29"/>
                            <a:gd name="f10" fmla="val 15"/>
                            <a:gd name="f11" fmla="val 55"/>
                            <a:gd name="f12" fmla="val 19"/>
                            <a:gd name="f13" fmla="+- 0 0 0"/>
                            <a:gd name="f14" fmla="*/ f3 1 60"/>
                            <a:gd name="f15" fmla="*/ f4 1 34"/>
                            <a:gd name="f16" fmla="+- f7 0 f5"/>
                            <a:gd name="f17" fmla="+- f6 0 f5"/>
                            <a:gd name="f18" fmla="*/ f13 f0 1"/>
                            <a:gd name="f19" fmla="*/ f17 1 60"/>
                            <a:gd name="f20" fmla="*/ f16 1 34"/>
                            <a:gd name="f21" fmla="*/ 0 f17 1"/>
                            <a:gd name="f22" fmla="*/ 0 f16 1"/>
                            <a:gd name="f23" fmla="*/ 20 f17 1"/>
                            <a:gd name="f24" fmla="*/ 29 f16 1"/>
                            <a:gd name="f25" fmla="*/ 15 f17 1"/>
                            <a:gd name="f26" fmla="*/ 34 f16 1"/>
                            <a:gd name="f27" fmla="*/ 55 f17 1"/>
                            <a:gd name="f28" fmla="*/ 15 f16 1"/>
                            <a:gd name="f29" fmla="*/ 60 f17 1"/>
                            <a:gd name="f30" fmla="*/ 19 f16 1"/>
                            <a:gd name="f31" fmla="*/ f18 1 f2"/>
                            <a:gd name="f32" fmla="*/ f21 1 60"/>
                            <a:gd name="f33" fmla="*/ f22 1 34"/>
                            <a:gd name="f34" fmla="*/ f23 1 60"/>
                            <a:gd name="f35" fmla="*/ f24 1 34"/>
                            <a:gd name="f36" fmla="*/ f25 1 60"/>
                            <a:gd name="f37" fmla="*/ f26 1 34"/>
                            <a:gd name="f38" fmla="*/ f27 1 60"/>
                            <a:gd name="f39" fmla="*/ f28 1 34"/>
                            <a:gd name="f40" fmla="*/ f29 1 60"/>
                            <a:gd name="f41" fmla="*/ f30 1 34"/>
                            <a:gd name="f42" fmla="*/ 0 1 f19"/>
                            <a:gd name="f43" fmla="*/ f6 1 f19"/>
                            <a:gd name="f44" fmla="*/ 0 1 f20"/>
                            <a:gd name="f45" fmla="*/ f7 1 f20"/>
                            <a:gd name="f46" fmla="+- f31 0 f1"/>
                            <a:gd name="f47" fmla="*/ f32 1 f19"/>
                            <a:gd name="f48" fmla="*/ f33 1 f20"/>
                            <a:gd name="f49" fmla="*/ f34 1 f19"/>
                            <a:gd name="f50" fmla="*/ f35 1 f20"/>
                            <a:gd name="f51" fmla="*/ f36 1 f19"/>
                            <a:gd name="f52" fmla="*/ f37 1 f20"/>
                            <a:gd name="f53" fmla="*/ f38 1 f19"/>
                            <a:gd name="f54" fmla="*/ f39 1 f20"/>
                            <a:gd name="f55" fmla="*/ f40 1 f19"/>
                            <a:gd name="f56" fmla="*/ f41 1 f20"/>
                            <a:gd name="f57" fmla="*/ f42 f14 1"/>
                            <a:gd name="f58" fmla="*/ f43 f14 1"/>
                            <a:gd name="f59" fmla="*/ f45 f15 1"/>
                            <a:gd name="f60" fmla="*/ f44 f15 1"/>
                            <a:gd name="f61" fmla="*/ f47 f14 1"/>
                            <a:gd name="f62" fmla="*/ f48 f15 1"/>
                            <a:gd name="f63" fmla="*/ f49 f14 1"/>
                            <a:gd name="f64" fmla="*/ f50 f15 1"/>
                            <a:gd name="f65" fmla="*/ f51 f14 1"/>
                            <a:gd name="f66" fmla="*/ f52 f15 1"/>
                            <a:gd name="f67" fmla="*/ f53 f14 1"/>
                            <a:gd name="f68" fmla="*/ f54 f15 1"/>
                            <a:gd name="f69" fmla="*/ f55 f14 1"/>
                            <a:gd name="f70" fmla="*/ f56 f15 1"/>
                          </a:gdLst>
                          <a:ahLst/>
                          <a:cxnLst/>
                          <a:rect l="f57" t="f60" r="f58" b="f59"/>
                          <a:pathLst>
                            <a:path w="60" h="34">
                              <a:moveTo>
                                <a:pt x="f5" y="f5"/>
                              </a:moveTo>
                              <a:lnTo>
                                <a:pt x="f8" y="f9"/>
                              </a:lnTo>
                              <a:lnTo>
                                <a:pt x="f10" y="f9"/>
                              </a:lnTo>
                              <a:lnTo>
                                <a:pt x="f5" y="f5"/>
                              </a:lnTo>
                              <a:close/>
                              <a:moveTo>
                                <a:pt x="f10" y="f7"/>
                              </a:moveTo>
                              <a:lnTo>
                                <a:pt x="f10" y="f7"/>
                              </a:lnTo>
                              <a:lnTo>
                                <a:pt x="f10" y="f9"/>
                              </a:lnTo>
                              <a:lnTo>
                                <a:pt x="f10" y="f7"/>
                              </a:lnTo>
                              <a:close/>
                              <a:moveTo>
                                <a:pt x="f10" y="f9"/>
                              </a:moveTo>
                              <a:lnTo>
                                <a:pt x="f10" y="f9"/>
                              </a:lnTo>
                              <a:lnTo>
                                <a:pt x="f11" y="f10"/>
                              </a:lnTo>
                              <a:lnTo>
                                <a:pt x="f6" y="f12"/>
                              </a:lnTo>
                              <a:lnTo>
                                <a:pt x="f10" y="f7"/>
                              </a:lnTo>
                              <a:lnTo>
                                <a:pt x="f10" y="f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9E5247" w:rsidRDefault="009E5247" w:rsidP="00DA09D1"/>
                        </w:txbxContent>
                      </wps:txbx>
                      <wps:bodyPr vert="horz" wrap="square" lIns="0" tIns="0" rIns="0" bIns="0" anchor="t" anchorCtr="0" compatLnSpc="0"/>
                    </wps:wsp>
                    <wps:wsp>
                      <wps:cNvPr id="43" name="Freeform 100"/>
                      <wps:cNvSpPr/>
                      <wps:spPr>
                        <a:xfrm>
                          <a:off x="380884" y="327602"/>
                          <a:ext cx="38523" cy="22677"/>
                        </a:xfrm>
                        <a:custGeom>
                          <a:avLst/>
                          <a:gdLst>
                            <a:gd name="f0" fmla="val 10800000"/>
                            <a:gd name="f1" fmla="val 5400000"/>
                            <a:gd name="f2" fmla="val 180"/>
                            <a:gd name="f3" fmla="val w"/>
                            <a:gd name="f4" fmla="val h"/>
                            <a:gd name="f5" fmla="val 0"/>
                            <a:gd name="f6" fmla="val 60"/>
                            <a:gd name="f7" fmla="val 35"/>
                            <a:gd name="f8" fmla="val 5"/>
                            <a:gd name="f9" fmla="val 20"/>
                            <a:gd name="f10" fmla="val 30"/>
                            <a:gd name="f11" fmla="val 15"/>
                            <a:gd name="f12" fmla="val 25"/>
                            <a:gd name="f13" fmla="+- 0 0 0"/>
                            <a:gd name="f14" fmla="*/ f3 1 60"/>
                            <a:gd name="f15" fmla="*/ f4 1 35"/>
                            <a:gd name="f16" fmla="+- f7 0 f5"/>
                            <a:gd name="f17" fmla="+- f6 0 f5"/>
                            <a:gd name="f18" fmla="*/ f13 f0 1"/>
                            <a:gd name="f19" fmla="*/ f17 1 60"/>
                            <a:gd name="f20" fmla="*/ f16 1 35"/>
                            <a:gd name="f21" fmla="*/ 5 f17 1"/>
                            <a:gd name="f22" fmla="*/ 0 f16 1"/>
                            <a:gd name="f23" fmla="*/ 20 f17 1"/>
                            <a:gd name="f24" fmla="*/ 30 f16 1"/>
                            <a:gd name="f25" fmla="*/ 15 f17 1"/>
                            <a:gd name="f26" fmla="*/ 0 f17 1"/>
                            <a:gd name="f27" fmla="*/ 35 f16 1"/>
                            <a:gd name="f28" fmla="*/ 60 f17 1"/>
                            <a:gd name="f29" fmla="*/ 20 f16 1"/>
                            <a:gd name="f30" fmla="*/ 25 f16 1"/>
                            <a:gd name="f31" fmla="*/ f18 1 f2"/>
                            <a:gd name="f32" fmla="*/ f21 1 60"/>
                            <a:gd name="f33" fmla="*/ f22 1 35"/>
                            <a:gd name="f34" fmla="*/ f23 1 60"/>
                            <a:gd name="f35" fmla="*/ f24 1 35"/>
                            <a:gd name="f36" fmla="*/ f25 1 60"/>
                            <a:gd name="f37" fmla="*/ f26 1 60"/>
                            <a:gd name="f38" fmla="*/ f27 1 35"/>
                            <a:gd name="f39" fmla="*/ f28 1 60"/>
                            <a:gd name="f40" fmla="*/ f29 1 35"/>
                            <a:gd name="f41" fmla="*/ f30 1 35"/>
                            <a:gd name="f42" fmla="*/ 0 1 f19"/>
                            <a:gd name="f43" fmla="*/ f6 1 f19"/>
                            <a:gd name="f44" fmla="*/ 0 1 f20"/>
                            <a:gd name="f45" fmla="*/ f7 1 f20"/>
                            <a:gd name="f46" fmla="+- f31 0 f1"/>
                            <a:gd name="f47" fmla="*/ f32 1 f19"/>
                            <a:gd name="f48" fmla="*/ f33 1 f20"/>
                            <a:gd name="f49" fmla="*/ f34 1 f19"/>
                            <a:gd name="f50" fmla="*/ f35 1 f20"/>
                            <a:gd name="f51" fmla="*/ f36 1 f19"/>
                            <a:gd name="f52" fmla="*/ f37 1 f19"/>
                            <a:gd name="f53" fmla="*/ f38 1 f20"/>
                            <a:gd name="f54" fmla="*/ f39 1 f19"/>
                            <a:gd name="f55" fmla="*/ f40 1 f20"/>
                            <a:gd name="f56" fmla="*/ f41 1 f20"/>
                            <a:gd name="f57" fmla="*/ f42 f14 1"/>
                            <a:gd name="f58" fmla="*/ f43 f14 1"/>
                            <a:gd name="f59" fmla="*/ f45 f15 1"/>
                            <a:gd name="f60" fmla="*/ f44 f15 1"/>
                            <a:gd name="f61" fmla="*/ f47 f14 1"/>
                            <a:gd name="f62" fmla="*/ f48 f15 1"/>
                            <a:gd name="f63" fmla="*/ f49 f14 1"/>
                            <a:gd name="f64" fmla="*/ f50 f15 1"/>
                            <a:gd name="f65" fmla="*/ f51 f14 1"/>
                            <a:gd name="f66" fmla="*/ f52 f14 1"/>
                            <a:gd name="f67" fmla="*/ f53 f15 1"/>
                            <a:gd name="f68" fmla="*/ f54 f14 1"/>
                            <a:gd name="f69" fmla="*/ f55 f15 1"/>
                            <a:gd name="f70" fmla="*/ f56 f15 1"/>
                          </a:gdLst>
                          <a:ahLst/>
                          <a:cxnLst/>
                          <a:rect l="f57" t="f60" r="f58" b="f59"/>
                          <a:pathLst>
                            <a:path w="60" h="35">
                              <a:moveTo>
                                <a:pt x="f8" y="f5"/>
                              </a:moveTo>
                              <a:lnTo>
                                <a:pt x="f9" y="f10"/>
                              </a:lnTo>
                              <a:lnTo>
                                <a:pt x="f11" y="f10"/>
                              </a:lnTo>
                              <a:lnTo>
                                <a:pt x="f5" y="f5"/>
                              </a:lnTo>
                              <a:lnTo>
                                <a:pt x="f8" y="f5"/>
                              </a:lnTo>
                              <a:close/>
                              <a:moveTo>
                                <a:pt x="f9" y="f7"/>
                              </a:moveTo>
                              <a:lnTo>
                                <a:pt x="f11" y="f7"/>
                              </a:lnTo>
                              <a:lnTo>
                                <a:pt x="f11" y="f10"/>
                              </a:lnTo>
                              <a:lnTo>
                                <a:pt x="f9" y="f7"/>
                              </a:lnTo>
                              <a:close/>
                              <a:moveTo>
                                <a:pt x="f11" y="f10"/>
                              </a:moveTo>
                              <a:lnTo>
                                <a:pt x="f11" y="f10"/>
                              </a:lnTo>
                              <a:lnTo>
                                <a:pt x="f6" y="f9"/>
                              </a:lnTo>
                              <a:lnTo>
                                <a:pt x="f6" y="f12"/>
                              </a:lnTo>
                              <a:lnTo>
                                <a:pt x="f9" y="f7"/>
                              </a:lnTo>
                              <a:lnTo>
                                <a:pt x="f11" y="f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9E5247" w:rsidRDefault="009E5247" w:rsidP="00DA09D1"/>
                        </w:txbxContent>
                      </wps:txbx>
                      <wps:bodyPr vert="horz" wrap="square" lIns="0" tIns="0" rIns="0" bIns="0" anchor="t" anchorCtr="0" compatLnSpc="0"/>
                    </wps:wsp>
                    <wps:wsp>
                      <wps:cNvPr id="44" name="Freeform 101"/>
                      <wps:cNvSpPr/>
                      <wps:spPr>
                        <a:xfrm>
                          <a:off x="374757" y="337322"/>
                          <a:ext cx="35277" cy="22677"/>
                        </a:xfrm>
                        <a:custGeom>
                          <a:avLst/>
                          <a:gdLst>
                            <a:gd name="f0" fmla="val 10800000"/>
                            <a:gd name="f1" fmla="val 5400000"/>
                            <a:gd name="f2" fmla="val 180"/>
                            <a:gd name="f3" fmla="val w"/>
                            <a:gd name="f4" fmla="val h"/>
                            <a:gd name="f5" fmla="val 0"/>
                            <a:gd name="f6" fmla="val 55"/>
                            <a:gd name="f7" fmla="val 35"/>
                            <a:gd name="f8" fmla="val 5"/>
                            <a:gd name="f9" fmla="val 15"/>
                            <a:gd name="f10" fmla="val 10"/>
                            <a:gd name="f11" fmla="val 30"/>
                            <a:gd name="f12" fmla="val 25"/>
                            <a:gd name="f13" fmla="+- 0 0 0"/>
                            <a:gd name="f14" fmla="*/ f3 1 55"/>
                            <a:gd name="f15" fmla="*/ f4 1 35"/>
                            <a:gd name="f16" fmla="+- f7 0 f5"/>
                            <a:gd name="f17" fmla="+- f6 0 f5"/>
                            <a:gd name="f18" fmla="*/ f13 f0 1"/>
                            <a:gd name="f19" fmla="*/ f17 1 55"/>
                            <a:gd name="f20" fmla="*/ f16 1 35"/>
                            <a:gd name="f21" fmla="*/ 5 f17 1"/>
                            <a:gd name="f22" fmla="*/ 0 f16 1"/>
                            <a:gd name="f23" fmla="*/ 15 f17 1"/>
                            <a:gd name="f24" fmla="*/ 35 f16 1"/>
                            <a:gd name="f25" fmla="*/ 10 f17 1"/>
                            <a:gd name="f26" fmla="*/ 0 f17 1"/>
                            <a:gd name="f27" fmla="*/ 5 f16 1"/>
                            <a:gd name="f28" fmla="*/ 30 f16 1"/>
                            <a:gd name="f29" fmla="*/ 55 f17 1"/>
                            <a:gd name="f30" fmla="*/ 25 f16 1"/>
                            <a:gd name="f31" fmla="*/ f18 1 f2"/>
                            <a:gd name="f32" fmla="*/ f21 1 55"/>
                            <a:gd name="f33" fmla="*/ f22 1 35"/>
                            <a:gd name="f34" fmla="*/ f23 1 55"/>
                            <a:gd name="f35" fmla="*/ f24 1 35"/>
                            <a:gd name="f36" fmla="*/ f25 1 55"/>
                            <a:gd name="f37" fmla="*/ f26 1 55"/>
                            <a:gd name="f38" fmla="*/ f27 1 35"/>
                            <a:gd name="f39" fmla="*/ f28 1 35"/>
                            <a:gd name="f40" fmla="*/ f29 1 55"/>
                            <a:gd name="f41" fmla="*/ f30 1 35"/>
                            <a:gd name="f42" fmla="*/ 0 1 f19"/>
                            <a:gd name="f43" fmla="*/ f6 1 f19"/>
                            <a:gd name="f44" fmla="*/ 0 1 f20"/>
                            <a:gd name="f45" fmla="*/ f7 1 f20"/>
                            <a:gd name="f46" fmla="+- f31 0 f1"/>
                            <a:gd name="f47" fmla="*/ f32 1 f19"/>
                            <a:gd name="f48" fmla="*/ f33 1 f20"/>
                            <a:gd name="f49" fmla="*/ f34 1 f19"/>
                            <a:gd name="f50" fmla="*/ f35 1 f20"/>
                            <a:gd name="f51" fmla="*/ f36 1 f19"/>
                            <a:gd name="f52" fmla="*/ f37 1 f19"/>
                            <a:gd name="f53" fmla="*/ f38 1 f20"/>
                            <a:gd name="f54" fmla="*/ f39 1 f20"/>
                            <a:gd name="f55" fmla="*/ f40 1 f19"/>
                            <a:gd name="f56" fmla="*/ f41 1 f20"/>
                            <a:gd name="f57" fmla="*/ f42 f14 1"/>
                            <a:gd name="f58" fmla="*/ f43 f14 1"/>
                            <a:gd name="f59" fmla="*/ f45 f15 1"/>
                            <a:gd name="f60" fmla="*/ f44 f15 1"/>
                            <a:gd name="f61" fmla="*/ f47 f14 1"/>
                            <a:gd name="f62" fmla="*/ f48 f15 1"/>
                            <a:gd name="f63" fmla="*/ f49 f14 1"/>
                            <a:gd name="f64" fmla="*/ f50 f15 1"/>
                            <a:gd name="f65" fmla="*/ f51 f14 1"/>
                            <a:gd name="f66" fmla="*/ f52 f14 1"/>
                            <a:gd name="f67" fmla="*/ f53 f15 1"/>
                            <a:gd name="f68" fmla="*/ f54 f15 1"/>
                            <a:gd name="f69" fmla="*/ f55 f14 1"/>
                            <a:gd name="f70" fmla="*/ f56 f15 1"/>
                          </a:gdLst>
                          <a:ahLst/>
                          <a:cxnLst/>
                          <a:rect l="f57" t="f60" r="f58" b="f59"/>
                          <a:pathLst>
                            <a:path w="55" h="35">
                              <a:moveTo>
                                <a:pt x="f8" y="f5"/>
                              </a:moveTo>
                              <a:lnTo>
                                <a:pt x="f9" y="f7"/>
                              </a:lnTo>
                              <a:lnTo>
                                <a:pt x="f10" y="f7"/>
                              </a:lnTo>
                              <a:lnTo>
                                <a:pt x="f5" y="f8"/>
                              </a:lnTo>
                              <a:lnTo>
                                <a:pt x="f8" y="f5"/>
                              </a:lnTo>
                              <a:close/>
                              <a:moveTo>
                                <a:pt x="f10" y="f7"/>
                              </a:moveTo>
                              <a:lnTo>
                                <a:pt x="f10" y="f7"/>
                              </a:lnTo>
                              <a:close/>
                              <a:moveTo>
                                <a:pt x="f10" y="f7"/>
                              </a:moveTo>
                              <a:lnTo>
                                <a:pt x="f10" y="f11"/>
                              </a:lnTo>
                              <a:lnTo>
                                <a:pt x="f6" y="f12"/>
                              </a:lnTo>
                              <a:lnTo>
                                <a:pt x="f6" y="f11"/>
                              </a:lnTo>
                              <a:lnTo>
                                <a:pt x="f10" y="f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9E5247" w:rsidRDefault="009E5247" w:rsidP="00DA09D1"/>
                        </w:txbxContent>
                      </wps:txbx>
                      <wps:bodyPr vert="horz" wrap="square" lIns="0" tIns="0" rIns="0" bIns="0" anchor="t" anchorCtr="0" compatLnSpc="0"/>
                    </wps:wsp>
                    <wps:wsp>
                      <wps:cNvPr id="45" name="Freeform 102"/>
                      <wps:cNvSpPr/>
                      <wps:spPr>
                        <a:xfrm>
                          <a:off x="365037" y="349922"/>
                          <a:ext cx="35277" cy="22677"/>
                        </a:xfrm>
                        <a:custGeom>
                          <a:avLst/>
                          <a:gdLst>
                            <a:gd name="f0" fmla="val 10800000"/>
                            <a:gd name="f1" fmla="val 5400000"/>
                            <a:gd name="f2" fmla="val 180"/>
                            <a:gd name="f3" fmla="val w"/>
                            <a:gd name="f4" fmla="val h"/>
                            <a:gd name="f5" fmla="val 0"/>
                            <a:gd name="f6" fmla="val 55"/>
                            <a:gd name="f7" fmla="val 35"/>
                            <a:gd name="f8" fmla="val 5"/>
                            <a:gd name="f9" fmla="val 10"/>
                            <a:gd name="f10" fmla="val 30"/>
                            <a:gd name="f11" fmla="val 50"/>
                            <a:gd name="f12" fmla="+- 0 0 0"/>
                            <a:gd name="f13" fmla="*/ f3 1 55"/>
                            <a:gd name="f14" fmla="*/ f4 1 35"/>
                            <a:gd name="f15" fmla="+- f7 0 f5"/>
                            <a:gd name="f16" fmla="+- f6 0 f5"/>
                            <a:gd name="f17" fmla="*/ f12 f0 1"/>
                            <a:gd name="f18" fmla="*/ f16 1 55"/>
                            <a:gd name="f19" fmla="*/ f15 1 35"/>
                            <a:gd name="f20" fmla="*/ 5 f16 1"/>
                            <a:gd name="f21" fmla="*/ 0 f15 1"/>
                            <a:gd name="f22" fmla="*/ 10 f16 1"/>
                            <a:gd name="f23" fmla="*/ 35 f15 1"/>
                            <a:gd name="f24" fmla="*/ 0 f16 1"/>
                            <a:gd name="f25" fmla="*/ 30 f15 1"/>
                            <a:gd name="f26" fmla="*/ 50 f16 1"/>
                            <a:gd name="f27" fmla="*/ 55 f16 1"/>
                            <a:gd name="f28" fmla="*/ f17 1 f2"/>
                            <a:gd name="f29" fmla="*/ f20 1 55"/>
                            <a:gd name="f30" fmla="*/ f21 1 35"/>
                            <a:gd name="f31" fmla="*/ f22 1 55"/>
                            <a:gd name="f32" fmla="*/ f23 1 35"/>
                            <a:gd name="f33" fmla="*/ f24 1 55"/>
                            <a:gd name="f34" fmla="*/ f25 1 35"/>
                            <a:gd name="f35" fmla="*/ f26 1 55"/>
                            <a:gd name="f36" fmla="*/ f27 1 55"/>
                            <a:gd name="f37" fmla="*/ 0 1 f18"/>
                            <a:gd name="f38" fmla="*/ f6 1 f18"/>
                            <a:gd name="f39" fmla="*/ 0 1 f19"/>
                            <a:gd name="f40" fmla="*/ f7 1 f19"/>
                            <a:gd name="f41" fmla="+- f28 0 f1"/>
                            <a:gd name="f42" fmla="*/ f29 1 f18"/>
                            <a:gd name="f43" fmla="*/ f30 1 f19"/>
                            <a:gd name="f44" fmla="*/ f31 1 f18"/>
                            <a:gd name="f45" fmla="*/ f32 1 f19"/>
                            <a:gd name="f46" fmla="*/ f33 1 f18"/>
                            <a:gd name="f47" fmla="*/ f34 1 f19"/>
                            <a:gd name="f48" fmla="*/ f35 1 f18"/>
                            <a:gd name="f49" fmla="*/ f36 1 f18"/>
                            <a:gd name="f50" fmla="*/ f37 f13 1"/>
                            <a:gd name="f51" fmla="*/ f38 f13 1"/>
                            <a:gd name="f52" fmla="*/ f40 f14 1"/>
                            <a:gd name="f53" fmla="*/ f39 f14 1"/>
                            <a:gd name="f54" fmla="*/ f42 f13 1"/>
                            <a:gd name="f55" fmla="*/ f43 f14 1"/>
                            <a:gd name="f56" fmla="*/ f44 f13 1"/>
                            <a:gd name="f57" fmla="*/ f45 f14 1"/>
                            <a:gd name="f58" fmla="*/ f46 f13 1"/>
                            <a:gd name="f59" fmla="*/ f47 f14 1"/>
                            <a:gd name="f60" fmla="*/ f48 f13 1"/>
                            <a:gd name="f61" fmla="*/ f49 f13 1"/>
                          </a:gdLst>
                          <a:ahLst/>
                          <a:cxnLst/>
                          <a:rect l="f50" t="f53" r="f51" b="f52"/>
                          <a:pathLst>
                            <a:path w="55" h="35">
                              <a:moveTo>
                                <a:pt x="f8" y="f5"/>
                              </a:moveTo>
                              <a:lnTo>
                                <a:pt x="f9" y="f7"/>
                              </a:lnTo>
                              <a:lnTo>
                                <a:pt x="f8" y="f7"/>
                              </a:lnTo>
                              <a:lnTo>
                                <a:pt x="f5" y="f5"/>
                              </a:lnTo>
                              <a:lnTo>
                                <a:pt x="f8" y="f5"/>
                              </a:lnTo>
                              <a:close/>
                              <a:moveTo>
                                <a:pt x="f9" y="f7"/>
                              </a:moveTo>
                              <a:lnTo>
                                <a:pt x="f9" y="f7"/>
                              </a:lnTo>
                              <a:lnTo>
                                <a:pt x="f8" y="f7"/>
                              </a:lnTo>
                              <a:lnTo>
                                <a:pt x="f9" y="f7"/>
                              </a:lnTo>
                              <a:close/>
                              <a:moveTo>
                                <a:pt x="f8" y="f7"/>
                              </a:moveTo>
                              <a:lnTo>
                                <a:pt x="f9" y="f10"/>
                              </a:lnTo>
                              <a:lnTo>
                                <a:pt x="f11" y="f10"/>
                              </a:lnTo>
                              <a:lnTo>
                                <a:pt x="f6" y="f7"/>
                              </a:lnTo>
                              <a:lnTo>
                                <a:pt x="f9" y="f7"/>
                              </a:lnTo>
                              <a:lnTo>
                                <a:pt x="f8" y="f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9E5247" w:rsidRDefault="009E5247" w:rsidP="00DA09D1"/>
                        </w:txbxContent>
                      </wps:txbx>
                      <wps:bodyPr vert="horz" wrap="square" lIns="0" tIns="0" rIns="0" bIns="0" anchor="t" anchorCtr="0" compatLnSpc="0"/>
                    </wps:wsp>
                    <wps:wsp>
                      <wps:cNvPr id="46" name="Freeform 103"/>
                      <wps:cNvSpPr/>
                      <wps:spPr>
                        <a:xfrm>
                          <a:off x="355683" y="359276"/>
                          <a:ext cx="31318" cy="25557"/>
                        </a:xfrm>
                        <a:custGeom>
                          <a:avLst/>
                          <a:gdLst>
                            <a:gd name="f0" fmla="val 10800000"/>
                            <a:gd name="f1" fmla="val 5400000"/>
                            <a:gd name="f2" fmla="val 180"/>
                            <a:gd name="f3" fmla="val w"/>
                            <a:gd name="f4" fmla="val h"/>
                            <a:gd name="f5" fmla="val 0"/>
                            <a:gd name="f6" fmla="val 50"/>
                            <a:gd name="f7" fmla="val 40"/>
                            <a:gd name="f8" fmla="val 5"/>
                            <a:gd name="f9" fmla="val 10"/>
                            <a:gd name="f10" fmla="val 35"/>
                            <a:gd name="f11" fmla="val 30"/>
                            <a:gd name="f12" fmla="+- 0 0 0"/>
                            <a:gd name="f13" fmla="*/ f3 1 50"/>
                            <a:gd name="f14" fmla="*/ f4 1 40"/>
                            <a:gd name="f15" fmla="+- f7 0 f5"/>
                            <a:gd name="f16" fmla="+- f6 0 f5"/>
                            <a:gd name="f17" fmla="*/ f12 f0 1"/>
                            <a:gd name="f18" fmla="*/ f16 1 50"/>
                            <a:gd name="f19" fmla="*/ f15 1 40"/>
                            <a:gd name="f20" fmla="*/ 5 f16 1"/>
                            <a:gd name="f21" fmla="*/ 0 f15 1"/>
                            <a:gd name="f22" fmla="*/ 10 f16 1"/>
                            <a:gd name="f23" fmla="*/ 35 f15 1"/>
                            <a:gd name="f24" fmla="*/ 0 f16 1"/>
                            <a:gd name="f25" fmla="*/ 40 f15 1"/>
                            <a:gd name="f26" fmla="*/ 50 f16 1"/>
                            <a:gd name="f27" fmla="*/ 30 f15 1"/>
                            <a:gd name="f28" fmla="*/ f17 1 f2"/>
                            <a:gd name="f29" fmla="*/ f20 1 50"/>
                            <a:gd name="f30" fmla="*/ f21 1 40"/>
                            <a:gd name="f31" fmla="*/ f22 1 50"/>
                            <a:gd name="f32" fmla="*/ f23 1 40"/>
                            <a:gd name="f33" fmla="*/ f24 1 50"/>
                            <a:gd name="f34" fmla="*/ f25 1 40"/>
                            <a:gd name="f35" fmla="*/ f26 1 50"/>
                            <a:gd name="f36" fmla="*/ f27 1 40"/>
                            <a:gd name="f37" fmla="*/ 0 1 f18"/>
                            <a:gd name="f38" fmla="*/ f6 1 f18"/>
                            <a:gd name="f39" fmla="*/ 0 1 f19"/>
                            <a:gd name="f40" fmla="*/ f7 1 f19"/>
                            <a:gd name="f41" fmla="+- f28 0 f1"/>
                            <a:gd name="f42" fmla="*/ f29 1 f18"/>
                            <a:gd name="f43" fmla="*/ f30 1 f19"/>
                            <a:gd name="f44" fmla="*/ f31 1 f18"/>
                            <a:gd name="f45" fmla="*/ f32 1 f19"/>
                            <a:gd name="f46" fmla="*/ f33 1 f18"/>
                            <a:gd name="f47" fmla="*/ f34 1 f19"/>
                            <a:gd name="f48" fmla="*/ f35 1 f18"/>
                            <a:gd name="f49" fmla="*/ f36 1 f19"/>
                            <a:gd name="f50" fmla="*/ f37 f13 1"/>
                            <a:gd name="f51" fmla="*/ f38 f13 1"/>
                            <a:gd name="f52" fmla="*/ f40 f14 1"/>
                            <a:gd name="f53" fmla="*/ f39 f14 1"/>
                            <a:gd name="f54" fmla="*/ f42 f13 1"/>
                            <a:gd name="f55" fmla="*/ f43 f14 1"/>
                            <a:gd name="f56" fmla="*/ f44 f13 1"/>
                            <a:gd name="f57" fmla="*/ f45 f14 1"/>
                            <a:gd name="f58" fmla="*/ f46 f13 1"/>
                            <a:gd name="f59" fmla="*/ f47 f14 1"/>
                            <a:gd name="f60" fmla="*/ f48 f13 1"/>
                            <a:gd name="f61" fmla="*/ f49 f14 1"/>
                          </a:gdLst>
                          <a:ahLst/>
                          <a:cxnLst/>
                          <a:rect l="f50" t="f53" r="f51" b="f52"/>
                          <a:pathLst>
                            <a:path w="50" h="40">
                              <a:moveTo>
                                <a:pt x="f8" y="f5"/>
                              </a:moveTo>
                              <a:lnTo>
                                <a:pt x="f9" y="f10"/>
                              </a:lnTo>
                              <a:lnTo>
                                <a:pt x="f8" y="f10"/>
                              </a:lnTo>
                              <a:lnTo>
                                <a:pt x="f5" y="f5"/>
                              </a:lnTo>
                              <a:lnTo>
                                <a:pt x="f8" y="f5"/>
                              </a:lnTo>
                              <a:close/>
                              <a:moveTo>
                                <a:pt x="f8" y="f7"/>
                              </a:moveTo>
                              <a:lnTo>
                                <a:pt x="f8" y="f7"/>
                              </a:lnTo>
                              <a:lnTo>
                                <a:pt x="f8" y="f10"/>
                              </a:lnTo>
                              <a:lnTo>
                                <a:pt x="f8" y="f7"/>
                              </a:lnTo>
                              <a:close/>
                              <a:moveTo>
                                <a:pt x="f8" y="f10"/>
                              </a:moveTo>
                              <a:lnTo>
                                <a:pt x="f8" y="f10"/>
                              </a:lnTo>
                              <a:lnTo>
                                <a:pt x="f6" y="f11"/>
                              </a:lnTo>
                              <a:lnTo>
                                <a:pt x="f6" y="f10"/>
                              </a:lnTo>
                              <a:lnTo>
                                <a:pt x="f8" y="f7"/>
                              </a:lnTo>
                              <a:lnTo>
                                <a:pt x="f8" y="f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9E5247" w:rsidRDefault="009E5247" w:rsidP="00DA09D1"/>
                        </w:txbxContent>
                      </wps:txbx>
                      <wps:bodyPr vert="horz" wrap="square" lIns="0" tIns="0" rIns="0" bIns="0" anchor="t" anchorCtr="0" compatLnSpc="0"/>
                    </wps:wsp>
                    <wps:wsp>
                      <wps:cNvPr id="47" name="Freeform 104"/>
                      <wps:cNvSpPr/>
                      <wps:spPr>
                        <a:xfrm>
                          <a:off x="343082" y="368996"/>
                          <a:ext cx="28081" cy="25557"/>
                        </a:xfrm>
                        <a:custGeom>
                          <a:avLst/>
                          <a:gdLst>
                            <a:gd name="f0" fmla="val 10800000"/>
                            <a:gd name="f1" fmla="val 5400000"/>
                            <a:gd name="f2" fmla="val 180"/>
                            <a:gd name="f3" fmla="val w"/>
                            <a:gd name="f4" fmla="val h"/>
                            <a:gd name="f5" fmla="val 0"/>
                            <a:gd name="f6" fmla="val 45"/>
                            <a:gd name="f7" fmla="val 40"/>
                            <a:gd name="f8" fmla="val 5"/>
                            <a:gd name="f9" fmla="val 35"/>
                            <a:gd name="f10" fmla="+- 0 0 0"/>
                            <a:gd name="f11" fmla="*/ f3 1 45"/>
                            <a:gd name="f12" fmla="*/ f4 1 40"/>
                            <a:gd name="f13" fmla="+- f7 0 f5"/>
                            <a:gd name="f14" fmla="+- f6 0 f5"/>
                            <a:gd name="f15" fmla="*/ f10 f0 1"/>
                            <a:gd name="f16" fmla="*/ f14 1 45"/>
                            <a:gd name="f17" fmla="*/ f13 1 40"/>
                            <a:gd name="f18" fmla="*/ 45 f14 1"/>
                            <a:gd name="f19" fmla="*/ 40 f13 1"/>
                            <a:gd name="f20" fmla="*/ 5 f14 1"/>
                            <a:gd name="f21" fmla="*/ 35 f13 1"/>
                            <a:gd name="f22" fmla="*/ 0 f14 1"/>
                            <a:gd name="f23" fmla="*/ 0 f13 1"/>
                            <a:gd name="f24" fmla="*/ f15 1 f2"/>
                            <a:gd name="f25" fmla="*/ f18 1 45"/>
                            <a:gd name="f26" fmla="*/ f19 1 40"/>
                            <a:gd name="f27" fmla="*/ f20 1 45"/>
                            <a:gd name="f28" fmla="*/ f21 1 40"/>
                            <a:gd name="f29" fmla="*/ f22 1 45"/>
                            <a:gd name="f30" fmla="*/ f23 1 40"/>
                            <a:gd name="f31" fmla="*/ 0 1 f16"/>
                            <a:gd name="f32" fmla="*/ f6 1 f16"/>
                            <a:gd name="f33" fmla="*/ 0 1 f17"/>
                            <a:gd name="f34" fmla="*/ f7 1 f17"/>
                            <a:gd name="f35" fmla="+- f24 0 f1"/>
                            <a:gd name="f36" fmla="*/ f25 1 f16"/>
                            <a:gd name="f37" fmla="*/ f26 1 f17"/>
                            <a:gd name="f38" fmla="*/ f27 1 f16"/>
                            <a:gd name="f39" fmla="*/ f28 1 f17"/>
                            <a:gd name="f40" fmla="*/ f29 1 f16"/>
                            <a:gd name="f41" fmla="*/ f30 1 f17"/>
                            <a:gd name="f42" fmla="*/ f31 f11 1"/>
                            <a:gd name="f43" fmla="*/ f32 f11 1"/>
                            <a:gd name="f44" fmla="*/ f34 f12 1"/>
                            <a:gd name="f45" fmla="*/ f33 f12 1"/>
                            <a:gd name="f46" fmla="*/ f36 f11 1"/>
                            <a:gd name="f47" fmla="*/ f37 f12 1"/>
                            <a:gd name="f48" fmla="*/ f38 f11 1"/>
                            <a:gd name="f49" fmla="*/ f39 f12 1"/>
                            <a:gd name="f50" fmla="*/ f40 f11 1"/>
                            <a:gd name="f51" fmla="*/ f41 f12 1"/>
                          </a:gdLst>
                          <a:ahLst/>
                          <a:cxnLst/>
                          <a:rect l="f42" t="f45" r="f43" b="f44"/>
                          <a:pathLst>
                            <a:path w="45" h="40">
                              <a:moveTo>
                                <a:pt x="f6" y="f7"/>
                              </a:moveTo>
                              <a:lnTo>
                                <a:pt x="f8" y="f7"/>
                              </a:lnTo>
                              <a:lnTo>
                                <a:pt x="f8" y="f9"/>
                              </a:lnTo>
                              <a:lnTo>
                                <a:pt x="f6" y="f9"/>
                              </a:lnTo>
                              <a:lnTo>
                                <a:pt x="f6" y="f7"/>
                              </a:lnTo>
                              <a:close/>
                              <a:moveTo>
                                <a:pt x="f8" y="f7"/>
                              </a:moveTo>
                              <a:lnTo>
                                <a:pt x="f5" y="f7"/>
                              </a:lnTo>
                              <a:lnTo>
                                <a:pt x="f5" y="f9"/>
                              </a:lnTo>
                              <a:lnTo>
                                <a:pt x="f8" y="f7"/>
                              </a:lnTo>
                              <a:close/>
                              <a:moveTo>
                                <a:pt x="f8" y="f7"/>
                              </a:moveTo>
                              <a:lnTo>
                                <a:pt x="f5" y="f9"/>
                              </a:lnTo>
                              <a:lnTo>
                                <a:pt x="f5" y="f5"/>
                              </a:lnTo>
                              <a:lnTo>
                                <a:pt x="f8" y="f5"/>
                              </a:lnTo>
                              <a:lnTo>
                                <a:pt x="f8" y="f9"/>
                              </a:lnTo>
                              <a:lnTo>
                                <a:pt x="f8" y="f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9E5247" w:rsidRDefault="009E5247" w:rsidP="00DA09D1"/>
                        </w:txbxContent>
                      </wps:txbx>
                      <wps:bodyPr vert="horz" wrap="square" lIns="0" tIns="0" rIns="0" bIns="0" anchor="t" anchorCtr="0" compatLnSpc="0"/>
                    </wps:wsp>
                    <wps:wsp>
                      <wps:cNvPr id="48" name="Freeform 105"/>
                      <wps:cNvSpPr/>
                      <wps:spPr>
                        <a:xfrm>
                          <a:off x="314279" y="384843"/>
                          <a:ext cx="28081" cy="31318"/>
                        </a:xfrm>
                        <a:custGeom>
                          <a:avLst/>
                          <a:gdLst>
                            <a:gd name="f0" fmla="val 10800000"/>
                            <a:gd name="f1" fmla="val 5400000"/>
                            <a:gd name="f2" fmla="val 180"/>
                            <a:gd name="f3" fmla="val w"/>
                            <a:gd name="f4" fmla="val h"/>
                            <a:gd name="f5" fmla="val 0"/>
                            <a:gd name="f6" fmla="val 45"/>
                            <a:gd name="f7" fmla="val 50"/>
                            <a:gd name="f8" fmla="val 15"/>
                            <a:gd name="f9" fmla="val 5"/>
                            <a:gd name="f10" fmla="val 35"/>
                            <a:gd name="f11" fmla="val 10"/>
                            <a:gd name="f12" fmla="val 40"/>
                            <a:gd name="f13" fmla="+- 0 0 0"/>
                            <a:gd name="f14" fmla="*/ f3 1 45"/>
                            <a:gd name="f15" fmla="*/ f4 1 50"/>
                            <a:gd name="f16" fmla="+- f7 0 f5"/>
                            <a:gd name="f17" fmla="+- f6 0 f5"/>
                            <a:gd name="f18" fmla="*/ f13 f0 1"/>
                            <a:gd name="f19" fmla="*/ f17 1 45"/>
                            <a:gd name="f20" fmla="*/ f16 1 50"/>
                            <a:gd name="f21" fmla="*/ 15 f17 1"/>
                            <a:gd name="f22" fmla="*/ 5 f16 1"/>
                            <a:gd name="f23" fmla="*/ 5 f17 1"/>
                            <a:gd name="f24" fmla="*/ 35 f16 1"/>
                            <a:gd name="f25" fmla="*/ 0 f17 1"/>
                            <a:gd name="f26" fmla="*/ 10 f17 1"/>
                            <a:gd name="f27" fmla="*/ 0 f16 1"/>
                            <a:gd name="f28" fmla="*/ 40 f16 1"/>
                            <a:gd name="f29" fmla="*/ 45 f17 1"/>
                            <a:gd name="f30" fmla="*/ 45 f16 1"/>
                            <a:gd name="f31" fmla="*/ 50 f16 1"/>
                            <a:gd name="f32" fmla="*/ f18 1 f2"/>
                            <a:gd name="f33" fmla="*/ f21 1 45"/>
                            <a:gd name="f34" fmla="*/ f22 1 50"/>
                            <a:gd name="f35" fmla="*/ f23 1 45"/>
                            <a:gd name="f36" fmla="*/ f24 1 50"/>
                            <a:gd name="f37" fmla="*/ f25 1 45"/>
                            <a:gd name="f38" fmla="*/ f26 1 45"/>
                            <a:gd name="f39" fmla="*/ f27 1 50"/>
                            <a:gd name="f40" fmla="*/ f28 1 50"/>
                            <a:gd name="f41" fmla="*/ f29 1 45"/>
                            <a:gd name="f42" fmla="*/ f30 1 50"/>
                            <a:gd name="f43" fmla="*/ f31 1 50"/>
                            <a:gd name="f44" fmla="*/ 0 1 f19"/>
                            <a:gd name="f45" fmla="*/ f6 1 f19"/>
                            <a:gd name="f46" fmla="*/ 0 1 f20"/>
                            <a:gd name="f47" fmla="*/ f7 1 f20"/>
                            <a:gd name="f48" fmla="+- f32 0 f1"/>
                            <a:gd name="f49" fmla="*/ f33 1 f19"/>
                            <a:gd name="f50" fmla="*/ f34 1 f20"/>
                            <a:gd name="f51" fmla="*/ f35 1 f19"/>
                            <a:gd name="f52" fmla="*/ f36 1 f20"/>
                            <a:gd name="f53" fmla="*/ f37 1 f19"/>
                            <a:gd name="f54" fmla="*/ f38 1 f19"/>
                            <a:gd name="f55" fmla="*/ f39 1 f20"/>
                            <a:gd name="f56" fmla="*/ f40 1 f20"/>
                            <a:gd name="f57" fmla="*/ f41 1 f19"/>
                            <a:gd name="f58" fmla="*/ f42 1 f20"/>
                            <a:gd name="f59" fmla="*/ f43 1 f20"/>
                            <a:gd name="f60" fmla="*/ f44 f14 1"/>
                            <a:gd name="f61" fmla="*/ f45 f14 1"/>
                            <a:gd name="f62" fmla="*/ f47 f15 1"/>
                            <a:gd name="f63" fmla="*/ f46 f15 1"/>
                            <a:gd name="f64" fmla="*/ f49 f14 1"/>
                            <a:gd name="f65" fmla="*/ f50 f15 1"/>
                            <a:gd name="f66" fmla="*/ f51 f14 1"/>
                            <a:gd name="f67" fmla="*/ f52 f15 1"/>
                            <a:gd name="f68" fmla="*/ f53 f14 1"/>
                            <a:gd name="f69" fmla="*/ f54 f14 1"/>
                            <a:gd name="f70" fmla="*/ f55 f15 1"/>
                            <a:gd name="f71" fmla="*/ f56 f15 1"/>
                            <a:gd name="f72" fmla="*/ f57 f14 1"/>
                            <a:gd name="f73" fmla="*/ f58 f15 1"/>
                            <a:gd name="f74" fmla="*/ f59 f15 1"/>
                          </a:gdLst>
                          <a:ahLst/>
                          <a:cxnLst/>
                          <a:rect l="f60" t="f63" r="f61" b="f62"/>
                          <a:pathLst>
                            <a:path w="45" h="50">
                              <a:moveTo>
                                <a:pt x="f8" y="f9"/>
                              </a:moveTo>
                              <a:lnTo>
                                <a:pt x="f9" y="f10"/>
                              </a:lnTo>
                              <a:lnTo>
                                <a:pt x="f5" y="f10"/>
                              </a:lnTo>
                              <a:lnTo>
                                <a:pt x="f11" y="f5"/>
                              </a:lnTo>
                              <a:lnTo>
                                <a:pt x="f8" y="f9"/>
                              </a:lnTo>
                              <a:close/>
                              <a:moveTo>
                                <a:pt x="f9" y="f12"/>
                              </a:moveTo>
                              <a:lnTo>
                                <a:pt x="f5" y="f12"/>
                              </a:lnTo>
                              <a:lnTo>
                                <a:pt x="f5" y="f10"/>
                              </a:lnTo>
                              <a:lnTo>
                                <a:pt x="f9" y="f12"/>
                              </a:lnTo>
                              <a:close/>
                              <a:moveTo>
                                <a:pt x="f5" y="f10"/>
                              </a:moveTo>
                              <a:lnTo>
                                <a:pt x="f9" y="f10"/>
                              </a:lnTo>
                              <a:lnTo>
                                <a:pt x="f6" y="f6"/>
                              </a:lnTo>
                              <a:lnTo>
                                <a:pt x="f6" y="f7"/>
                              </a:lnTo>
                              <a:lnTo>
                                <a:pt x="f9" y="f12"/>
                              </a:lnTo>
                              <a:lnTo>
                                <a:pt x="f5" y="f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9E5247" w:rsidRDefault="009E5247" w:rsidP="00DA09D1"/>
                        </w:txbxContent>
                      </wps:txbx>
                      <wps:bodyPr vert="horz" wrap="square" lIns="0" tIns="0" rIns="0" bIns="0" anchor="t" anchorCtr="0" compatLnSpc="0"/>
                    </wps:wsp>
                    <wps:wsp>
                      <wps:cNvPr id="49" name="Freeform 106"/>
                      <wps:cNvSpPr/>
                      <wps:spPr>
                        <a:xfrm>
                          <a:off x="330116" y="378360"/>
                          <a:ext cx="28081" cy="28081"/>
                        </a:xfrm>
                        <a:custGeom>
                          <a:avLst/>
                          <a:gdLst>
                            <a:gd name="f0" fmla="val 10800000"/>
                            <a:gd name="f1" fmla="val 5400000"/>
                            <a:gd name="f2" fmla="val 180"/>
                            <a:gd name="f3" fmla="val w"/>
                            <a:gd name="f4" fmla="val h"/>
                            <a:gd name="f5" fmla="val 0"/>
                            <a:gd name="f6" fmla="val 45"/>
                            <a:gd name="f7" fmla="val 10"/>
                            <a:gd name="f8" fmla="val 5"/>
                            <a:gd name="f9" fmla="val 35"/>
                            <a:gd name="f10" fmla="val 30"/>
                            <a:gd name="f11" fmla="val 40"/>
                            <a:gd name="f12" fmla="+- 0 0 0"/>
                            <a:gd name="f13" fmla="*/ f3 1 45"/>
                            <a:gd name="f14" fmla="*/ f4 1 45"/>
                            <a:gd name="f15" fmla="+- f6 0 f5"/>
                            <a:gd name="f16" fmla="*/ f12 f0 1"/>
                            <a:gd name="f17" fmla="*/ f15 1 45"/>
                            <a:gd name="f18" fmla="*/ 10 f15 1"/>
                            <a:gd name="f19" fmla="*/ 0 f15 1"/>
                            <a:gd name="f20" fmla="*/ 5 f15 1"/>
                            <a:gd name="f21" fmla="*/ 35 f15 1"/>
                            <a:gd name="f22" fmla="*/ 30 f15 1"/>
                            <a:gd name="f23" fmla="*/ 45 f15 1"/>
                            <a:gd name="f24" fmla="*/ 40 f15 1"/>
                            <a:gd name="f25" fmla="*/ f16 1 f2"/>
                            <a:gd name="f26" fmla="*/ f18 1 45"/>
                            <a:gd name="f27" fmla="*/ f19 1 45"/>
                            <a:gd name="f28" fmla="*/ f20 1 45"/>
                            <a:gd name="f29" fmla="*/ f21 1 45"/>
                            <a:gd name="f30" fmla="*/ f22 1 45"/>
                            <a:gd name="f31" fmla="*/ f23 1 45"/>
                            <a:gd name="f32" fmla="*/ f24 1 45"/>
                            <a:gd name="f33" fmla="*/ 0 1 f17"/>
                            <a:gd name="f34" fmla="*/ f6 1 f17"/>
                            <a:gd name="f35" fmla="+- f25 0 f1"/>
                            <a:gd name="f36" fmla="*/ f26 1 f17"/>
                            <a:gd name="f37" fmla="*/ f27 1 f17"/>
                            <a:gd name="f38" fmla="*/ f28 1 f17"/>
                            <a:gd name="f39" fmla="*/ f29 1 f17"/>
                            <a:gd name="f40" fmla="*/ f30 1 f17"/>
                            <a:gd name="f41" fmla="*/ f31 1 f17"/>
                            <a:gd name="f42" fmla="*/ f32 1 f17"/>
                            <a:gd name="f43" fmla="*/ f33 f13 1"/>
                            <a:gd name="f44" fmla="*/ f34 f13 1"/>
                            <a:gd name="f45" fmla="*/ f34 f14 1"/>
                            <a:gd name="f46" fmla="*/ f33 f14 1"/>
                            <a:gd name="f47" fmla="*/ f36 f13 1"/>
                            <a:gd name="f48" fmla="*/ f37 f14 1"/>
                            <a:gd name="f49" fmla="*/ f38 f13 1"/>
                            <a:gd name="f50" fmla="*/ f39 f14 1"/>
                            <a:gd name="f51" fmla="*/ f37 f13 1"/>
                            <a:gd name="f52" fmla="*/ f40 f14 1"/>
                            <a:gd name="f53" fmla="*/ f41 f13 1"/>
                            <a:gd name="f54" fmla="*/ f42 f14 1"/>
                            <a:gd name="f55" fmla="*/ f41 f14 1"/>
                          </a:gdLst>
                          <a:ahLst/>
                          <a:cxnLst/>
                          <a:rect l="f43" t="f46" r="f44" b="f45"/>
                          <a:pathLst>
                            <a:path w="45" h="45">
                              <a:moveTo>
                                <a:pt x="f7" y="f5"/>
                              </a:moveTo>
                              <a:lnTo>
                                <a:pt x="f8" y="f9"/>
                              </a:lnTo>
                              <a:lnTo>
                                <a:pt x="f5" y="f9"/>
                              </a:lnTo>
                              <a:lnTo>
                                <a:pt x="f8" y="f5"/>
                              </a:lnTo>
                              <a:lnTo>
                                <a:pt x="f7" y="f5"/>
                              </a:lnTo>
                              <a:close/>
                              <a:moveTo>
                                <a:pt x="f5" y="f9"/>
                              </a:moveTo>
                              <a:lnTo>
                                <a:pt x="f5" y="f9"/>
                              </a:lnTo>
                              <a:close/>
                              <a:moveTo>
                                <a:pt x="f5" y="f9"/>
                              </a:moveTo>
                              <a:lnTo>
                                <a:pt x="f8" y="f10"/>
                              </a:lnTo>
                              <a:lnTo>
                                <a:pt x="f6" y="f11"/>
                              </a:lnTo>
                              <a:lnTo>
                                <a:pt x="f6" y="f6"/>
                              </a:lnTo>
                              <a:lnTo>
                                <a:pt x="f5" y="f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9E5247" w:rsidRDefault="009E5247" w:rsidP="00DA09D1"/>
                        </w:txbxContent>
                      </wps:txbx>
                      <wps:bodyPr vert="horz" wrap="square" lIns="0" tIns="0" rIns="0" bIns="0" anchor="t" anchorCtr="0" compatLnSpc="0"/>
                    </wps:wsp>
                    <wps:wsp>
                      <wps:cNvPr id="50" name="Freeform 107"/>
                      <wps:cNvSpPr/>
                      <wps:spPr>
                        <a:xfrm>
                          <a:off x="393841" y="290157"/>
                          <a:ext cx="41404" cy="31318"/>
                        </a:xfrm>
                        <a:custGeom>
                          <a:avLst/>
                          <a:gdLst>
                            <a:gd name="f0" fmla="val 10800000"/>
                            <a:gd name="f1" fmla="val 5400000"/>
                            <a:gd name="f2" fmla="val 180"/>
                            <a:gd name="f3" fmla="val w"/>
                            <a:gd name="f4" fmla="val h"/>
                            <a:gd name="f5" fmla="val 0"/>
                            <a:gd name="f6" fmla="val 65"/>
                            <a:gd name="f7" fmla="val 50"/>
                            <a:gd name="f8" fmla="val 20"/>
                            <a:gd name="f9" fmla="val 5"/>
                            <a:gd name="f10" fmla="val 25"/>
                            <a:gd name="f11" fmla="val 45"/>
                            <a:gd name="f12" fmla="val 60"/>
                            <a:gd name="f13" fmla="val 30"/>
                            <a:gd name="f14" fmla="val 35"/>
                            <a:gd name="f15" fmla="val 40"/>
                            <a:gd name="f16" fmla="+- 0 0 0"/>
                            <a:gd name="f17" fmla="*/ f3 1 65"/>
                            <a:gd name="f18" fmla="*/ f4 1 50"/>
                            <a:gd name="f19" fmla="+- f7 0 f5"/>
                            <a:gd name="f20" fmla="+- f6 0 f5"/>
                            <a:gd name="f21" fmla="*/ f16 f0 1"/>
                            <a:gd name="f22" fmla="*/ f20 1 65"/>
                            <a:gd name="f23" fmla="*/ f19 1 50"/>
                            <a:gd name="f24" fmla="*/ 0 f20 1"/>
                            <a:gd name="f25" fmla="*/ 20 f19 1"/>
                            <a:gd name="f26" fmla="*/ 5 f20 1"/>
                            <a:gd name="f27" fmla="*/ 25 f20 1"/>
                            <a:gd name="f28" fmla="*/ 50 f19 1"/>
                            <a:gd name="f29" fmla="*/ 20 f20 1"/>
                            <a:gd name="f30" fmla="*/ 45 f19 1"/>
                            <a:gd name="f31" fmla="*/ 60 f20 1"/>
                            <a:gd name="f32" fmla="*/ 30 f19 1"/>
                            <a:gd name="f33" fmla="*/ 35 f19 1"/>
                            <a:gd name="f34" fmla="*/ 65 f20 1"/>
                            <a:gd name="f35" fmla="*/ 40 f20 1"/>
                            <a:gd name="f36" fmla="*/ 5 f19 1"/>
                            <a:gd name="f37" fmla="*/ 0 f19 1"/>
                            <a:gd name="f38" fmla="*/ f21 1 f2"/>
                            <a:gd name="f39" fmla="*/ f24 1 65"/>
                            <a:gd name="f40" fmla="*/ f25 1 50"/>
                            <a:gd name="f41" fmla="*/ f26 1 65"/>
                            <a:gd name="f42" fmla="*/ f27 1 65"/>
                            <a:gd name="f43" fmla="*/ f28 1 50"/>
                            <a:gd name="f44" fmla="*/ f29 1 65"/>
                            <a:gd name="f45" fmla="*/ f30 1 50"/>
                            <a:gd name="f46" fmla="*/ f31 1 65"/>
                            <a:gd name="f47" fmla="*/ f32 1 50"/>
                            <a:gd name="f48" fmla="*/ f33 1 50"/>
                            <a:gd name="f49" fmla="*/ f34 1 65"/>
                            <a:gd name="f50" fmla="*/ f35 1 65"/>
                            <a:gd name="f51" fmla="*/ f36 1 50"/>
                            <a:gd name="f52" fmla="*/ f37 1 50"/>
                            <a:gd name="f53" fmla="*/ 0 1 f22"/>
                            <a:gd name="f54" fmla="*/ f6 1 f22"/>
                            <a:gd name="f55" fmla="*/ 0 1 f23"/>
                            <a:gd name="f56" fmla="*/ f7 1 f23"/>
                            <a:gd name="f57" fmla="+- f38 0 f1"/>
                            <a:gd name="f58" fmla="*/ f39 1 f22"/>
                            <a:gd name="f59" fmla="*/ f40 1 f23"/>
                            <a:gd name="f60" fmla="*/ f41 1 f22"/>
                            <a:gd name="f61" fmla="*/ f42 1 f22"/>
                            <a:gd name="f62" fmla="*/ f43 1 f23"/>
                            <a:gd name="f63" fmla="*/ f44 1 f22"/>
                            <a:gd name="f64" fmla="*/ f45 1 f23"/>
                            <a:gd name="f65" fmla="*/ f46 1 f22"/>
                            <a:gd name="f66" fmla="*/ f47 1 f23"/>
                            <a:gd name="f67" fmla="*/ f48 1 f23"/>
                            <a:gd name="f68" fmla="*/ f49 1 f22"/>
                            <a:gd name="f69" fmla="*/ f50 1 f22"/>
                            <a:gd name="f70" fmla="*/ f51 1 f23"/>
                            <a:gd name="f71" fmla="*/ f52 1 f23"/>
                            <a:gd name="f72" fmla="*/ f53 f17 1"/>
                            <a:gd name="f73" fmla="*/ f54 f17 1"/>
                            <a:gd name="f74" fmla="*/ f56 f18 1"/>
                            <a:gd name="f75" fmla="*/ f55 f18 1"/>
                            <a:gd name="f76" fmla="*/ f58 f17 1"/>
                            <a:gd name="f77" fmla="*/ f59 f18 1"/>
                            <a:gd name="f78" fmla="*/ f60 f17 1"/>
                            <a:gd name="f79" fmla="*/ f61 f17 1"/>
                            <a:gd name="f80" fmla="*/ f62 f18 1"/>
                            <a:gd name="f81" fmla="*/ f63 f17 1"/>
                            <a:gd name="f82" fmla="*/ f64 f18 1"/>
                            <a:gd name="f83" fmla="*/ f65 f17 1"/>
                            <a:gd name="f84" fmla="*/ f66 f18 1"/>
                            <a:gd name="f85" fmla="*/ f67 f18 1"/>
                            <a:gd name="f86" fmla="*/ f68 f17 1"/>
                            <a:gd name="f87" fmla="*/ f69 f17 1"/>
                            <a:gd name="f88" fmla="*/ f70 f18 1"/>
                            <a:gd name="f89" fmla="*/ f71 f18 1"/>
                          </a:gdLst>
                          <a:ahLst/>
                          <a:cxnLst/>
                          <a:rect l="f72" t="f75" r="f73" b="f74"/>
                          <a:pathLst>
                            <a:path w="65" h="50">
                              <a:moveTo>
                                <a:pt x="f5" y="f8"/>
                              </a:moveTo>
                              <a:lnTo>
                                <a:pt x="f5" y="f8"/>
                              </a:lnTo>
                              <a:close/>
                              <a:moveTo>
                                <a:pt x="f5" y="f8"/>
                              </a:moveTo>
                              <a:lnTo>
                                <a:pt x="f9" y="f8"/>
                              </a:lnTo>
                              <a:lnTo>
                                <a:pt x="f10" y="f7"/>
                              </a:lnTo>
                              <a:lnTo>
                                <a:pt x="f8" y="f7"/>
                              </a:lnTo>
                              <a:lnTo>
                                <a:pt x="f5" y="f8"/>
                              </a:lnTo>
                              <a:close/>
                              <a:moveTo>
                                <a:pt x="f10" y="f7"/>
                              </a:moveTo>
                              <a:lnTo>
                                <a:pt x="f8" y="f7"/>
                              </a:lnTo>
                              <a:lnTo>
                                <a:pt x="f10" y="f7"/>
                              </a:lnTo>
                              <a:close/>
                              <a:moveTo>
                                <a:pt x="f8" y="f7"/>
                              </a:moveTo>
                              <a:lnTo>
                                <a:pt x="f8" y="f11"/>
                              </a:lnTo>
                              <a:lnTo>
                                <a:pt x="f12" y="f13"/>
                              </a:lnTo>
                              <a:lnTo>
                                <a:pt x="f12" y="f14"/>
                              </a:lnTo>
                              <a:lnTo>
                                <a:pt x="f10" y="f7"/>
                              </a:lnTo>
                              <a:lnTo>
                                <a:pt x="f8" y="f7"/>
                              </a:lnTo>
                              <a:close/>
                              <a:moveTo>
                                <a:pt x="f6" y="f14"/>
                              </a:moveTo>
                              <a:lnTo>
                                <a:pt x="f6" y="f14"/>
                              </a:lnTo>
                              <a:lnTo>
                                <a:pt x="f12" y="f14"/>
                              </a:lnTo>
                              <a:lnTo>
                                <a:pt x="f6" y="f14"/>
                              </a:lnTo>
                              <a:close/>
                              <a:moveTo>
                                <a:pt x="f12" y="f14"/>
                              </a:moveTo>
                              <a:lnTo>
                                <a:pt x="f12" y="f14"/>
                              </a:lnTo>
                              <a:lnTo>
                                <a:pt x="f15" y="f9"/>
                              </a:lnTo>
                              <a:lnTo>
                                <a:pt x="f6" y="f14"/>
                              </a:lnTo>
                              <a:lnTo>
                                <a:pt x="f12" y="f14"/>
                              </a:lnTo>
                              <a:close/>
                              <a:moveTo>
                                <a:pt x="f15" y="f5"/>
                              </a:moveTo>
                              <a:lnTo>
                                <a:pt x="f15" y="f5"/>
                              </a:lnTo>
                              <a:lnTo>
                                <a:pt x="f15" y="f9"/>
                              </a:lnTo>
                              <a:lnTo>
                                <a:pt x="f15" y="f5"/>
                              </a:lnTo>
                              <a:close/>
                              <a:moveTo>
                                <a:pt x="f15" y="f9"/>
                              </a:moveTo>
                              <a:lnTo>
                                <a:pt x="f15" y="f9"/>
                              </a:lnTo>
                              <a:lnTo>
                                <a:pt x="f9" y="f8"/>
                              </a:lnTo>
                              <a:lnTo>
                                <a:pt x="f5" y="f8"/>
                              </a:lnTo>
                              <a:lnTo>
                                <a:pt x="f15" y="f5"/>
                              </a:lnTo>
                              <a:lnTo>
                                <a:pt x="f15" y="f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9E5247" w:rsidRDefault="009E5247" w:rsidP="00DA09D1"/>
                        </w:txbxContent>
                      </wps:txbx>
                      <wps:bodyPr vert="horz" wrap="square" lIns="0" tIns="0" rIns="0" bIns="0" anchor="t" anchorCtr="0" compatLnSpc="0"/>
                    </wps:wsp>
                  </wpg:wgp>
                </a:graphicData>
              </a:graphic>
            </wp:anchor>
          </w:drawing>
        </mc:Choice>
        <mc:Fallback>
          <w:pict>
            <v:group id="Kanwa 59" o:spid="_x0000_s1029" style="position:absolute;margin-left:0;margin-top:-11.5pt;width:36.7pt;height:36.7pt;z-index:-251654144;mso-position-horizontal:left;mso-position-horizontal-relative:margin;mso-position-vertical-relative:text" coordsize="466197,4661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">
              <v:shape id="Freeform 61" o:spid="_x0000_s1030" style="position:absolute;width:466197;height:466197;visibility:visible;mso-wrap-style:square;v-text-anchor:top" coordsize="735,735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" adj="-11796480,,5400" path="m370,r,l405,5r35,5l480,20r30,10l545,45r30,20l600,84r30,25l650,134r25,30l690,194r20,29l720,258r10,35l735,333r,35l735,407r-5,35l720,477r-10,35l690,541r-15,30l650,601r-20,25l600,651r-25,19l545,690r-35,15l480,715r-40,10l405,730r-35,5l330,730r-35,-5l260,715,225,705,195,690,160,670,135,651,110,626,85,601,65,571,45,541,30,512,15,477,5,442,,407,,368,,333,5,293,15,258,30,223,45,194,65,164,85,134r25,-25l135,84,160,65,195,45,225,30,260,20,295,10,330,5,370,xe" fillcolor="#005747" stroked="f">
                <v:stroke joinstyle="miter"/>
                <v:formulas/>
                <v:path arrowok="t" o:connecttype="custom" textboxrect="0,0,735,735"/>
                <v:textbox inset="0,0,0,0">
                  <w:txbxContent>
                    <w:p w:rsidR="009E5247" w:rsidRDefault="009E5247" w:rsidP="00DA09D1"/>
                  </w:txbxContent>
                </v:textbox>
              </v:shape>
              <v:shape id="Freeform 62" o:spid="_x0000_s1031" style="position:absolute;width:466197;height:466197;visibility:visible;mso-wrap-style:square;v-text-anchor:top" coordsize="735,735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" adj="-11796480,,5400" path="m370,r,l405,5r35,5l480,20r30,10l545,45r30,20l600,84r30,25l650,134r25,30l690,194r20,29l720,258r10,35l735,333r,35l735,407r-5,35l720,477r-10,35l690,541r-15,30l650,601r-20,25l600,651r-25,19l545,690r-35,15l480,715r-40,10l405,730r-35,5l330,730r-35,-5l260,715,225,705,195,690,160,670,135,651,110,626,85,601,65,571,45,541,30,512,15,477,5,442,,407,,368,,333,5,293,15,258,30,223,45,194,65,164,85,134r25,-25l135,84,160,65,195,45,225,30,260,20,295,10,330,5,370,e" filled="f" stroked="f">
                <v:stroke joinstyle="miter"/>
                <v:formulas/>
                <v:path arrowok="t" o:connecttype="custom" textboxrect="0,0,735,735"/>
                <v:textbox inset="0,0,0,0">
                  <w:txbxContent>
                    <w:p w:rsidR="009E5247" w:rsidRDefault="009E5247" w:rsidP="00DA09D1"/>
                  </w:txbxContent>
                </v:textbox>
              </v:shape>
              <v:shape id="Freeform 63" o:spid="_x0000_s1032" style="position:absolute;left:3236;top:6483;width:460802;height:453597;visibility:visible;mso-wrap-style:square;v-text-anchor:top" coordsize="725,715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" adj="-11796480,,5400" path="m365,r,l400,r35,5l470,15r35,15l535,45r30,15l595,79r25,25l640,129r25,30l680,189r15,29l710,253r5,35l725,323r,35l725,392r-10,40l710,467r-15,30l680,526r-15,30l640,586r-20,25l595,636r-30,19l535,675r-30,15l470,700r-35,10l400,715r-35,l325,715r-35,-5l255,700,225,690,190,675,160,655,135,636,110,611,85,586,65,556,45,526,30,497,20,467,10,432,5,392,,358,5,323r5,-35l20,253,30,218,45,189,65,159,85,129r25,-25l135,79,160,60,190,45,225,30,255,15,290,5,325,r40,xe" stroked="f">
                <v:stroke joinstyle="miter"/>
                <v:formulas/>
                <v:path arrowok="t" o:connecttype="custom" textboxrect="0,0,725,715"/>
                <v:textbox inset="0,0,0,0">
                  <w:txbxContent>
                    <w:p w:rsidR="009E5247" w:rsidRDefault="009E5247" w:rsidP="00DA09D1"/>
                  </w:txbxContent>
                </v:textbox>
              </v:shape>
              <v:shape id="Freeform 64" o:spid="_x0000_s1033" style="position:absolute;width:460802;height:453597;visibility:visible;mso-wrap-style:square;v-text-anchor:top" coordsize="725,715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" adj="-11796480,,5400" path="m365,r,l400,r35,5l470,15r35,15l535,45r30,15l595,79r25,25l640,129r25,30l680,189r15,29l710,253r5,35l725,323r,35l725,392r-10,40l710,467r-15,30l680,526r-15,30l640,586r-20,25l595,636r-30,19l535,675r-30,15l470,700r-35,10l400,715r-35,l325,715r-35,-5l255,700,225,690,190,675,160,655,135,636,110,611,85,586,65,556,45,526,30,497,20,467,10,432,5,392,,358,5,323r5,-35l20,253,30,218,45,189,65,159,85,129r25,-25l135,79,160,60,190,45,225,30,255,15,290,5,325,r40,e" filled="f" stroked="f">
                <v:stroke joinstyle="miter"/>
                <v:formulas/>
                <v:path arrowok="t" o:connecttype="custom" textboxrect="0,0,725,715"/>
                <v:textbox inset="0,0,0,0">
                  <w:txbxContent>
                    <w:p w:rsidR="009E5247" w:rsidRDefault="009E5247" w:rsidP="00DA09D1"/>
                  </w:txbxContent>
                </v:textbox>
              </v:shape>
              <v:shape id="Freeform 65" o:spid="_x0000_s1034" style="position:absolute;left:69841;top:69119;width:329760;height:328681;visibility:visible;mso-wrap-style:square;v-text-anchor:top" coordsize="520,51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" adj="-11796480,,5400" path="m260,r,l310,5r50,15l405,45r35,30l475,114r20,45l510,209r10,50l510,313r-15,45l475,403r-35,39l405,472r-45,25l310,512r-50,5l205,512,155,497,115,472,75,442,45,403,20,358,5,313,,259,5,209,20,159,45,114,75,75,115,45,155,20,205,5,260,xe" fillcolor="#005747" stroked="f">
                <v:stroke joinstyle="miter"/>
                <v:formulas/>
                <v:path arrowok="t" o:connecttype="custom" textboxrect="0,0,520,517"/>
                <v:textbox inset="0,0,0,0">
                  <w:txbxContent>
                    <w:p w:rsidR="009E5247" w:rsidRDefault="009E5247" w:rsidP="00DA09D1"/>
                  </w:txbxContent>
                </v:textbox>
              </v:shape>
              <v:shape id="Freeform 66" o:spid="_x0000_s1035" style="position:absolute;left:69841;top:69119;width:329760;height:328681;visibility:visible;mso-wrap-style:square;v-text-anchor:top" coordsize="520,51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" adj="-11796480,,5400" path="m260,r,l310,5r50,15l405,45r35,30l475,114r20,45l510,209r10,50l510,313r-15,45l475,403r-35,39l405,472r-45,25l310,512r-50,5l205,512,155,497,115,472,75,442,45,403,20,358,5,313,,259,5,209,20,159,45,114,75,75,115,45,155,20,205,5,260,e" filled="f" stroked="f">
                <v:stroke joinstyle="miter"/>
                <v:formulas/>
                <v:path arrowok="t" o:connecttype="custom" textboxrect="0,0,520,517"/>
                <v:textbox inset="0,0,0,0">
                  <w:txbxContent>
                    <w:p w:rsidR="009E5247" w:rsidRDefault="009E5247" w:rsidP="00DA09D1"/>
                  </w:txbxContent>
                </v:textbox>
              </v:shape>
              <v:shape id="Freeform 67" o:spid="_x0000_s1036" style="position:absolute;left:76315;top:75602;width:317882;height:315724;visibility:visible;mso-wrap-style:square;v-text-anchor:top" coordsize="500,4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" adj="-11796480,,5400" path="m250,r,l300,5r45,15l390,45r35,30l455,109r25,45l495,199r5,50l495,298r-15,50l455,388r-30,39l390,457r-45,20l300,492r-50,5l200,492,150,477,110,457,70,427,40,388,15,348,5,298,,249,5,199,15,154,40,109,70,75,110,45,150,20,200,5,250,xe" stroked="f">
                <v:stroke joinstyle="miter"/>
                <v:formulas/>
                <v:path arrowok="t" o:connecttype="custom" textboxrect="0,0,500,497"/>
                <v:textbox inset="0,0,0,0">
                  <w:txbxContent>
                    <w:p w:rsidR="009E5247" w:rsidRDefault="009E5247" w:rsidP="00DA09D1"/>
                  </w:txbxContent>
                </v:textbox>
              </v:shape>
              <v:shape id="Freeform 68" o:spid="_x0000_s1037" style="position:absolute;left:76315;top:75602;width:317882;height:315724;visibility:visible;mso-wrap-style:square;v-text-anchor:top" coordsize="500,4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" adj="-11796480,,5400" path="m250,r,l300,5r45,15l390,45r35,30l455,109r25,45l495,199r5,50l495,298r-15,50l455,388r-30,39l390,457r-45,20l300,492r-50,5l200,492,150,477,110,457,70,427,40,388,15,348,5,298,,249,5,199,15,154,40,109,70,75,110,45,150,20,200,5,250,e" filled="f" stroked="f">
                <v:stroke joinstyle="miter"/>
                <v:formulas/>
                <v:path arrowok="t" o:connecttype="custom" textboxrect="0,0,500,497"/>
                <v:textbox inset="0,0,0,0">
                  <w:txbxContent>
                    <w:p w:rsidR="009E5247" w:rsidRDefault="009E5247" w:rsidP="00DA09D1"/>
                  </w:txbxContent>
                </v:textbox>
              </v:shape>
              <v:shape id="Freeform 69" o:spid="_x0000_s1038" style="position:absolute;left:111236;top:138961;width:235083;height:173516;visibility:visible;mso-wrap-style:square;v-text-anchor:top" coordsize="370,27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" adj="-11796480,,5400" path="m150,273l205,,120,99r20,l55,193r20,l,273r150,xm160,273l200,79r65,l240,213r35,l260,273r-100,xm200,69l215,4r90,l330,9r15,10l355,29r10,20l370,79r-5,15l360,109r-10,15l345,134r-25,10l305,149r-45,l275,79r15,l295,79r5,-5l295,69r-5,l200,69xe" fillcolor="#005023" stroked="f">
                <v:stroke joinstyle="miter"/>
                <v:formulas/>
                <v:path arrowok="t" o:connecttype="custom" textboxrect="0,0,370,273"/>
                <v:textbox inset="0,0,0,0">
                  <w:txbxContent>
                    <w:p w:rsidR="009E5247" w:rsidRDefault="009E5247" w:rsidP="00DA09D1"/>
                  </w:txbxContent>
                </v:textbox>
              </v:shape>
              <v:shape id="Freeform 70" o:spid="_x0000_s1039" style="position:absolute;left:22320;top:22320;width:422635;height:195123;visibility:visible;mso-wrap-style:square;v-text-anchor:top" coordsize="665,308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" adj="-11796480,,5400" path="m600,263r60,-10l665,298r-5,l650,268r-10,l645,298r-10,l630,273r-15,l620,308r-10,l600,263xm575,198r45,-39l625,169r-30,24l635,188r5,15l605,228r45,-10l655,228r-60,15l590,228r35,-30l580,208r-5,-10xm555,124r,l550,139r,15l565,159r15,-10l585,144r,-5l580,124r-10,-5l565,119r-10,5xm550,119r,l560,109r10,l580,109r10,10l595,129r5,10l595,149r-10,10l575,169r-10,l555,164r-10,-5l535,149r,-10l540,129r10,-10xm470,94l490,39r10,5l485,84,520,54r10,10l515,104,545,74r10,10l510,124,500,114,515,69,480,99,470,94xm425,74l445,30,425,25r5,-10l475,30r-5,9l455,35,435,79,425,74xm355,39r15,l370,49r10,5l390,54r,-5l390,44r,-5l380,35,365,30r,-15l365,10,375,5r10,l395,5r10,5l405,20r,5l395,25r,-10l385,15r-10,l375,20r10,5l400,35r5,4l405,49r-5,10l390,64r-15,l370,59,360,54r,-5l355,39xm295,64l290,5,300,r30,39l325,r10,l340,59r-10,l300,25r5,34l295,64xm260,44l245,25r-5,24l260,44xm285,64r-15,l265,54r-25,5l240,74r-15,5l235,15r10,-5l285,64xm175,49r10,15l190,64r5,-5l200,54r,-5l195,44r-5,l180,49r-5,xm185,99l160,49,175,39r15,-4l200,35r10,9l210,54r,5l205,64r-10,5l185,74r15,20l185,99xm140,139l120,124,80,114,90,104r30,5l110,84,120,74r10,40l145,134r-5,5xm75,188r5,-9l90,179r10,-5l100,164r,-5l95,159r-5,l80,169r-10,5l55,174,50,164r,-10l55,144r10,-5l70,134r5,l85,139,75,149r-5,-5l65,149r-5,10l65,164r10,-5l90,149r5,l105,149r5,10l110,169r-5,10l100,188r-10,5l85,193,75,188xm60,218r-25,l50,233,60,218xm90,203r-5,15l70,218,60,238r10,10l65,258,20,218r5,-15l90,203xm60,308l,293,,283r50,10l55,263r10,l60,308xe" fillcolor="#005023" stroked="f">
                <v:stroke joinstyle="miter"/>
                <v:formulas/>
                <v:path arrowok="t" o:connecttype="custom" textboxrect="0,0,665,308"/>
                <v:textbox inset="0,0,0,0">
                  <w:txbxContent>
                    <w:p w:rsidR="009E5247" w:rsidRDefault="009E5247" w:rsidP="00DA09D1"/>
                  </w:txbxContent>
                </v:textbox>
              </v:shape>
              <v:shape id="Freeform 71" o:spid="_x0000_s1040" style="position:absolute;left:219236;top:15837;width:8997;height:6483;visibility:visible;mso-wrap-style:square;v-text-anchor:top" coordsize="15,1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" adj="-11796480,,5400" path="m,10l5,,15,,5,10,,10xe" fillcolor="#005747" stroked="f">
                <v:stroke joinstyle="miter"/>
                <v:formulas/>
                <v:path arrowok="t" o:connecttype="custom" textboxrect="0,0,15,10"/>
                <v:textbox inset="0,0,0,0">
                  <w:txbxContent>
                    <w:p w:rsidR="009E5247" w:rsidRDefault="009E5247" w:rsidP="00DA09D1"/>
                  </w:txbxContent>
                </v:textbox>
              </v:shape>
              <v:shape id="Freeform 72" o:spid="_x0000_s1041" style="position:absolute;left:31683;top:312477;width:184315;height:132478;visibility:visible;mso-wrap-style:square;v-text-anchor:top" coordsize="290,208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" adj="-11796480,,5400" path="m290,203r-5,5l275,203r-15,l250,198r-10,l225,193r-10,-5l200,188r-10,-5l180,178r-10,-5l155,169r-10,-5l135,154r-10,-5l115,144,105,134r-5,-5l90,124,80,114,70,109,65,99,55,89,50,84,45,74,35,64,30,54,25,49,20,39,15,29,10,20,5,10,,,5,r5,5l15,15r5,9l25,34r5,10l35,54r5,10l45,69,55,79r5,10l70,94r5,10l85,109r5,10l100,124r10,10l120,139r10,5l140,154r10,5l160,164r10,5l180,173r10,5l205,183r10,l225,188r15,5l250,193r15,5l275,198r15,5xe" fillcolor="#005023" stroked="f">
                <v:stroke joinstyle="miter"/>
                <v:formulas/>
                <v:path arrowok="t" o:connecttype="custom" textboxrect="0,0,290,208"/>
                <v:textbox inset="0,0,0,0">
                  <w:txbxContent>
                    <w:p w:rsidR="009E5247" w:rsidRDefault="009E5247" w:rsidP="00DA09D1"/>
                  </w:txbxContent>
                </v:textbox>
              </v:shape>
              <v:shape id="Freeform 73" o:spid="_x0000_s1042" style="position:absolute;left:47521;top:293403;width:186839;height:135358;visibility:visible;mso-wrap-style:square;v-text-anchor:top" coordsize="295,21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" adj="-11796480,,5400" path="m295,208r,5l280,213r-15,l255,208r-15,l225,203r-10,l200,199r-10,-5l180,189r-15,-5l155,179r-10,-5l135,169r-10,-5l115,154r-10,-5l95,139,85,134,75,124r-5,-5l60,109,50,99,45,89,40,84,30,74,25,64,20,54,15,45,10,35,5,25,,15,,,5,r,10l10,20r5,10l20,40r5,10l30,59r5,10l40,79,50,89r5,5l65,104r5,10l80,119r10,10l95,139r10,5l115,149r10,10l135,164r10,5l160,174r10,5l180,184r10,5l205,194r10,5l230,199r10,4l255,203r10,5l280,208r15,xe" fillcolor="#005023" stroked="f">
                <v:stroke joinstyle="miter"/>
                <v:formulas/>
                <v:path arrowok="t" o:connecttype="custom" textboxrect="0,0,295,213"/>
                <v:textbox inset="0,0,0,0">
                  <w:txbxContent>
                    <w:p w:rsidR="009E5247" w:rsidRDefault="009E5247" w:rsidP="00DA09D1"/>
                  </w:txbxContent>
                </v:textbox>
              </v:shape>
              <v:shape id="Freeform 74" o:spid="_x0000_s1043" style="position:absolute;left:69841;top:302757;width:149403;height:110880;visibility:visible;mso-wrap-style:square;v-text-anchor:top" coordsize="235,17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" adj="-11796480,,5400" path="m235,169r,5l225,169r-10,l205,164r-10,l185,159r-10,l165,154r-10,-5l145,149r-5,-5l130,139r-10,-5l110,129r-5,-5l95,119r-5,-5l80,109,75,99,65,94,60,89,55,84,45,74,40,69,35,59,30,54,25,49,20,39,15,35,10,25,5,15r,-5l,,5,r5,5l10,15r5,10l20,30r5,9l30,44r5,5l40,59r5,5l50,74r5,5l65,84r5,5l75,99r10,5l90,109r10,5l105,119r10,5l125,129r5,5l140,139r10,5l160,144r5,5l175,154r10,l195,159r10,l215,164r10,l235,169xe" fillcolor="#005747" stroked="f">
                <v:stroke joinstyle="miter"/>
                <v:formulas/>
                <v:path arrowok="t" o:connecttype="custom" textboxrect="0,0,235,174"/>
                <v:textbox inset="0,0,0,0">
                  <w:txbxContent>
                    <w:p w:rsidR="009E5247" w:rsidRDefault="009E5247" w:rsidP="00DA09D1"/>
                  </w:txbxContent>
                </v:textbox>
              </v:shape>
              <v:shape id="Freeform 75" o:spid="_x0000_s1044" style="position:absolute;left:212762;top:425516;width:22677;height:19440;visibility:visible;mso-wrap-style:square;v-text-anchor:top" coordsize="35,3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" adj="-11796480,,5400" path="m,25l30,r5,5l5,30,,25xe" fillcolor="#005747" stroked="f">
                <v:stroke joinstyle="miter"/>
                <v:formulas/>
                <v:path arrowok="t" o:connecttype="custom" textboxrect="0,0,35,30"/>
                <v:textbox inset="0,0,0,0">
                  <w:txbxContent>
                    <w:p w:rsidR="009E5247" w:rsidRDefault="009E5247" w:rsidP="00DA09D1"/>
                  </w:txbxContent>
                </v:textbox>
              </v:shape>
              <v:shape id="Freeform 76" o:spid="_x0000_s1045" style="position:absolute;left:219236;top:410044;width:16203;height:18004;visibility:visible;mso-wrap-style:square;v-text-anchor:top" coordsize="25,2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" adj="-11796480,,5400" path="m,l25,29r-5,l,xe" fillcolor="#005747" stroked="f">
                <v:stroke joinstyle="miter"/>
                <v:formulas/>
                <v:path arrowok="t" o:connecttype="custom" textboxrect="0,0,25,29"/>
                <v:textbox inset="0,0,0,0">
                  <w:txbxContent>
                    <w:p w:rsidR="009E5247" w:rsidRDefault="009E5247" w:rsidP="00DA09D1"/>
                  </w:txbxContent>
                </v:textbox>
              </v:shape>
              <v:shape id="Freeform 77" o:spid="_x0000_s1046" style="position:absolute;left:193679;top:407164;width:25557;height:33841;visibility:visible;mso-wrap-style:square;v-text-anchor:top" coordsize="40,5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" adj="-11796480,,5400" path="m20,l40,29r-5,5l15,r5,xm40,29r,5l35,34r5,-5xm40,29r-5,5l5,54,,49,35,29r5,xe" fillcolor="#005747" stroked="f">
                <v:stroke joinstyle="miter"/>
                <v:formulas/>
                <v:path arrowok="t" o:connecttype="custom" textboxrect="0,0,40,54"/>
                <v:textbox inset="0,0,0,0">
                  <w:txbxContent>
                    <w:p w:rsidR="009E5247" w:rsidRDefault="009E5247" w:rsidP="00DA09D1"/>
                  </w:txbxContent>
                </v:textbox>
              </v:shape>
              <v:shape id="Freeform 78" o:spid="_x0000_s1047" style="position:absolute;left:174595;top:403917;width:28081;height:30595;visibility:visible;mso-wrap-style:square;v-text-anchor:top" coordsize="45,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" adj="-11796480,,5400" path="m25,l40,29r-5,5l20,r5,xm40,29r5,5l40,34r,-5xm40,29r,5l5,49,,44,40,29xe" fillcolor="#005747" stroked="f">
                <v:stroke joinstyle="miter"/>
                <v:formulas/>
                <v:path arrowok="t" o:connecttype="custom" textboxrect="0,0,45,49"/>
                <v:textbox inset="0,0,0,0">
                  <w:txbxContent>
                    <w:p w:rsidR="009E5247" w:rsidRDefault="009E5247" w:rsidP="00DA09D1"/>
                  </w:txbxContent>
                </v:textbox>
              </v:shape>
              <v:shape id="Freeform 79" o:spid="_x0000_s1048" style="position:absolute;left:158758;top:397443;width:25557;height:30595;visibility:visible;mso-wrap-style:square;v-text-anchor:top" coordsize="40,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" adj="-11796480,,5400" path="m25,l40,35r-5,l20,5,25,xm40,35r,xm40,35r,l,49,35,35r5,xe" fillcolor="#005747" stroked="f">
                <v:stroke joinstyle="miter"/>
                <v:formulas/>
                <v:path arrowok="t" o:connecttype="custom" textboxrect="0,0,40,49"/>
                <v:textbox inset="0,0,0,0">
                  <w:txbxContent>
                    <w:p w:rsidR="009E5247" w:rsidRDefault="009E5247" w:rsidP="00DA09D1"/>
                  </w:txbxContent>
                </v:textbox>
              </v:shape>
              <v:shape id="Freeform 80" o:spid="_x0000_s1049" style="position:absolute;left:139683;top:394197;width:28081;height:28081;visibility:visible;mso-wrap-style:square;v-text-anchor:top" coordsize="45,4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" adj="-11796480,,5400" path="m35,l45,30r-5,l30,r5,xm45,30r,5l40,35r5,-5xm45,30r-5,5l5,44,,40,40,30r5,xe" fillcolor="#005747" stroked="f">
                <v:stroke joinstyle="miter"/>
                <v:formulas/>
                <v:path arrowok="t" o:connecttype="custom" textboxrect="0,0,45,44"/>
                <v:textbox inset="0,0,0,0">
                  <w:txbxContent>
                    <w:p w:rsidR="009E5247" w:rsidRDefault="009E5247" w:rsidP="00DA09D1"/>
                  </w:txbxContent>
                </v:textbox>
              </v:shape>
              <v:shape id="Freeform 81" o:spid="_x0000_s1050" style="position:absolute;left:41404;top:315724;width:38523;height:21963;visibility:visible;mso-wrap-style:square;v-text-anchor:top" coordsize="60,3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" adj="-11796480,,5400" path="m60,l40,29r-5,l55,r5,xm40,29r,5l40,29xm40,29r,5l,19,,15,40,29xe" fillcolor="#005747" stroked="f">
                <v:stroke joinstyle="miter"/>
                <v:formulas/>
                <v:path arrowok="t" o:connecttype="custom" textboxrect="0,0,60,34"/>
                <v:textbox inset="0,0,0,0">
                  <w:txbxContent>
                    <w:p w:rsidR="009E5247" w:rsidRDefault="009E5247" w:rsidP="00DA09D1"/>
                  </w:txbxContent>
                </v:textbox>
              </v:shape>
              <v:shape id="Freeform 82" o:spid="_x0000_s1051" style="position:absolute;left:47521;top:327602;width:38523;height:22677;visibility:visible;mso-wrap-style:square;v-text-anchor:top" coordsize="60,35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" adj="-11796480,,5400" path="m60,l45,30r-5,l55,r5,xm45,30r,5l45,30xm45,30r,5l,25,,20,45,30xe" fillcolor="#005747" stroked="f">
                <v:stroke joinstyle="miter"/>
                <v:formulas/>
                <v:path arrowok="t" o:connecttype="custom" textboxrect="0,0,60,35"/>
                <v:textbox inset="0,0,0,0">
                  <w:txbxContent>
                    <w:p w:rsidR="009E5247" w:rsidRDefault="009E5247" w:rsidP="00DA09D1"/>
                  </w:txbxContent>
                </v:textbox>
              </v:shape>
              <v:shape id="Freeform 83" o:spid="_x0000_s1052" style="position:absolute;left:57241;top:337322;width:35277;height:22677;visibility:visible;mso-wrap-style:square;v-text-anchor:top" coordsize="55,35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" adj="-11796480,,5400" path="m55,5l45,35r-5,l50,r5,5xm45,35r,xm45,35r,l,30,,25r45,5l45,35xe" fillcolor="#005747" stroked="f">
                <v:stroke joinstyle="miter"/>
                <v:formulas/>
                <v:path arrowok="t" o:connecttype="custom" textboxrect="0,0,55,35"/>
                <v:textbox inset="0,0,0,0">
                  <w:txbxContent>
                    <w:p w:rsidR="009E5247" w:rsidRDefault="009E5247" w:rsidP="00DA09D1"/>
                  </w:txbxContent>
                </v:textbox>
              </v:shape>
              <v:shape id="Freeform 84" o:spid="_x0000_s1053" style="position:absolute;left:69841;top:349922;width:31318;height:22677;visibility:visible;mso-wrap-style:square;v-text-anchor:top" coordsize="50,35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" adj="-11796480,,5400" path="m50,l45,35r-5,l45,r5,xm45,35r,l40,35r5,xm45,35r-5,l,35,,30r40,l45,35xe" fillcolor="#005747" stroked="f">
                <v:stroke joinstyle="miter"/>
                <v:formulas/>
                <v:path arrowok="t" o:connecttype="custom" textboxrect="0,0,50,35"/>
                <v:textbox inset="0,0,0,0">
                  <w:txbxContent>
                    <w:p w:rsidR="009E5247" w:rsidRDefault="009E5247" w:rsidP="00DA09D1"/>
                  </w:txbxContent>
                </v:textbox>
              </v:shape>
              <v:shape id="Freeform 85" o:spid="_x0000_s1054" style="position:absolute;left:82442;top:359276;width:28081;height:25557;visibility:visible;mso-wrap-style:square;v-text-anchor:top" coordsize="45,4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" adj="-11796480,,5400" path="m45,r,35l40,35,40,r5,xm45,35r,5l40,40r5,-5xm45,35r-5,5l,35,,30r40,5l45,35xe" fillcolor="#005747" stroked="f">
                <v:stroke joinstyle="miter"/>
                <v:formulas/>
                <v:path arrowok="t" o:connecttype="custom" textboxrect="0,0,45,40"/>
                <v:textbox inset="0,0,0,0">
                  <w:txbxContent>
                    <w:p w:rsidR="009E5247" w:rsidRDefault="009E5247" w:rsidP="00DA09D1"/>
                  </w:txbxContent>
                </v:textbox>
              </v:shape>
              <v:shape id="Freeform 86" o:spid="_x0000_s1055" style="position:absolute;left:95399;top:368996;width:28081;height:25557;visibility:visible;mso-wrap-style:square;v-text-anchor:top" coordsize="45,4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" adj="-11796480,,5400" path="m,35r40,l40,40,,40,,35xm45,35r,5l40,40r5,-5xm40,40r,-5l40,r5,l45,35r-5,5xe" fillcolor="#005747" stroked="f">
                <v:stroke joinstyle="miter"/>
                <v:formulas/>
                <v:path arrowok="t" o:connecttype="custom" textboxrect="0,0,45,40"/>
                <v:textbox inset="0,0,0,0">
                  <w:txbxContent>
                    <w:p w:rsidR="009E5247" w:rsidRDefault="009E5247" w:rsidP="00DA09D1"/>
                  </w:txbxContent>
                </v:textbox>
              </v:shape>
              <v:shape id="Freeform 87" o:spid="_x0000_s1056" style="position:absolute;left:123837;top:384843;width:28081;height:31318;visibility:visible;mso-wrap-style:square;v-text-anchor:top" coordsize="45,5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" adj="-11796480,,5400" path="m40,r5,35l40,35,35,5,40,xm45,35r,5l45,35xm45,35r,5l,50,,45,40,35r5,xe" fillcolor="#005747" stroked="f">
                <v:stroke joinstyle="miter"/>
                <v:formulas/>
                <v:path arrowok="t" o:connecttype="custom" textboxrect="0,0,45,50"/>
                <v:textbox inset="0,0,0,0">
                  <w:txbxContent>
                    <w:p w:rsidR="009E5247" w:rsidRDefault="009E5247" w:rsidP="00DA09D1"/>
                  </w:txbxContent>
                </v:textbox>
              </v:shape>
              <v:shape id="Freeform 88" o:spid="_x0000_s1057" style="position:absolute;left:107999;top:378360;width:28081;height:28081;visibility:visible;mso-wrap-style:square;v-text-anchor:top" coordsize="45,45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" adj="-11796480,,5400" path="m45,r,35l40,35,40,r5,xm45,35r,xm45,35r,l5,45,,40,45,30r,5xe" fillcolor="#005747" stroked="f">
                <v:stroke joinstyle="miter"/>
                <v:formulas/>
                <v:path arrowok="t" o:connecttype="custom" textboxrect="0,0,45,45"/>
                <v:textbox inset="0,0,0,0">
                  <w:txbxContent>
                    <w:p w:rsidR="009E5247" w:rsidRDefault="009E5247" w:rsidP="00DA09D1"/>
                  </w:txbxContent>
                </v:textbox>
              </v:shape>
              <v:shape id="Freeform 89" o:spid="_x0000_s1058" style="position:absolute;left:31683;top:290157;width:41404;height:31318;visibility:visible;mso-wrap-style:square;v-text-anchor:top" coordsize="65,5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" adj="-11796480,,5400" path="m65,20r,xm65,20r,l45,50r-5,l60,20r5,xm45,50r,l40,50r5,xm45,50r-5,l5,35r,-5l45,45r,5xm5,35l,35r5,xm5,35r,l25,5r5,l5,35xm25,5l25,r,5xm25,5l25,,65,20r-5,l25,5xe" fillcolor="#005747" stroked="f">
                <v:stroke joinstyle="miter"/>
                <v:formulas/>
                <v:path arrowok="t" o:connecttype="custom" textboxrect="0,0,65,50"/>
                <v:textbox inset="0,0,0,0">
                  <w:txbxContent>
                    <w:p w:rsidR="009E5247" w:rsidRDefault="009E5247" w:rsidP="00DA09D1"/>
                  </w:txbxContent>
                </v:textbox>
              </v:shape>
              <v:shape id="Freeform 90" o:spid="_x0000_s1059" style="position:absolute;left:254157;top:312477;width:181078;height:132478;visibility:visible;mso-wrap-style:square;v-text-anchor:top" coordsize="285,208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" adj="-11796480,,5400" path="m,208r,-5l10,198r15,l35,193r10,l60,188r10,-5l85,183r10,-5l105,173r10,-4l125,164r10,-5l145,154r10,-10l165,139r10,-5l185,124r10,-5l200,109r10,-5l220,94r5,-5l235,79r5,-10l245,64r5,-10l260,44r5,-10l270,24r,-9l275,5,280,r5,l280,10r-5,10l270,29r-5,10l260,49r-5,5l250,64r-5,10l235,84r-5,5l220,99r-5,10l205,114r-10,10l190,129r-10,5l170,144r-10,5l150,154r-10,10l130,169r-10,4l105,178r-10,5l85,188r-10,l60,193r-10,5l35,198r-10,5l10,203,,208xe" fillcolor="#005747" stroked="f">
                <v:stroke joinstyle="miter"/>
                <v:formulas/>
                <v:path arrowok="t" o:connecttype="custom" textboxrect="0,0,285,208"/>
                <v:textbox inset="0,0,0,0">
                  <w:txbxContent>
                    <w:p w:rsidR="009E5247" w:rsidRDefault="009E5247" w:rsidP="00DA09D1"/>
                  </w:txbxContent>
                </v:textbox>
              </v:shape>
              <v:shape id="Freeform 91" o:spid="_x0000_s1060" style="position:absolute;left:235083;top:293403;width:184315;height:135358;visibility:visible;mso-wrap-style:square;v-text-anchor:top" coordsize="290,21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" adj="-11796480,,5400" path="m,213r,-5l10,208r15,l35,203r15,l65,199r10,l85,194r15,-5l110,184r10,-5l135,174r10,-5l155,164r10,-5l175,149r10,-5l195,139r10,-10l210,119r10,-5l230,104r5,-10l245,89r5,-10l255,69r5,-10l265,50r5,-10l275,30r5,-10l285,10,285,r5,l290,15r-5,10l280,35r-5,10l270,54r-5,10l260,74r-5,10l245,89r-5,10l230,109r-5,10l215,124r-10,10l195,139r-5,10l180,154r-10,5l160,169r-15,5l135,179r-10,5l115,189r-15,5l90,199r-15,4l65,203r-15,5l40,208r-15,5l10,213,,213xe" fillcolor="#005023" stroked="f">
                <v:stroke joinstyle="miter"/>
                <v:formulas/>
                <v:path arrowok="t" o:connecttype="custom" textboxrect="0,0,290,213"/>
                <v:textbox inset="0,0,0,0">
                  <w:txbxContent>
                    <w:p w:rsidR="009E5247" w:rsidRDefault="009E5247" w:rsidP="00DA09D1"/>
                  </w:txbxContent>
                </v:textbox>
              </v:shape>
              <v:shape id="Freeform 92" o:spid="_x0000_s1061" style="position:absolute;left:247683;top:302757;width:149403;height:110880;visibility:visible;mso-wrap-style:square;v-text-anchor:top" coordsize="235,17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" adj="-11796480,,5400" path="m,174r,-5l10,164r10,l30,159r10,l50,154r10,l70,149r10,-5l90,144r5,-5l105,134r10,-5l120,124r10,-5l140,114r5,-5l155,104r5,-5l165,89r10,-5l180,79r5,-5l190,64r5,-5l205,49r5,-5l210,39r5,-9l220,25r5,-10l230,5r,-5l235,r,10l230,15r-5,10l220,35r-5,4l210,49r-5,5l200,59r-5,10l190,74r-5,10l175,89r-5,5l165,99r-10,10l150,114r-10,5l135,124r-10,5l115,134r-5,5l100,144r-10,5l80,149r-10,5l60,159r-10,l40,164r-10,l20,169r-10,l,174xe" fillcolor="#005747" stroked="f">
                <v:stroke joinstyle="miter"/>
                <v:formulas/>
                <v:path arrowok="t" o:connecttype="custom" textboxrect="0,0,235,174"/>
                <v:textbox inset="0,0,0,0">
                  <w:txbxContent>
                    <w:p w:rsidR="009E5247" w:rsidRDefault="009E5247" w:rsidP="00DA09D1"/>
                  </w:txbxContent>
                </v:textbox>
              </v:shape>
              <v:shape id="Freeform 93" o:spid="_x0000_s1062" style="position:absolute;left:231836;top:425516;width:22677;height:19440;visibility:visible;mso-wrap-style:square;v-text-anchor:top" coordsize="35,3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" adj="-11796480,,5400" path="m35,30l,5,5,,35,25r,5xe" fillcolor="#005747" stroked="f">
                <v:stroke joinstyle="miter"/>
                <v:formulas/>
                <v:path arrowok="t" o:connecttype="custom" textboxrect="0,0,35,30"/>
                <v:textbox inset="0,0,0,0">
                  <w:txbxContent>
                    <w:p w:rsidR="009E5247" w:rsidRDefault="009E5247" w:rsidP="00DA09D1"/>
                  </w:txbxContent>
                </v:textbox>
              </v:shape>
              <v:shape id="Freeform 94" o:spid="_x0000_s1063" style="position:absolute;left:231836;top:410044;width:19440;height:18004;visibility:visible;mso-wrap-style:square;v-text-anchor:top" coordsize="30,2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" adj="-11796480,,5400" path="m30,l5,29,,29,25,r5,xe" fillcolor="#005747" stroked="f">
                <v:stroke joinstyle="miter"/>
                <v:formulas/>
                <v:path arrowok="t" o:connecttype="custom" textboxrect="0,0,30,29"/>
                <v:textbox inset="0,0,0,0">
                  <w:txbxContent>
                    <w:p w:rsidR="009E5247" w:rsidRDefault="009E5247" w:rsidP="00DA09D1"/>
                  </w:txbxContent>
                </v:textbox>
              </v:shape>
              <v:shape id="Freeform 95" o:spid="_x0000_s1064" style="position:absolute;left:247683;top:407164;width:25557;height:33841;visibility:visible;mso-wrap-style:square;v-text-anchor:top" coordsize="40,5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" adj="-11796480,,5400" path="m25,l10,34,5,29,25,xm5,34l,34,5,29r,5xm5,29r,l40,49r,5l5,34r,-5xe" fillcolor="#005747" stroked="f">
                <v:stroke joinstyle="miter"/>
                <v:formulas/>
                <v:path arrowok="t" o:connecttype="custom" textboxrect="0,0,40,54"/>
                <v:textbox inset="0,0,0,0">
                  <w:txbxContent>
                    <w:p w:rsidR="009E5247" w:rsidRDefault="009E5247" w:rsidP="00DA09D1"/>
                  </w:txbxContent>
                </v:textbox>
              </v:shape>
              <v:shape id="Freeform 96" o:spid="_x0000_s1065" style="position:absolute;left:266757;top:403917;width:25557;height:30595;visibility:visible;mso-wrap-style:square;v-text-anchor:top" coordsize="40,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" adj="-11796480,,5400" path="m20,l5,34,,29,15,r5,xm,34r,l,29r,5xm,29r5,l40,44r,5l,34,,29xe" fillcolor="#005747" stroked="f">
                <v:stroke joinstyle="miter"/>
                <v:formulas/>
                <v:path arrowok="t" o:connecttype="custom" textboxrect="0,0,40,49"/>
                <v:textbox inset="0,0,0,0">
                  <w:txbxContent>
                    <w:p w:rsidR="009E5247" w:rsidRDefault="009E5247" w:rsidP="00DA09D1"/>
                  </w:txbxContent>
                </v:textbox>
              </v:shape>
              <v:shape id="Freeform 97" o:spid="_x0000_s1066" style="position:absolute;left:282604;top:397443;width:25557;height:30595;visibility:visible;mso-wrap-style:square;v-text-anchor:top" coordsize="40,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" adj="-11796480,,5400" path="m20,5l5,35,,35,15,r5,5xm5,35l,35r5,xm,35r5,l40,49,5,35,,35xe" fillcolor="#005747" stroked="f">
                <v:stroke joinstyle="miter"/>
                <v:formulas/>
                <v:path arrowok="t" o:connecttype="custom" textboxrect="0,0,40,49"/>
                <v:textbox inset="0,0,0,0">
                  <w:txbxContent>
                    <w:p w:rsidR="009E5247" w:rsidRDefault="009E5247" w:rsidP="00DA09D1"/>
                  </w:txbxContent>
                </v:textbox>
              </v:shape>
              <v:shape id="Freeform 98" o:spid="_x0000_s1067" style="position:absolute;left:298441;top:391317;width:28081;height:30595;visibility:visible;mso-wrap-style:square;v-text-anchor:top" coordsize="45,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" adj="-11796480,,5400" path="m15,5l5,35,,35,10,r5,5xm5,40l,40,,35r5,5xm,35r5,l45,45r,4l5,40,,35xe" fillcolor="#005747" stroked="f">
                <v:stroke joinstyle="miter"/>
                <v:formulas/>
                <v:path arrowok="t" o:connecttype="custom" textboxrect="0,0,45,49"/>
                <v:textbox inset="0,0,0,0">
                  <w:txbxContent>
                    <w:p w:rsidR="009E5247" w:rsidRDefault="009E5247" w:rsidP="00DA09D1"/>
                  </w:txbxContent>
                </v:textbox>
              </v:shape>
              <v:shape id="Freeform 99" o:spid="_x0000_s1068" style="position:absolute;left:390604;top:315724;width:38523;height:21963;visibility:visible;mso-wrap-style:square;v-text-anchor:top" coordsize="60,3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" adj="-11796480,,5400" path="m,l20,29r-5,l,xm15,34r,l15,29r,5xm15,29r,l55,15r5,4l15,34r,-5xe" fillcolor="#005747" stroked="f">
                <v:stroke joinstyle="miter"/>
                <v:formulas/>
                <v:path arrowok="t" o:connecttype="custom" textboxrect="0,0,60,34"/>
                <v:textbox inset="0,0,0,0">
                  <w:txbxContent>
                    <w:p w:rsidR="009E5247" w:rsidRDefault="009E5247" w:rsidP="00DA09D1"/>
                  </w:txbxContent>
                </v:textbox>
              </v:shape>
              <v:shape id="Freeform 100" o:spid="_x0000_s1069" style="position:absolute;left:380884;top:327602;width:38523;height:22677;visibility:visible;mso-wrap-style:square;v-text-anchor:top" coordsize="60,35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" adj="-11796480,,5400" path="m5,l20,30r-5,l,,5,xm20,35r-5,l15,30r5,5xm15,30r,l60,20r,5l20,35,15,30xe" fillcolor="#005747" stroked="f">
                <v:stroke joinstyle="miter"/>
                <v:formulas/>
                <v:path arrowok="t" o:connecttype="custom" textboxrect="0,0,60,35"/>
                <v:textbox inset="0,0,0,0">
                  <w:txbxContent>
                    <w:p w:rsidR="009E5247" w:rsidRDefault="009E5247" w:rsidP="00DA09D1"/>
                  </w:txbxContent>
                </v:textbox>
              </v:shape>
              <v:shape id="Freeform 101" o:spid="_x0000_s1070" style="position:absolute;left:374757;top:337322;width:35277;height:22677;visibility:visible;mso-wrap-style:square;v-text-anchor:top" coordsize="55,35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" adj="-11796480,,5400" path="m5,l15,35r-5,l,5,5,xm10,35r,xm10,35r,-5l55,25r,5l10,35xe" fillcolor="#005747" stroked="f">
                <v:stroke joinstyle="miter"/>
                <v:formulas/>
                <v:path arrowok="t" o:connecttype="custom" textboxrect="0,0,55,35"/>
                <v:textbox inset="0,0,0,0">
                  <w:txbxContent>
                    <w:p w:rsidR="009E5247" w:rsidRDefault="009E5247" w:rsidP="00DA09D1"/>
                  </w:txbxContent>
                </v:textbox>
              </v:shape>
              <v:shape id="Freeform 102" o:spid="_x0000_s1071" style="position:absolute;left:365037;top:349922;width:35277;height:22677;visibility:visible;mso-wrap-style:square;v-text-anchor:top" coordsize="55,35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" adj="-11796480,,5400" path="m5,r5,35l5,35,,,5,xm10,35r,l5,35r5,xm5,35r5,-5l50,30r5,5l10,35r-5,xe" fillcolor="#005747" stroked="f">
                <v:stroke joinstyle="miter"/>
                <v:formulas/>
                <v:path arrowok="t" o:connecttype="custom" textboxrect="0,0,55,35"/>
                <v:textbox inset="0,0,0,0">
                  <w:txbxContent>
                    <w:p w:rsidR="009E5247" w:rsidRDefault="009E5247" w:rsidP="00DA09D1"/>
                  </w:txbxContent>
                </v:textbox>
              </v:shape>
              <v:shape id="Freeform 103" o:spid="_x0000_s1072" style="position:absolute;left:355683;top:359276;width:31318;height:25557;visibility:visible;mso-wrap-style:square;v-text-anchor:top" coordsize="50,4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" adj="-11796480,,5400" path="m5,r5,35l5,35,,,5,xm5,40r,l5,35r,5xm5,35r,l50,30r,5l5,40r,-5xe" fillcolor="#005747" stroked="f">
                <v:stroke joinstyle="miter"/>
                <v:formulas/>
                <v:path arrowok="t" o:connecttype="custom" textboxrect="0,0,50,40"/>
                <v:textbox inset="0,0,0,0">
                  <w:txbxContent>
                    <w:p w:rsidR="009E5247" w:rsidRDefault="009E5247" w:rsidP="00DA09D1"/>
                  </w:txbxContent>
                </v:textbox>
              </v:shape>
              <v:shape id="Freeform 104" o:spid="_x0000_s1073" style="position:absolute;left:343082;top:368996;width:28081;height:25557;visibility:visible;mso-wrap-style:square;v-text-anchor:top" coordsize="45,4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" adj="-11796480,,5400" path="m45,40l5,40r,-5l45,35r,5xm5,40l,40,,35r5,5xm5,40l,35,,,5,r,35l5,40xe" fillcolor="#005747" stroked="f">
                <v:stroke joinstyle="miter"/>
                <v:formulas/>
                <v:path arrowok="t" o:connecttype="custom" textboxrect="0,0,45,40"/>
                <v:textbox inset="0,0,0,0">
                  <w:txbxContent>
                    <w:p w:rsidR="009E5247" w:rsidRDefault="009E5247" w:rsidP="00DA09D1"/>
                  </w:txbxContent>
                </v:textbox>
              </v:shape>
              <v:shape id="Freeform 105" o:spid="_x0000_s1074" style="position:absolute;left:314279;top:384843;width:28081;height:31318;visibility:visible;mso-wrap-style:square;v-text-anchor:top" coordsize="45,5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" adj="-11796480,,5400" path="m15,5l5,35,,35,10,r5,5xm5,40l,40,,35r5,5xm,35r5,l45,45r,5l5,40,,35xe" fillcolor="#005747" stroked="f">
                <v:stroke joinstyle="miter"/>
                <v:formulas/>
                <v:path arrowok="t" o:connecttype="custom" textboxrect="0,0,45,50"/>
                <v:textbox inset="0,0,0,0">
                  <w:txbxContent>
                    <w:p w:rsidR="009E5247" w:rsidRDefault="009E5247" w:rsidP="00DA09D1"/>
                  </w:txbxContent>
                </v:textbox>
              </v:shape>
              <v:shape id="Freeform 106" o:spid="_x0000_s1075" style="position:absolute;left:330116;top:378360;width:28081;height:28081;visibility:visible;mso-wrap-style:square;v-text-anchor:top" coordsize="45,45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" adj="-11796480,,5400" path="m10,l5,35,,35,5,r5,xm,35r,xm,35l5,30,45,40r,5l,35xe" fillcolor="#005747" stroked="f">
                <v:stroke joinstyle="miter"/>
                <v:formulas/>
                <v:path arrowok="t" o:connecttype="custom" textboxrect="0,0,45,45"/>
                <v:textbox inset="0,0,0,0">
                  <w:txbxContent>
                    <w:p w:rsidR="009E5247" w:rsidRDefault="009E5247" w:rsidP="00DA09D1"/>
                  </w:txbxContent>
                </v:textbox>
              </v:shape>
              <v:shape id="Freeform 107" o:spid="_x0000_s1076" style="position:absolute;left:393841;top:290157;width:41404;height:31318;visibility:visible;mso-wrap-style:square;v-text-anchor:top" coordsize="65,5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" adj="-11796480,,5400" path="m,20r,xm,20r5,l25,50r-5,l,20xm25,50r-5,l25,50xm20,50r,-5l60,30r,5l25,50r-5,xm65,35r,l60,35r5,xm60,35r,l40,5,65,35r-5,xm40,r,l40,5,40,xm40,5r,l5,20,,20,40,r,5xe" fillcolor="#005747" stroked="f">
                <v:stroke joinstyle="miter"/>
                <v:formulas/>
                <v:path arrowok="t" o:connecttype="custom" textboxrect="0,0,65,50"/>
                <v:textbox inset="0,0,0,0">
                  <w:txbxContent>
                    <w:p w:rsidR="009E5247" w:rsidRDefault="009E5247" w:rsidP="00DA09D1"/>
                  </w:txbxContent>
                </v:textbox>
              </v:shape>
              <w10:wrap anchorx="margin"/>
            </v:group>
          </w:pict>
        </mc:Fallback>
      </mc:AlternateContent>
    </w:r>
  </w:p>
  <w:p w:rsidR="009E5247" w:rsidRPr="00DA09D1" w:rsidRDefault="00F6177C" w:rsidP="00DA09D1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left</wp:align>
              </wp:positionH>
              <wp:positionV relativeFrom="paragraph">
                <wp:posOffset>184785</wp:posOffset>
              </wp:positionV>
              <wp:extent cx="5866130" cy="0"/>
              <wp:effectExtent l="0" t="0" r="20320" b="19050"/>
              <wp:wrapSquare wrapText="bothSides"/>
              <wp:docPr id="52" name="Kanwa 5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66130" cy="0"/>
                      </a:xfrm>
                      <a:prstGeom prst="straightConnector1">
                        <a:avLst/>
                      </a:prstGeom>
                      <a:noFill/>
                      <a:ln w="6483">
                        <a:solidFill>
                          <a:srgbClr val="005846"/>
                        </a:solidFill>
                        <a:round/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Kanwa 56" o:spid="_x0000_s2153" type="#_x0000_t32" style="height:0;margin-left:0;margin-top:14.55pt;mso-position-horizontal:left;mso-position-horizontal-relative:margin;mso-wrap-distance-bottom:0;mso-wrap-distance-left:9pt;mso-wrap-distance-right:9pt;mso-wrap-distance-top:0;mso-wrap-style:square;position:absolute;visibility:visible;width:461.9pt;z-index:251661312" strokecolor="#005846" strokeweight="0.51pt">
              <w10:wrap type="squar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EA69EF"/>
    <w:multiLevelType w:val="hybridMultilevel"/>
    <w:tmpl w:val="932C6EEC"/>
    <w:lvl w:ilvl="0" w:tplc="F708A954">
      <w:start w:val="1"/>
      <w:numFmt w:val="decimal"/>
      <w:lvlText w:val="%1."/>
      <w:lvlJc w:val="left"/>
      <w:pPr>
        <w:ind w:left="720" w:hanging="360"/>
      </w:pPr>
    </w:lvl>
    <w:lvl w:ilvl="1" w:tplc="96083346" w:tentative="1">
      <w:start w:val="1"/>
      <w:numFmt w:val="lowerLetter"/>
      <w:lvlText w:val="%2."/>
      <w:lvlJc w:val="left"/>
      <w:pPr>
        <w:ind w:left="1440" w:hanging="360"/>
      </w:pPr>
    </w:lvl>
    <w:lvl w:ilvl="2" w:tplc="81D40F2C" w:tentative="1">
      <w:start w:val="1"/>
      <w:numFmt w:val="lowerRoman"/>
      <w:lvlText w:val="%3."/>
      <w:lvlJc w:val="right"/>
      <w:pPr>
        <w:ind w:left="2160" w:hanging="180"/>
      </w:pPr>
    </w:lvl>
    <w:lvl w:ilvl="3" w:tplc="8946ED82" w:tentative="1">
      <w:start w:val="1"/>
      <w:numFmt w:val="decimal"/>
      <w:lvlText w:val="%4."/>
      <w:lvlJc w:val="left"/>
      <w:pPr>
        <w:ind w:left="2880" w:hanging="360"/>
      </w:pPr>
    </w:lvl>
    <w:lvl w:ilvl="4" w:tplc="400EDCCA" w:tentative="1">
      <w:start w:val="1"/>
      <w:numFmt w:val="lowerLetter"/>
      <w:lvlText w:val="%5."/>
      <w:lvlJc w:val="left"/>
      <w:pPr>
        <w:ind w:left="3600" w:hanging="360"/>
      </w:pPr>
    </w:lvl>
    <w:lvl w:ilvl="5" w:tplc="CE96D1EC" w:tentative="1">
      <w:start w:val="1"/>
      <w:numFmt w:val="lowerRoman"/>
      <w:lvlText w:val="%6."/>
      <w:lvlJc w:val="right"/>
      <w:pPr>
        <w:ind w:left="4320" w:hanging="180"/>
      </w:pPr>
    </w:lvl>
    <w:lvl w:ilvl="6" w:tplc="FA52B828" w:tentative="1">
      <w:start w:val="1"/>
      <w:numFmt w:val="decimal"/>
      <w:lvlText w:val="%7."/>
      <w:lvlJc w:val="left"/>
      <w:pPr>
        <w:ind w:left="5040" w:hanging="360"/>
      </w:pPr>
    </w:lvl>
    <w:lvl w:ilvl="7" w:tplc="69787CC0" w:tentative="1">
      <w:start w:val="1"/>
      <w:numFmt w:val="lowerLetter"/>
      <w:lvlText w:val="%8."/>
      <w:lvlJc w:val="left"/>
      <w:pPr>
        <w:ind w:left="5760" w:hanging="360"/>
      </w:pPr>
    </w:lvl>
    <w:lvl w:ilvl="8" w:tplc="2E8C23E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05040D"/>
    <w:multiLevelType w:val="hybridMultilevel"/>
    <w:tmpl w:val="1F4E7726"/>
    <w:lvl w:ilvl="0" w:tplc="B8E6F332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54A4A4E2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25FEEEDE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4FCA79AC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432A15A2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6BECA2FA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F7D0689E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16AAC6DC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817E1CC8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2A94207C"/>
    <w:multiLevelType w:val="hybridMultilevel"/>
    <w:tmpl w:val="B6740DC8"/>
    <w:lvl w:ilvl="0" w:tplc="94920F8C">
      <w:start w:val="1"/>
      <w:numFmt w:val="decimal"/>
      <w:lvlText w:val="%1."/>
      <w:lvlJc w:val="left"/>
      <w:pPr>
        <w:ind w:left="720" w:hanging="360"/>
      </w:pPr>
    </w:lvl>
    <w:lvl w:ilvl="1" w:tplc="B76AD2CA" w:tentative="1">
      <w:start w:val="1"/>
      <w:numFmt w:val="lowerLetter"/>
      <w:lvlText w:val="%2."/>
      <w:lvlJc w:val="left"/>
      <w:pPr>
        <w:ind w:left="1440" w:hanging="360"/>
      </w:pPr>
    </w:lvl>
    <w:lvl w:ilvl="2" w:tplc="228E12C2" w:tentative="1">
      <w:start w:val="1"/>
      <w:numFmt w:val="lowerRoman"/>
      <w:lvlText w:val="%3."/>
      <w:lvlJc w:val="right"/>
      <w:pPr>
        <w:ind w:left="2160" w:hanging="180"/>
      </w:pPr>
    </w:lvl>
    <w:lvl w:ilvl="3" w:tplc="1F6E2F3E" w:tentative="1">
      <w:start w:val="1"/>
      <w:numFmt w:val="decimal"/>
      <w:lvlText w:val="%4."/>
      <w:lvlJc w:val="left"/>
      <w:pPr>
        <w:ind w:left="2880" w:hanging="360"/>
      </w:pPr>
    </w:lvl>
    <w:lvl w:ilvl="4" w:tplc="DB96A99A" w:tentative="1">
      <w:start w:val="1"/>
      <w:numFmt w:val="lowerLetter"/>
      <w:lvlText w:val="%5."/>
      <w:lvlJc w:val="left"/>
      <w:pPr>
        <w:ind w:left="3600" w:hanging="360"/>
      </w:pPr>
    </w:lvl>
    <w:lvl w:ilvl="5" w:tplc="024EBA22" w:tentative="1">
      <w:start w:val="1"/>
      <w:numFmt w:val="lowerRoman"/>
      <w:lvlText w:val="%6."/>
      <w:lvlJc w:val="right"/>
      <w:pPr>
        <w:ind w:left="4320" w:hanging="180"/>
      </w:pPr>
    </w:lvl>
    <w:lvl w:ilvl="6" w:tplc="5B66E82C" w:tentative="1">
      <w:start w:val="1"/>
      <w:numFmt w:val="decimal"/>
      <w:lvlText w:val="%7."/>
      <w:lvlJc w:val="left"/>
      <w:pPr>
        <w:ind w:left="5040" w:hanging="360"/>
      </w:pPr>
    </w:lvl>
    <w:lvl w:ilvl="7" w:tplc="A768D112" w:tentative="1">
      <w:start w:val="1"/>
      <w:numFmt w:val="lowerLetter"/>
      <w:lvlText w:val="%8."/>
      <w:lvlJc w:val="left"/>
      <w:pPr>
        <w:ind w:left="5760" w:hanging="360"/>
      </w:pPr>
    </w:lvl>
    <w:lvl w:ilvl="8" w:tplc="5998B28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336CDB"/>
    <w:multiLevelType w:val="hybridMultilevel"/>
    <w:tmpl w:val="8B663164"/>
    <w:lvl w:ilvl="0" w:tplc="FF1A360A">
      <w:start w:val="1"/>
      <w:numFmt w:val="lowerLetter"/>
      <w:lvlText w:val="%1)"/>
      <w:lvlJc w:val="left"/>
      <w:pPr>
        <w:ind w:left="1287" w:hanging="360"/>
      </w:pPr>
    </w:lvl>
    <w:lvl w:ilvl="1" w:tplc="848ECB2C" w:tentative="1">
      <w:start w:val="1"/>
      <w:numFmt w:val="lowerLetter"/>
      <w:lvlText w:val="%2."/>
      <w:lvlJc w:val="left"/>
      <w:pPr>
        <w:ind w:left="2007" w:hanging="360"/>
      </w:pPr>
    </w:lvl>
    <w:lvl w:ilvl="2" w:tplc="E1DC3A12" w:tentative="1">
      <w:start w:val="1"/>
      <w:numFmt w:val="lowerRoman"/>
      <w:lvlText w:val="%3."/>
      <w:lvlJc w:val="right"/>
      <w:pPr>
        <w:ind w:left="2727" w:hanging="180"/>
      </w:pPr>
    </w:lvl>
    <w:lvl w:ilvl="3" w:tplc="4BEAC2AC" w:tentative="1">
      <w:start w:val="1"/>
      <w:numFmt w:val="decimal"/>
      <w:lvlText w:val="%4."/>
      <w:lvlJc w:val="left"/>
      <w:pPr>
        <w:ind w:left="3447" w:hanging="360"/>
      </w:pPr>
    </w:lvl>
    <w:lvl w:ilvl="4" w:tplc="D442A1A2" w:tentative="1">
      <w:start w:val="1"/>
      <w:numFmt w:val="lowerLetter"/>
      <w:lvlText w:val="%5."/>
      <w:lvlJc w:val="left"/>
      <w:pPr>
        <w:ind w:left="4167" w:hanging="360"/>
      </w:pPr>
    </w:lvl>
    <w:lvl w:ilvl="5" w:tplc="5784B3BE" w:tentative="1">
      <w:start w:val="1"/>
      <w:numFmt w:val="lowerRoman"/>
      <w:lvlText w:val="%6."/>
      <w:lvlJc w:val="right"/>
      <w:pPr>
        <w:ind w:left="4887" w:hanging="180"/>
      </w:pPr>
    </w:lvl>
    <w:lvl w:ilvl="6" w:tplc="28A0EB04" w:tentative="1">
      <w:start w:val="1"/>
      <w:numFmt w:val="decimal"/>
      <w:lvlText w:val="%7."/>
      <w:lvlJc w:val="left"/>
      <w:pPr>
        <w:ind w:left="5607" w:hanging="360"/>
      </w:pPr>
    </w:lvl>
    <w:lvl w:ilvl="7" w:tplc="7DCC5850" w:tentative="1">
      <w:start w:val="1"/>
      <w:numFmt w:val="lowerLetter"/>
      <w:lvlText w:val="%8."/>
      <w:lvlJc w:val="left"/>
      <w:pPr>
        <w:ind w:left="6327" w:hanging="360"/>
      </w:pPr>
    </w:lvl>
    <w:lvl w:ilvl="8" w:tplc="4EAEFBEC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3E644F7B"/>
    <w:multiLevelType w:val="hybridMultilevel"/>
    <w:tmpl w:val="F28A2654"/>
    <w:lvl w:ilvl="0" w:tplc="F7C020F4">
      <w:start w:val="1"/>
      <w:numFmt w:val="lowerLetter"/>
      <w:lvlText w:val="%1)"/>
      <w:lvlJc w:val="left"/>
      <w:pPr>
        <w:ind w:left="1287" w:hanging="360"/>
      </w:pPr>
    </w:lvl>
    <w:lvl w:ilvl="1" w:tplc="91863D76">
      <w:start w:val="1"/>
      <w:numFmt w:val="lowerLetter"/>
      <w:lvlText w:val="%2."/>
      <w:lvlJc w:val="left"/>
      <w:pPr>
        <w:ind w:left="2007" w:hanging="360"/>
      </w:pPr>
    </w:lvl>
    <w:lvl w:ilvl="2" w:tplc="5A4C8E56" w:tentative="1">
      <w:start w:val="1"/>
      <w:numFmt w:val="lowerRoman"/>
      <w:lvlText w:val="%3."/>
      <w:lvlJc w:val="right"/>
      <w:pPr>
        <w:ind w:left="2727" w:hanging="180"/>
      </w:pPr>
    </w:lvl>
    <w:lvl w:ilvl="3" w:tplc="19F665F2" w:tentative="1">
      <w:start w:val="1"/>
      <w:numFmt w:val="decimal"/>
      <w:lvlText w:val="%4."/>
      <w:lvlJc w:val="left"/>
      <w:pPr>
        <w:ind w:left="3447" w:hanging="360"/>
      </w:pPr>
    </w:lvl>
    <w:lvl w:ilvl="4" w:tplc="56E2706A" w:tentative="1">
      <w:start w:val="1"/>
      <w:numFmt w:val="lowerLetter"/>
      <w:lvlText w:val="%5."/>
      <w:lvlJc w:val="left"/>
      <w:pPr>
        <w:ind w:left="4167" w:hanging="360"/>
      </w:pPr>
    </w:lvl>
    <w:lvl w:ilvl="5" w:tplc="262A729A" w:tentative="1">
      <w:start w:val="1"/>
      <w:numFmt w:val="lowerRoman"/>
      <w:lvlText w:val="%6."/>
      <w:lvlJc w:val="right"/>
      <w:pPr>
        <w:ind w:left="4887" w:hanging="180"/>
      </w:pPr>
    </w:lvl>
    <w:lvl w:ilvl="6" w:tplc="DC68FA3C" w:tentative="1">
      <w:start w:val="1"/>
      <w:numFmt w:val="decimal"/>
      <w:lvlText w:val="%7."/>
      <w:lvlJc w:val="left"/>
      <w:pPr>
        <w:ind w:left="5607" w:hanging="360"/>
      </w:pPr>
    </w:lvl>
    <w:lvl w:ilvl="7" w:tplc="95FED054" w:tentative="1">
      <w:start w:val="1"/>
      <w:numFmt w:val="lowerLetter"/>
      <w:lvlText w:val="%8."/>
      <w:lvlJc w:val="left"/>
      <w:pPr>
        <w:ind w:left="6327" w:hanging="360"/>
      </w:pPr>
    </w:lvl>
    <w:lvl w:ilvl="8" w:tplc="A8E86BE8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54102215"/>
    <w:multiLevelType w:val="hybridMultilevel"/>
    <w:tmpl w:val="966ACEF4"/>
    <w:lvl w:ilvl="0" w:tplc="68C24FEC">
      <w:start w:val="1"/>
      <w:numFmt w:val="lowerLetter"/>
      <w:lvlText w:val="%1)"/>
      <w:lvlJc w:val="left"/>
      <w:pPr>
        <w:ind w:left="1287" w:hanging="360"/>
      </w:pPr>
    </w:lvl>
    <w:lvl w:ilvl="1" w:tplc="A1C20E44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2" w:tplc="8D9E6EE8" w:tentative="1">
      <w:start w:val="1"/>
      <w:numFmt w:val="lowerRoman"/>
      <w:lvlText w:val="%3."/>
      <w:lvlJc w:val="right"/>
      <w:pPr>
        <w:ind w:left="2727" w:hanging="180"/>
      </w:pPr>
    </w:lvl>
    <w:lvl w:ilvl="3" w:tplc="19FACBC8" w:tentative="1">
      <w:start w:val="1"/>
      <w:numFmt w:val="decimal"/>
      <w:lvlText w:val="%4."/>
      <w:lvlJc w:val="left"/>
      <w:pPr>
        <w:ind w:left="3447" w:hanging="360"/>
      </w:pPr>
    </w:lvl>
    <w:lvl w:ilvl="4" w:tplc="3F9CA526" w:tentative="1">
      <w:start w:val="1"/>
      <w:numFmt w:val="lowerLetter"/>
      <w:lvlText w:val="%5."/>
      <w:lvlJc w:val="left"/>
      <w:pPr>
        <w:ind w:left="4167" w:hanging="360"/>
      </w:pPr>
    </w:lvl>
    <w:lvl w:ilvl="5" w:tplc="26529292" w:tentative="1">
      <w:start w:val="1"/>
      <w:numFmt w:val="lowerRoman"/>
      <w:lvlText w:val="%6."/>
      <w:lvlJc w:val="right"/>
      <w:pPr>
        <w:ind w:left="4887" w:hanging="180"/>
      </w:pPr>
    </w:lvl>
    <w:lvl w:ilvl="6" w:tplc="9872DFE4" w:tentative="1">
      <w:start w:val="1"/>
      <w:numFmt w:val="decimal"/>
      <w:lvlText w:val="%7."/>
      <w:lvlJc w:val="left"/>
      <w:pPr>
        <w:ind w:left="5607" w:hanging="360"/>
      </w:pPr>
    </w:lvl>
    <w:lvl w:ilvl="7" w:tplc="AF84DD4A" w:tentative="1">
      <w:start w:val="1"/>
      <w:numFmt w:val="lowerLetter"/>
      <w:lvlText w:val="%8."/>
      <w:lvlJc w:val="left"/>
      <w:pPr>
        <w:ind w:left="6327" w:hanging="360"/>
      </w:pPr>
    </w:lvl>
    <w:lvl w:ilvl="8" w:tplc="1DA21CE6" w:tentative="1">
      <w:start w:val="1"/>
      <w:numFmt w:val="lowerRoman"/>
      <w:lvlText w:val="%9."/>
      <w:lvlJc w:val="right"/>
      <w:pPr>
        <w:ind w:left="7047" w:hanging="180"/>
      </w:pPr>
    </w:lvl>
  </w:abstractNum>
  <w:num w:numId="1" w16cid:durableId="805468822">
    <w:abstractNumId w:val="1"/>
  </w:num>
  <w:num w:numId="2" w16cid:durableId="11037083">
    <w:abstractNumId w:val="3"/>
  </w:num>
  <w:num w:numId="3" w16cid:durableId="1174151727">
    <w:abstractNumId w:val="4"/>
  </w:num>
  <w:num w:numId="4" w16cid:durableId="1293052682">
    <w:abstractNumId w:val="5"/>
  </w:num>
  <w:num w:numId="5" w16cid:durableId="1731683643">
    <w:abstractNumId w:val="0"/>
  </w:num>
  <w:num w:numId="6" w16cid:durableId="183129310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03B7"/>
    <w:rsid w:val="000E23D8"/>
    <w:rsid w:val="001019A3"/>
    <w:rsid w:val="001B0068"/>
    <w:rsid w:val="001D73BF"/>
    <w:rsid w:val="0022149F"/>
    <w:rsid w:val="002B7D4E"/>
    <w:rsid w:val="002C0F33"/>
    <w:rsid w:val="002D3532"/>
    <w:rsid w:val="00324494"/>
    <w:rsid w:val="00334C46"/>
    <w:rsid w:val="003666BA"/>
    <w:rsid w:val="003B5D57"/>
    <w:rsid w:val="0044166A"/>
    <w:rsid w:val="0058564D"/>
    <w:rsid w:val="005D21FC"/>
    <w:rsid w:val="005F740E"/>
    <w:rsid w:val="00632DCE"/>
    <w:rsid w:val="00651414"/>
    <w:rsid w:val="006905C5"/>
    <w:rsid w:val="006A5987"/>
    <w:rsid w:val="006C42BB"/>
    <w:rsid w:val="006E50CB"/>
    <w:rsid w:val="006F27D5"/>
    <w:rsid w:val="00797138"/>
    <w:rsid w:val="007D03B7"/>
    <w:rsid w:val="008D42E4"/>
    <w:rsid w:val="008D6199"/>
    <w:rsid w:val="009D19C7"/>
    <w:rsid w:val="009E5247"/>
    <w:rsid w:val="00B519AB"/>
    <w:rsid w:val="00B916B8"/>
    <w:rsid w:val="00BB1418"/>
    <w:rsid w:val="00C7437E"/>
    <w:rsid w:val="00CF5F1B"/>
    <w:rsid w:val="00DB0DE0"/>
    <w:rsid w:val="00EA36A3"/>
    <w:rsid w:val="00EE6024"/>
    <w:rsid w:val="00F61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94AB382C-FA6A-4FF9-A3D9-1ED606AE09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50C9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34144A"/>
    <w:pPr>
      <w:keepNext/>
      <w:ind w:firstLine="708"/>
      <w:outlineLvl w:val="0"/>
    </w:pPr>
    <w:rPr>
      <w:b/>
      <w:bCs/>
      <w:sz w:val="44"/>
    </w:rPr>
  </w:style>
  <w:style w:type="paragraph" w:styleId="Nagwek2">
    <w:name w:val="heading 2"/>
    <w:basedOn w:val="Normalny"/>
    <w:next w:val="Normalny"/>
    <w:qFormat/>
    <w:rsid w:val="0034144A"/>
    <w:pPr>
      <w:keepNext/>
      <w:outlineLvl w:val="1"/>
    </w:pPr>
    <w:rPr>
      <w:i/>
      <w:iCs/>
      <w:sz w:val="20"/>
    </w:rPr>
  </w:style>
  <w:style w:type="paragraph" w:styleId="Nagwek3">
    <w:name w:val="heading 3"/>
    <w:basedOn w:val="Normalny"/>
    <w:next w:val="Normalny"/>
    <w:qFormat/>
    <w:rsid w:val="0034144A"/>
    <w:pPr>
      <w:keepNext/>
      <w:ind w:firstLine="4140"/>
      <w:jc w:val="both"/>
      <w:outlineLvl w:val="2"/>
    </w:pPr>
    <w:rPr>
      <w:sz w:val="28"/>
    </w:rPr>
  </w:style>
  <w:style w:type="paragraph" w:styleId="Nagwek4">
    <w:name w:val="heading 4"/>
    <w:basedOn w:val="Normalny"/>
    <w:next w:val="Normalny"/>
    <w:qFormat/>
    <w:rsid w:val="0034144A"/>
    <w:pPr>
      <w:keepNext/>
      <w:ind w:firstLine="720"/>
      <w:jc w:val="both"/>
      <w:outlineLvl w:val="3"/>
    </w:pPr>
    <w:rPr>
      <w:rFonts w:ascii="Arial" w:hAnsi="Arial" w:cs="Arial"/>
      <w:i/>
      <w:iCs/>
      <w:sz w:val="22"/>
    </w:rPr>
  </w:style>
  <w:style w:type="paragraph" w:styleId="Nagwek5">
    <w:name w:val="heading 5"/>
    <w:basedOn w:val="Normalny"/>
    <w:next w:val="Normalny"/>
    <w:qFormat/>
    <w:rsid w:val="0034144A"/>
    <w:pPr>
      <w:keepNext/>
      <w:ind w:firstLine="3960"/>
      <w:jc w:val="both"/>
      <w:outlineLvl w:val="4"/>
    </w:pPr>
    <w:rPr>
      <w:rFonts w:ascii="Arial" w:hAnsi="Arial" w:cs="Arial"/>
      <w:sz w:val="28"/>
    </w:rPr>
  </w:style>
  <w:style w:type="paragraph" w:styleId="Nagwek6">
    <w:name w:val="heading 6"/>
    <w:basedOn w:val="Normalny"/>
    <w:next w:val="Normalny"/>
    <w:qFormat/>
    <w:rsid w:val="0034144A"/>
    <w:pPr>
      <w:keepNext/>
      <w:ind w:firstLine="7380"/>
      <w:outlineLvl w:val="5"/>
    </w:pPr>
    <w:rPr>
      <w:rFonts w:ascii="Arial" w:hAnsi="Arial" w:cs="Arial"/>
      <w:sz w:val="28"/>
    </w:rPr>
  </w:style>
  <w:style w:type="paragraph" w:styleId="Nagwek7">
    <w:name w:val="heading 7"/>
    <w:basedOn w:val="Normalny"/>
    <w:next w:val="Normalny"/>
    <w:qFormat/>
    <w:rsid w:val="0034144A"/>
    <w:pPr>
      <w:keepNext/>
      <w:ind w:left="5220"/>
      <w:outlineLvl w:val="6"/>
    </w:pPr>
    <w:rPr>
      <w:rFonts w:ascii="Arial" w:hAnsi="Arial" w:cs="Arial"/>
      <w:b/>
      <w:bCs/>
      <w:color w:val="333333"/>
    </w:rPr>
  </w:style>
  <w:style w:type="paragraph" w:styleId="Nagwek8">
    <w:name w:val="heading 8"/>
    <w:basedOn w:val="Normalny"/>
    <w:next w:val="Normalny"/>
    <w:qFormat/>
    <w:rsid w:val="0034144A"/>
    <w:pPr>
      <w:keepNext/>
      <w:outlineLvl w:val="7"/>
    </w:pPr>
    <w:rPr>
      <w:rFonts w:ascii="Garamond" w:hAnsi="Garamond"/>
      <w:sz w:val="28"/>
    </w:rPr>
  </w:style>
  <w:style w:type="paragraph" w:styleId="Nagwek9">
    <w:name w:val="heading 9"/>
    <w:basedOn w:val="Normalny"/>
    <w:next w:val="Normalny"/>
    <w:qFormat/>
    <w:rsid w:val="0034144A"/>
    <w:pPr>
      <w:keepNext/>
      <w:outlineLvl w:val="8"/>
    </w:pPr>
    <w:rPr>
      <w:rFonts w:ascii="Garamond" w:hAnsi="Garamond"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4144A"/>
    <w:pPr>
      <w:ind w:firstLine="708"/>
    </w:pPr>
    <w:rPr>
      <w:b/>
      <w:bCs/>
      <w:color w:val="339966"/>
      <w:sz w:val="44"/>
    </w:rPr>
  </w:style>
  <w:style w:type="character" w:styleId="Hipercze">
    <w:name w:val="Hyperlink"/>
    <w:rsid w:val="0034144A"/>
    <w:rPr>
      <w:color w:val="0000FF"/>
      <w:u w:val="single"/>
    </w:rPr>
  </w:style>
  <w:style w:type="character" w:styleId="UyteHipercze">
    <w:name w:val="FollowedHyperlink"/>
    <w:semiHidden/>
    <w:rsid w:val="0034144A"/>
    <w:rPr>
      <w:color w:val="800080"/>
      <w:u w:val="single"/>
    </w:rPr>
  </w:style>
  <w:style w:type="paragraph" w:styleId="Nagwek">
    <w:name w:val="header"/>
    <w:basedOn w:val="Normalny"/>
    <w:link w:val="NagwekZnak"/>
    <w:semiHidden/>
    <w:rsid w:val="0034144A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34144A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semiHidden/>
    <w:rsid w:val="0034144A"/>
    <w:pPr>
      <w:jc w:val="both"/>
    </w:pPr>
  </w:style>
  <w:style w:type="paragraph" w:styleId="Tekstpodstawowywcity2">
    <w:name w:val="Body Text Indent 2"/>
    <w:basedOn w:val="Normalny"/>
    <w:semiHidden/>
    <w:rsid w:val="0034144A"/>
    <w:pPr>
      <w:ind w:firstLine="540"/>
      <w:jc w:val="both"/>
    </w:pPr>
  </w:style>
  <w:style w:type="paragraph" w:styleId="Tekstpodstawowywcity3">
    <w:name w:val="Body Text Indent 3"/>
    <w:basedOn w:val="Normalny"/>
    <w:semiHidden/>
    <w:rsid w:val="0034144A"/>
    <w:pPr>
      <w:ind w:left="3420"/>
    </w:pPr>
    <w:rPr>
      <w:rFonts w:ascii="Arial" w:hAnsi="Arial" w:cs="Arial"/>
    </w:rPr>
  </w:style>
  <w:style w:type="paragraph" w:styleId="Tekstpodstawowy2">
    <w:name w:val="Body Text 2"/>
    <w:basedOn w:val="Normalny"/>
    <w:semiHidden/>
    <w:rsid w:val="0034144A"/>
    <w:rPr>
      <w:sz w:val="22"/>
    </w:rPr>
  </w:style>
  <w:style w:type="paragraph" w:styleId="Tekstpodstawowy3">
    <w:name w:val="Body Text 3"/>
    <w:basedOn w:val="Normalny"/>
    <w:semiHidden/>
    <w:rsid w:val="0034144A"/>
    <w:pPr>
      <w:jc w:val="both"/>
    </w:pPr>
    <w:rPr>
      <w:rFonts w:ascii="Garamond" w:hAnsi="Garamond"/>
      <w:sz w:val="28"/>
    </w:rPr>
  </w:style>
  <w:style w:type="paragraph" w:customStyle="1" w:styleId="artur1">
    <w:name w:val="artur1"/>
    <w:basedOn w:val="Normalny"/>
    <w:rsid w:val="0034144A"/>
    <w:pPr>
      <w:spacing w:line="360" w:lineRule="auto"/>
      <w:jc w:val="both"/>
    </w:pPr>
    <w:rPr>
      <w:rFonts w:ascii="Verdana" w:hAnsi="Verdana"/>
    </w:rPr>
  </w:style>
  <w:style w:type="paragraph" w:styleId="Tekstdymka">
    <w:name w:val="Balloon Text"/>
    <w:basedOn w:val="Normalny"/>
    <w:link w:val="TekstdymkaZnak"/>
    <w:semiHidden/>
    <w:rsid w:val="0034144A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link w:val="Nagwek1"/>
    <w:rsid w:val="005B607E"/>
    <w:rPr>
      <w:b/>
      <w:bCs/>
      <w:sz w:val="44"/>
      <w:szCs w:val="24"/>
    </w:rPr>
  </w:style>
  <w:style w:type="character" w:customStyle="1" w:styleId="NagwekZnak">
    <w:name w:val="Nagłówek Znak"/>
    <w:link w:val="Nagwek"/>
    <w:semiHidden/>
    <w:rsid w:val="005B607E"/>
    <w:rPr>
      <w:sz w:val="24"/>
      <w:szCs w:val="24"/>
    </w:rPr>
  </w:style>
  <w:style w:type="character" w:customStyle="1" w:styleId="TekstdymkaZnak">
    <w:name w:val="Tekst dymka Znak"/>
    <w:link w:val="Tekstdymka"/>
    <w:semiHidden/>
    <w:rsid w:val="005B607E"/>
    <w:rPr>
      <w:rFonts w:ascii="Tahoma" w:hAnsi="Tahoma" w:cs="Tahoma"/>
      <w:sz w:val="16"/>
      <w:szCs w:val="16"/>
    </w:rPr>
  </w:style>
  <w:style w:type="character" w:styleId="Odwoaniedokomentarza">
    <w:name w:val="annotation reference"/>
    <w:semiHidden/>
    <w:rsid w:val="00913373"/>
    <w:rPr>
      <w:sz w:val="16"/>
      <w:szCs w:val="16"/>
    </w:rPr>
  </w:style>
  <w:style w:type="paragraph" w:styleId="Tekstkomentarza">
    <w:name w:val="annotation text"/>
    <w:basedOn w:val="Normalny"/>
    <w:semiHidden/>
    <w:rsid w:val="0091337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913373"/>
    <w:rPr>
      <w:b/>
      <w:bCs/>
    </w:rPr>
  </w:style>
  <w:style w:type="paragraph" w:styleId="Akapitzlist">
    <w:name w:val="List Paragraph"/>
    <w:basedOn w:val="Normalny"/>
    <w:uiPriority w:val="34"/>
    <w:qFormat/>
    <w:rsid w:val="00083FED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2093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2093D"/>
  </w:style>
  <w:style w:type="character" w:styleId="Odwoanieprzypisukocowego">
    <w:name w:val="endnote reference"/>
    <w:uiPriority w:val="99"/>
    <w:semiHidden/>
    <w:unhideWhenUsed/>
    <w:rsid w:val="00C2093D"/>
    <w:rPr>
      <w:vertAlign w:val="superscript"/>
    </w:rPr>
  </w:style>
  <w:style w:type="character" w:styleId="Tekstzastpczy">
    <w:name w:val="Placeholder Text"/>
    <w:uiPriority w:val="99"/>
    <w:semiHidden/>
    <w:rsid w:val="009E5177"/>
    <w:rPr>
      <w:color w:val="808080"/>
    </w:rPr>
  </w:style>
  <w:style w:type="character" w:customStyle="1" w:styleId="StopkaZnak">
    <w:name w:val="Stopka Znak"/>
    <w:link w:val="Stopka"/>
    <w:uiPriority w:val="99"/>
    <w:rsid w:val="00B878E0"/>
    <w:rPr>
      <w:sz w:val="24"/>
      <w:szCs w:val="24"/>
    </w:rPr>
  </w:style>
  <w:style w:type="paragraph" w:customStyle="1" w:styleId="LPNaglowek">
    <w:name w:val="LP_Naglowek"/>
    <w:rsid w:val="00DA09D1"/>
    <w:pPr>
      <w:suppressAutoHyphens/>
      <w:autoSpaceDN w:val="0"/>
      <w:textAlignment w:val="baseline"/>
    </w:pPr>
    <w:rPr>
      <w:rFonts w:ascii="Arial" w:hAnsi="Arial"/>
      <w:b/>
      <w:color w:val="005023"/>
      <w:sz w:val="28"/>
      <w:szCs w:val="24"/>
    </w:rPr>
  </w:style>
  <w:style w:type="paragraph" w:customStyle="1" w:styleId="LPstopka">
    <w:name w:val="LP_stopka"/>
    <w:rsid w:val="00DA09D1"/>
    <w:pPr>
      <w:suppressAutoHyphens/>
      <w:autoSpaceDN w:val="0"/>
      <w:textAlignment w:val="baseline"/>
    </w:pPr>
    <w:rPr>
      <w:rFonts w:ascii="Arial" w:hAnsi="Arial"/>
      <w:sz w:val="16"/>
      <w:szCs w:val="16"/>
    </w:rPr>
  </w:style>
  <w:style w:type="paragraph" w:customStyle="1" w:styleId="LPStopkaStrona">
    <w:name w:val="LP_Stopka_Strona"/>
    <w:rsid w:val="00DA09D1"/>
    <w:pPr>
      <w:suppressAutoHyphens/>
      <w:autoSpaceDN w:val="0"/>
      <w:textAlignment w:val="baseline"/>
    </w:pPr>
    <w:rPr>
      <w:rFonts w:ascii="Arial" w:hAnsi="Arial"/>
      <w:b/>
      <w:color w:val="005023"/>
      <w:sz w:val="24"/>
      <w:szCs w:val="24"/>
    </w:rPr>
  </w:style>
  <w:style w:type="table" w:styleId="Tabela-Siatka">
    <w:name w:val="Table Grid"/>
    <w:basedOn w:val="Standardowy"/>
    <w:uiPriority w:val="59"/>
    <w:rsid w:val="002C0F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6C42B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mariusz.dobrowolski\Dane%20aplikacji\Microsoft\Szablony\DGLP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E1D4DD-363B-4431-A841-A904DCAC5A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DGLP.dot</Template>
  <TotalTime>1</TotalTime>
  <Pages>1</Pages>
  <Words>99</Words>
  <Characters>597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Marek Wiesław Wirowski</dc:creator>
  <cp:lastModifiedBy>Karol Cudak</cp:lastModifiedBy>
  <cp:revision>2</cp:revision>
  <cp:lastPrinted>2023-02-03T10:02:00Z</cp:lastPrinted>
  <dcterms:created xsi:type="dcterms:W3CDTF">2025-11-21T08:16:00Z</dcterms:created>
  <dcterms:modified xsi:type="dcterms:W3CDTF">2025-11-21T08:16:00Z</dcterms:modified>
  <cp:contentStatus>draft</cp:contentStatus>
</cp:coreProperties>
</file>